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0167B2" w:rsidP="00201E73">
      <w:pPr>
        <w:pStyle w:val="Title"/>
      </w:pPr>
      <w:r>
        <w:t>Workbook</w:t>
      </w:r>
      <w:r w:rsidR="003B7B8E">
        <w:t xml:space="preserve"> for </w:t>
      </w:r>
      <w:r>
        <w:t>Code Review Exercise</w:t>
      </w:r>
    </w:p>
    <w:p w:rsidR="00A40053" w:rsidRPr="008F0BE1" w:rsidRDefault="003B7B8E" w:rsidP="003B7B8E">
      <w:pPr>
        <w:pStyle w:val="Author"/>
      </w:pPr>
      <w:r>
        <w:t xml:space="preserve">Personal Software </w:t>
      </w:r>
      <w:bookmarkStart w:id="0" w:name="_GoBack"/>
      <w:bookmarkEnd w:id="0"/>
      <w:r>
        <w:t>Process for Engineers</w:t>
      </w:r>
    </w:p>
    <w:p w:rsidR="000167B2" w:rsidRDefault="000167B2" w:rsidP="00650C15">
      <w:pPr>
        <w:pStyle w:val="Heading1"/>
      </w:pPr>
      <w:r>
        <w:t>Overview</w:t>
      </w:r>
    </w:p>
    <w:p w:rsidR="00650C15" w:rsidRPr="00CB4A49" w:rsidRDefault="00650C15" w:rsidP="00650C15">
      <w:pPr>
        <w:pStyle w:val="Body"/>
        <w:spacing w:after="240"/>
      </w:pPr>
      <w:r>
        <w:t>This</w:t>
      </w:r>
      <w:r w:rsidRPr="00CB4A49">
        <w:t xml:space="preserve"> exercise includes the following topics.</w:t>
      </w:r>
    </w:p>
    <w:tbl>
      <w:tblPr>
        <w:tblW w:w="0" w:type="auto"/>
        <w:tblCellMar>
          <w:left w:w="80" w:type="dxa"/>
          <w:right w:w="80" w:type="dxa"/>
        </w:tblCellMar>
        <w:tblLook w:val="0000" w:firstRow="0" w:lastRow="0" w:firstColumn="0" w:lastColumn="0" w:noHBand="0" w:noVBand="0"/>
      </w:tblPr>
      <w:tblGrid>
        <w:gridCol w:w="2073"/>
        <w:gridCol w:w="872"/>
      </w:tblGrid>
      <w:tr w:rsidR="000167B2" w:rsidRPr="00650C15" w:rsidTr="00650C15">
        <w:trPr>
          <w:cantSplit/>
        </w:trPr>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50C15">
            <w:pPr>
              <w:pStyle w:val="TableHeading"/>
            </w:pPr>
            <w:r w:rsidRPr="00650C15">
              <w:t>Section</w:t>
            </w:r>
          </w:p>
        </w:tc>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50C15">
            <w:pPr>
              <w:pStyle w:val="TableHeading"/>
            </w:pPr>
            <w:r w:rsidRPr="00650C15">
              <w:t>See Page</w:t>
            </w:r>
          </w:p>
        </w:tc>
      </w:tr>
      <w:tr w:rsidR="000167B2" w:rsidRPr="00650C15" w:rsidTr="00650C15">
        <w:trPr>
          <w:cantSplit/>
        </w:trPr>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50C15">
            <w:pPr>
              <w:pStyle w:val="TableBody"/>
            </w:pPr>
            <w:r w:rsidRPr="00650C15">
              <w:t>Exercise Instructions</w:t>
            </w:r>
          </w:p>
        </w:tc>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50C15">
            <w:pPr>
              <w:pStyle w:val="TableBody"/>
            </w:pPr>
            <w:r w:rsidRPr="00650C15">
              <w:t>1</w:t>
            </w:r>
          </w:p>
        </w:tc>
      </w:tr>
      <w:tr w:rsidR="000167B2" w:rsidRPr="00650C15" w:rsidTr="00650C15">
        <w:trPr>
          <w:cantSplit/>
        </w:trPr>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50C15">
            <w:pPr>
              <w:pStyle w:val="TableBody"/>
            </w:pPr>
            <w:r w:rsidRPr="00650C15">
              <w:t>Code Review Script</w:t>
            </w:r>
          </w:p>
        </w:tc>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50C15">
            <w:pPr>
              <w:pStyle w:val="TableBody"/>
            </w:pPr>
            <w:r w:rsidRPr="00650C15">
              <w:t>2</w:t>
            </w:r>
          </w:p>
        </w:tc>
      </w:tr>
      <w:tr w:rsidR="000167B2" w:rsidRPr="00650C15" w:rsidTr="00650C15">
        <w:trPr>
          <w:cantSplit/>
        </w:trPr>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50C15">
            <w:pPr>
              <w:pStyle w:val="TableBody"/>
            </w:pPr>
            <w:r w:rsidRPr="00650C15">
              <w:t>Code Review Checklist</w:t>
            </w:r>
          </w:p>
        </w:tc>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50C15">
            <w:pPr>
              <w:pStyle w:val="TableBody"/>
            </w:pPr>
            <w:r w:rsidRPr="00650C15">
              <w:t>3</w:t>
            </w:r>
          </w:p>
        </w:tc>
      </w:tr>
      <w:tr w:rsidR="000167B2" w:rsidRPr="00650C15" w:rsidTr="00650C15">
        <w:trPr>
          <w:cantSplit/>
        </w:trPr>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50C15">
            <w:pPr>
              <w:pStyle w:val="TableBody"/>
            </w:pPr>
            <w:r w:rsidRPr="00650C15">
              <w:t>Coding Standard</w:t>
            </w:r>
          </w:p>
        </w:tc>
        <w:tc>
          <w:tcPr>
            <w:tcW w:w="0" w:type="auto"/>
            <w:tcBorders>
              <w:top w:val="single" w:sz="6" w:space="0" w:color="auto"/>
              <w:left w:val="single" w:sz="6" w:space="0" w:color="auto"/>
              <w:bottom w:val="single" w:sz="6" w:space="0" w:color="auto"/>
              <w:right w:val="single" w:sz="6" w:space="0" w:color="auto"/>
            </w:tcBorders>
          </w:tcPr>
          <w:p w:rsidR="000167B2" w:rsidRPr="00650C15" w:rsidRDefault="006B6B22" w:rsidP="00650C15">
            <w:pPr>
              <w:pStyle w:val="TableBody"/>
            </w:pPr>
            <w:r>
              <w:t>4</w:t>
            </w:r>
          </w:p>
        </w:tc>
      </w:tr>
      <w:tr w:rsidR="000167B2" w:rsidRPr="00650C15" w:rsidTr="00650C15">
        <w:trPr>
          <w:cantSplit/>
        </w:trPr>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B6B22">
            <w:pPr>
              <w:pStyle w:val="TableBody"/>
            </w:pPr>
            <w:r w:rsidRPr="00650C15">
              <w:t xml:space="preserve">Source </w:t>
            </w:r>
            <w:r w:rsidR="006B6B22">
              <w:t>P</w:t>
            </w:r>
            <w:r w:rsidRPr="00650C15">
              <w:t xml:space="preserve">rogram </w:t>
            </w:r>
            <w:r w:rsidR="006B6B22">
              <w:t>L</w:t>
            </w:r>
            <w:r w:rsidRPr="00650C15">
              <w:t>isting</w:t>
            </w:r>
          </w:p>
        </w:tc>
        <w:tc>
          <w:tcPr>
            <w:tcW w:w="0" w:type="auto"/>
            <w:tcBorders>
              <w:top w:val="single" w:sz="6" w:space="0" w:color="auto"/>
              <w:left w:val="single" w:sz="6" w:space="0" w:color="auto"/>
              <w:bottom w:val="single" w:sz="6" w:space="0" w:color="auto"/>
              <w:right w:val="single" w:sz="6" w:space="0" w:color="auto"/>
            </w:tcBorders>
          </w:tcPr>
          <w:p w:rsidR="000167B2" w:rsidRPr="00650C15" w:rsidRDefault="006B6B22" w:rsidP="00650C15">
            <w:pPr>
              <w:pStyle w:val="TableBody"/>
            </w:pPr>
            <w:r>
              <w:t>6</w:t>
            </w:r>
          </w:p>
        </w:tc>
      </w:tr>
      <w:tr w:rsidR="000167B2" w:rsidRPr="00650C15" w:rsidTr="00650C15">
        <w:trPr>
          <w:cantSplit/>
        </w:trPr>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50C15">
            <w:pPr>
              <w:pStyle w:val="TableBody"/>
            </w:pPr>
            <w:r w:rsidRPr="00650C15">
              <w:t>PSP Defect Recording Log</w:t>
            </w:r>
          </w:p>
        </w:tc>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B6B22">
            <w:pPr>
              <w:pStyle w:val="TableBody"/>
            </w:pPr>
            <w:r w:rsidRPr="00650C15">
              <w:t>1</w:t>
            </w:r>
            <w:r w:rsidR="006B6B22">
              <w:t>2</w:t>
            </w:r>
          </w:p>
        </w:tc>
      </w:tr>
      <w:tr w:rsidR="000167B2" w:rsidRPr="00650C15" w:rsidTr="00650C15">
        <w:trPr>
          <w:cantSplit/>
        </w:trPr>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50C15">
            <w:pPr>
              <w:pStyle w:val="TableBody"/>
            </w:pPr>
            <w:r w:rsidRPr="00650C15">
              <w:t>PSP Time Recording Log</w:t>
            </w:r>
          </w:p>
        </w:tc>
        <w:tc>
          <w:tcPr>
            <w:tcW w:w="0" w:type="auto"/>
            <w:tcBorders>
              <w:top w:val="single" w:sz="6" w:space="0" w:color="auto"/>
              <w:left w:val="single" w:sz="6" w:space="0" w:color="auto"/>
              <w:bottom w:val="single" w:sz="6" w:space="0" w:color="auto"/>
              <w:right w:val="single" w:sz="6" w:space="0" w:color="auto"/>
            </w:tcBorders>
          </w:tcPr>
          <w:p w:rsidR="000167B2" w:rsidRPr="00650C15" w:rsidRDefault="000167B2" w:rsidP="006B6B22">
            <w:pPr>
              <w:pStyle w:val="TableBody"/>
            </w:pPr>
            <w:r w:rsidRPr="00650C15">
              <w:t>1</w:t>
            </w:r>
            <w:r w:rsidR="006B6B22">
              <w:t>4</w:t>
            </w:r>
          </w:p>
        </w:tc>
      </w:tr>
    </w:tbl>
    <w:p w:rsidR="00650C15" w:rsidRDefault="00650C15" w:rsidP="00650C15">
      <w:pPr>
        <w:pStyle w:val="Heading2"/>
        <w:rPr>
          <w:kern w:val="28"/>
          <w:sz w:val="21"/>
          <w:szCs w:val="18"/>
        </w:rPr>
      </w:pPr>
      <w:r w:rsidRPr="00CB4A49">
        <w:t>E</w:t>
      </w:r>
      <w:r>
        <w:t xml:space="preserve">xercise </w:t>
      </w:r>
      <w:r w:rsidR="006B6B22">
        <w:t>I</w:t>
      </w:r>
      <w:r>
        <w:t>nstructions</w:t>
      </w:r>
      <w:r w:rsidRPr="00CB4A49">
        <w:rPr>
          <w:kern w:val="28"/>
          <w:sz w:val="21"/>
          <w:szCs w:val="18"/>
        </w:rPr>
        <w:tab/>
      </w:r>
    </w:p>
    <w:p w:rsidR="00650C15" w:rsidRDefault="00650C15" w:rsidP="00650C15">
      <w:pPr>
        <w:pStyle w:val="Body"/>
        <w:spacing w:after="0"/>
      </w:pPr>
      <w:r>
        <w:t xml:space="preserve">The purpose of this exercise is to familiarize you </w:t>
      </w:r>
      <w:r w:rsidR="006B6B22">
        <w:t xml:space="preserve">with </w:t>
      </w:r>
      <w:r w:rsidR="00E846D0">
        <w:t xml:space="preserve">the code review process. </w:t>
      </w:r>
      <w:r>
        <w:t>Follow the steps below to complete this exercise.</w:t>
      </w:r>
    </w:p>
    <w:p w:rsidR="00650C15" w:rsidRDefault="00650C15" w:rsidP="00650C15">
      <w:pPr>
        <w:pStyle w:val="ListNumbered1"/>
      </w:pPr>
      <w:r>
        <w:t>Review the code review script.</w:t>
      </w:r>
    </w:p>
    <w:p w:rsidR="00650C15" w:rsidRDefault="00650C15" w:rsidP="00650C15">
      <w:pPr>
        <w:pStyle w:val="ListNumbered1"/>
      </w:pPr>
      <w:r>
        <w:t>Using the code review checklist, follow the code review script to search for defects one category at a time.</w:t>
      </w:r>
    </w:p>
    <w:p w:rsidR="00650C15" w:rsidRDefault="00650C15" w:rsidP="00650C15">
      <w:pPr>
        <w:pStyle w:val="ListNumbered1"/>
      </w:pPr>
      <w:r>
        <w:t>Record defects found in the Defect Recording Log.</w:t>
      </w:r>
    </w:p>
    <w:p w:rsidR="00650C15" w:rsidRDefault="00650C15" w:rsidP="00650C15">
      <w:pPr>
        <w:pStyle w:val="ListNumbered1"/>
      </w:pPr>
      <w:r>
        <w:t>Record time spent reviewing code in the Time Recording Log.</w:t>
      </w:r>
    </w:p>
    <w:p w:rsidR="00650C15" w:rsidRDefault="00650C15" w:rsidP="00650C15">
      <w:pPr>
        <w:pStyle w:val="ListNumbered1"/>
      </w:pPr>
      <w:r>
        <w:t>Be prepared to share the defects found with the class.</w:t>
      </w:r>
    </w:p>
    <w:p w:rsidR="00650C15" w:rsidRDefault="00650C15" w:rsidP="00650C15">
      <w:pPr>
        <w:pStyle w:val="Heading2"/>
        <w:rPr>
          <w:kern w:val="28"/>
          <w:sz w:val="21"/>
          <w:szCs w:val="18"/>
        </w:rPr>
      </w:pPr>
      <w:r>
        <w:t>Background</w:t>
      </w:r>
      <w:r>
        <w:rPr>
          <w:kern w:val="28"/>
          <w:sz w:val="21"/>
          <w:szCs w:val="18"/>
        </w:rPr>
        <w:tab/>
      </w:r>
    </w:p>
    <w:p w:rsidR="00650C15" w:rsidRPr="004B669A" w:rsidRDefault="00650C15" w:rsidP="00650C15">
      <w:pPr>
        <w:pStyle w:val="Body"/>
      </w:pPr>
      <w:r>
        <w:t>Per Program 1</w:t>
      </w:r>
      <w:r w:rsidRPr="004B669A">
        <w:t>, you have designed and coded a link</w:t>
      </w:r>
      <w:r>
        <w:t xml:space="preserve">ed list to store the </w:t>
      </w:r>
      <w:r w:rsidRPr="00CB7B00">
        <w:rPr>
          <w:i/>
        </w:rPr>
        <w:t>n</w:t>
      </w:r>
      <w:r>
        <w:t xml:space="preserve"> real num</w:t>
      </w:r>
      <w:r w:rsidRPr="004B669A">
        <w:t>bers for calculating th</w:t>
      </w:r>
      <w:r w:rsidR="00CB7B00">
        <w:t xml:space="preserve">e mean and standard deviation. </w:t>
      </w:r>
      <w:r w:rsidRPr="004B669A">
        <w:t>Your linked list provides the capability to find items, substitute items, remove items, shorten list, add items to the</w:t>
      </w:r>
      <w:r w:rsidR="00CB7B00">
        <w:t xml:space="preserve"> </w:t>
      </w:r>
      <w:r w:rsidRPr="004B669A">
        <w:t>front of the list, insert items after a specified item in the list, and ap</w:t>
      </w:r>
      <w:r w:rsidR="00CB7B00">
        <w:t xml:space="preserve">pend items to the end of list. </w:t>
      </w:r>
      <w:r w:rsidRPr="004B669A">
        <w:t>Before you continue with the coding of the mean and standard deviation, you have decided to review your link list code, as it represents a completed sect</w:t>
      </w:r>
      <w:r w:rsidR="00CB7B00">
        <w:t xml:space="preserve">ion of your Program 1A design. </w:t>
      </w:r>
      <w:r w:rsidRPr="004B669A">
        <w:t>You have printed the following files for review: Link-</w:t>
      </w:r>
      <w:proofErr w:type="spellStart"/>
      <w:r w:rsidRPr="004B669A">
        <w:t>Cell.h</w:t>
      </w:r>
      <w:proofErr w:type="spellEnd"/>
      <w:r w:rsidRPr="004B669A">
        <w:t xml:space="preserve">, LinkCell.cpp, </w:t>
      </w:r>
      <w:proofErr w:type="spellStart"/>
      <w:r w:rsidRPr="004B669A">
        <w:t>List.h</w:t>
      </w:r>
      <w:proofErr w:type="spellEnd"/>
      <w:r w:rsidRPr="004B669A">
        <w:t>, and List.cpp. Using th</w:t>
      </w:r>
      <w:r>
        <w:t>e code review checklist and cod</w:t>
      </w:r>
      <w:r w:rsidRPr="004B669A">
        <w:t>ing standard provided, review your code for defects following the Co</w:t>
      </w:r>
      <w:r w:rsidR="00CB7B00">
        <w:t xml:space="preserve">de Review Script. </w:t>
      </w:r>
      <w:r w:rsidRPr="004B669A">
        <w:t>Note defects found in the defect log provided and prepare to discuss with the class.</w:t>
      </w:r>
    </w:p>
    <w:p w:rsidR="000167B2" w:rsidRDefault="000167B2" w:rsidP="00650C15">
      <w:pPr>
        <w:pStyle w:val="Heading1"/>
        <w:keepNext/>
        <w:spacing w:after="240"/>
      </w:pPr>
      <w:r>
        <w:lastRenderedPageBreak/>
        <w:t>Code Review Script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0"/>
        <w:gridCol w:w="5526"/>
      </w:tblGrid>
      <w:tr w:rsidR="000167B2" w:rsidTr="00650C15">
        <w:tc>
          <w:tcPr>
            <w:tcW w:w="0" w:type="auto"/>
          </w:tcPr>
          <w:p w:rsidR="000167B2" w:rsidRDefault="000167B2" w:rsidP="00650C15">
            <w:pPr>
              <w:pStyle w:val="TableHeading"/>
            </w:pPr>
            <w:r>
              <w:t>Purpose</w:t>
            </w:r>
          </w:p>
        </w:tc>
        <w:tc>
          <w:tcPr>
            <w:tcW w:w="0" w:type="auto"/>
          </w:tcPr>
          <w:p w:rsidR="000167B2" w:rsidRDefault="000167B2" w:rsidP="00650C15">
            <w:pPr>
              <w:pStyle w:val="TableBody"/>
            </w:pPr>
            <w:r>
              <w:t>To guide you in reviewing programs</w:t>
            </w:r>
          </w:p>
        </w:tc>
      </w:tr>
      <w:tr w:rsidR="000167B2" w:rsidTr="00650C15">
        <w:tc>
          <w:tcPr>
            <w:tcW w:w="0" w:type="auto"/>
          </w:tcPr>
          <w:p w:rsidR="000167B2" w:rsidRDefault="000167B2" w:rsidP="00650C15">
            <w:pPr>
              <w:pStyle w:val="TableHeading"/>
            </w:pPr>
            <w:r>
              <w:t>Entry Criteria</w:t>
            </w:r>
          </w:p>
        </w:tc>
        <w:tc>
          <w:tcPr>
            <w:tcW w:w="0" w:type="auto"/>
          </w:tcPr>
          <w:p w:rsidR="000167B2" w:rsidRDefault="000167B2" w:rsidP="00650C15">
            <w:pPr>
              <w:pStyle w:val="TableBody"/>
            </w:pPr>
            <w:r>
              <w:t>A completed and reviewed program design</w:t>
            </w:r>
          </w:p>
          <w:p w:rsidR="000167B2" w:rsidRDefault="000167B2" w:rsidP="00650C15">
            <w:pPr>
              <w:pStyle w:val="TableBody"/>
            </w:pPr>
            <w:r>
              <w:t>Source program listing</w:t>
            </w:r>
          </w:p>
          <w:p w:rsidR="000167B2" w:rsidRDefault="000167B2" w:rsidP="00650C15">
            <w:pPr>
              <w:pStyle w:val="TableBody"/>
            </w:pPr>
            <w:r>
              <w:t>Code Review checklist</w:t>
            </w:r>
          </w:p>
          <w:p w:rsidR="000167B2" w:rsidRDefault="000167B2" w:rsidP="00650C15">
            <w:pPr>
              <w:pStyle w:val="TableBody"/>
            </w:pPr>
            <w:r>
              <w:t>Coding standard</w:t>
            </w:r>
          </w:p>
          <w:p w:rsidR="000167B2" w:rsidRDefault="000167B2" w:rsidP="00650C15">
            <w:pPr>
              <w:pStyle w:val="TableBody"/>
            </w:pPr>
            <w:r>
              <w:t>Defect Type standard</w:t>
            </w:r>
          </w:p>
          <w:p w:rsidR="000167B2" w:rsidRDefault="000167B2" w:rsidP="00650C15">
            <w:pPr>
              <w:pStyle w:val="TableBody"/>
            </w:pPr>
            <w:r>
              <w:t>Time and Defect Recording logs</w:t>
            </w:r>
          </w:p>
        </w:tc>
      </w:tr>
      <w:tr w:rsidR="000167B2" w:rsidTr="00650C15">
        <w:tc>
          <w:tcPr>
            <w:tcW w:w="0" w:type="auto"/>
          </w:tcPr>
          <w:p w:rsidR="000167B2" w:rsidRDefault="000167B2" w:rsidP="00650C15">
            <w:pPr>
              <w:pStyle w:val="TableHeading"/>
            </w:pPr>
            <w:r>
              <w:t>General</w:t>
            </w:r>
          </w:p>
        </w:tc>
        <w:tc>
          <w:tcPr>
            <w:tcW w:w="0" w:type="auto"/>
          </w:tcPr>
          <w:p w:rsidR="000167B2" w:rsidRDefault="000167B2" w:rsidP="00650C15">
            <w:pPr>
              <w:pStyle w:val="TableBody"/>
            </w:pPr>
            <w:r>
              <w:t>Do the code review with a source-code listing; do not review on the screen!</w:t>
            </w:r>
          </w:p>
        </w:tc>
      </w:tr>
    </w:tbl>
    <w:p w:rsidR="000167B2" w:rsidRDefault="000167B2" w:rsidP="000167B2">
      <w:pPr>
        <w:rPr>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928"/>
        <w:gridCol w:w="7139"/>
      </w:tblGrid>
      <w:tr w:rsidR="000167B2" w:rsidTr="00CB7B00">
        <w:tc>
          <w:tcPr>
            <w:tcW w:w="0" w:type="auto"/>
          </w:tcPr>
          <w:p w:rsidR="000167B2" w:rsidRDefault="000167B2" w:rsidP="00650C15">
            <w:pPr>
              <w:pStyle w:val="TableHeading"/>
            </w:pPr>
            <w:r>
              <w:t>Step</w:t>
            </w:r>
          </w:p>
        </w:tc>
        <w:tc>
          <w:tcPr>
            <w:tcW w:w="0" w:type="auto"/>
          </w:tcPr>
          <w:p w:rsidR="000167B2" w:rsidRDefault="000167B2" w:rsidP="00650C15">
            <w:pPr>
              <w:pStyle w:val="TableHeading"/>
            </w:pPr>
            <w:r>
              <w:t>Activities</w:t>
            </w:r>
          </w:p>
        </w:tc>
        <w:tc>
          <w:tcPr>
            <w:tcW w:w="0" w:type="auto"/>
          </w:tcPr>
          <w:p w:rsidR="000167B2" w:rsidRDefault="000167B2" w:rsidP="00650C15">
            <w:pPr>
              <w:pStyle w:val="TableHeading"/>
            </w:pPr>
            <w:r>
              <w:t>Description</w:t>
            </w:r>
          </w:p>
        </w:tc>
      </w:tr>
      <w:tr w:rsidR="000167B2" w:rsidTr="00CB7B00">
        <w:tc>
          <w:tcPr>
            <w:tcW w:w="0" w:type="auto"/>
          </w:tcPr>
          <w:p w:rsidR="000167B2" w:rsidRDefault="000167B2" w:rsidP="00650C15">
            <w:pPr>
              <w:pStyle w:val="TableBody"/>
            </w:pPr>
            <w:r>
              <w:t>1</w:t>
            </w:r>
          </w:p>
        </w:tc>
        <w:tc>
          <w:tcPr>
            <w:tcW w:w="0" w:type="auto"/>
          </w:tcPr>
          <w:p w:rsidR="000167B2" w:rsidRDefault="000167B2" w:rsidP="00650C15">
            <w:pPr>
              <w:pStyle w:val="TableBody"/>
            </w:pPr>
            <w:r>
              <w:t>Review</w:t>
            </w:r>
          </w:p>
        </w:tc>
        <w:tc>
          <w:tcPr>
            <w:tcW w:w="0" w:type="auto"/>
          </w:tcPr>
          <w:p w:rsidR="000167B2" w:rsidRDefault="000167B2" w:rsidP="00650C15">
            <w:pPr>
              <w:pStyle w:val="TableBody"/>
              <w:numPr>
                <w:ilvl w:val="0"/>
                <w:numId w:val="12"/>
              </w:numPr>
              <w:ind w:left="216" w:hanging="216"/>
            </w:pPr>
            <w:r>
              <w:t>Follow the Code Review checklist.</w:t>
            </w:r>
          </w:p>
          <w:p w:rsidR="000167B2" w:rsidRDefault="000167B2" w:rsidP="00650C15">
            <w:pPr>
              <w:pStyle w:val="TableBody"/>
              <w:numPr>
                <w:ilvl w:val="0"/>
                <w:numId w:val="12"/>
              </w:numPr>
              <w:ind w:left="216" w:hanging="216"/>
            </w:pPr>
            <w:r>
              <w:t>Review the entire program for each checklist category; do not try to review for more than one category at a time!</w:t>
            </w:r>
          </w:p>
          <w:p w:rsidR="000167B2" w:rsidRDefault="000167B2" w:rsidP="00650C15">
            <w:pPr>
              <w:pStyle w:val="TableBody"/>
              <w:numPr>
                <w:ilvl w:val="0"/>
                <w:numId w:val="12"/>
              </w:numPr>
              <w:ind w:left="216" w:hanging="216"/>
            </w:pPr>
            <w:r>
              <w:t>Check off each item as it is completed.</w:t>
            </w:r>
          </w:p>
          <w:p w:rsidR="000167B2" w:rsidRDefault="000167B2" w:rsidP="00650C15">
            <w:pPr>
              <w:pStyle w:val="TableBody"/>
              <w:numPr>
                <w:ilvl w:val="0"/>
                <w:numId w:val="12"/>
              </w:numPr>
              <w:ind w:left="216" w:hanging="216"/>
            </w:pPr>
            <w:r>
              <w:t>For multiple procedures or programs, complete a separate checklist for each.</w:t>
            </w:r>
          </w:p>
        </w:tc>
      </w:tr>
      <w:tr w:rsidR="000167B2" w:rsidTr="00CB7B00">
        <w:tc>
          <w:tcPr>
            <w:tcW w:w="0" w:type="auto"/>
          </w:tcPr>
          <w:p w:rsidR="000167B2" w:rsidRDefault="000167B2" w:rsidP="00650C15">
            <w:pPr>
              <w:pStyle w:val="TableBody"/>
            </w:pPr>
            <w:r>
              <w:t>2</w:t>
            </w:r>
          </w:p>
        </w:tc>
        <w:tc>
          <w:tcPr>
            <w:tcW w:w="0" w:type="auto"/>
          </w:tcPr>
          <w:p w:rsidR="000167B2" w:rsidRDefault="000167B2" w:rsidP="00650C15">
            <w:pPr>
              <w:pStyle w:val="TableBody"/>
            </w:pPr>
            <w:r>
              <w:t>Correct</w:t>
            </w:r>
          </w:p>
        </w:tc>
        <w:tc>
          <w:tcPr>
            <w:tcW w:w="0" w:type="auto"/>
          </w:tcPr>
          <w:p w:rsidR="000167B2" w:rsidRDefault="000167B2" w:rsidP="00650C15">
            <w:pPr>
              <w:pStyle w:val="TableBody"/>
              <w:numPr>
                <w:ilvl w:val="0"/>
                <w:numId w:val="12"/>
              </w:numPr>
              <w:ind w:left="216" w:hanging="216"/>
            </w:pPr>
            <w:r>
              <w:t>Correct all defects.</w:t>
            </w:r>
          </w:p>
          <w:p w:rsidR="000167B2" w:rsidRDefault="000167B2" w:rsidP="00650C15">
            <w:pPr>
              <w:pStyle w:val="TableBody"/>
              <w:numPr>
                <w:ilvl w:val="0"/>
                <w:numId w:val="12"/>
              </w:numPr>
              <w:ind w:left="216" w:hanging="216"/>
            </w:pPr>
            <w:r>
              <w:t>If the correction cannot be completed, abort the review and return to the prior process phase.</w:t>
            </w:r>
          </w:p>
          <w:p w:rsidR="000167B2" w:rsidRDefault="000167B2" w:rsidP="00650C15">
            <w:pPr>
              <w:pStyle w:val="TableBody"/>
              <w:numPr>
                <w:ilvl w:val="0"/>
                <w:numId w:val="12"/>
              </w:numPr>
              <w:ind w:left="216" w:hanging="216"/>
            </w:pPr>
            <w:r>
              <w:t>To facilitate defect analysis, record all of the data specified in the Defect Recording log instructions for every defect.</w:t>
            </w:r>
          </w:p>
        </w:tc>
      </w:tr>
      <w:tr w:rsidR="000167B2" w:rsidTr="00CB7B00">
        <w:tc>
          <w:tcPr>
            <w:tcW w:w="0" w:type="auto"/>
          </w:tcPr>
          <w:p w:rsidR="000167B2" w:rsidRDefault="000167B2" w:rsidP="00650C15">
            <w:pPr>
              <w:pStyle w:val="TableBody"/>
            </w:pPr>
            <w:r>
              <w:t>3</w:t>
            </w:r>
          </w:p>
        </w:tc>
        <w:tc>
          <w:tcPr>
            <w:tcW w:w="0" w:type="auto"/>
          </w:tcPr>
          <w:p w:rsidR="000167B2" w:rsidRDefault="000167B2" w:rsidP="00650C15">
            <w:pPr>
              <w:pStyle w:val="TableBody"/>
            </w:pPr>
            <w:r>
              <w:t>Check</w:t>
            </w:r>
          </w:p>
        </w:tc>
        <w:tc>
          <w:tcPr>
            <w:tcW w:w="0" w:type="auto"/>
          </w:tcPr>
          <w:p w:rsidR="000167B2" w:rsidRDefault="000167B2" w:rsidP="00650C15">
            <w:pPr>
              <w:pStyle w:val="TableBody"/>
              <w:numPr>
                <w:ilvl w:val="0"/>
                <w:numId w:val="12"/>
              </w:numPr>
              <w:ind w:left="216" w:hanging="216"/>
            </w:pPr>
            <w:r>
              <w:t>Check each defect fix for correctness.</w:t>
            </w:r>
          </w:p>
          <w:p w:rsidR="000167B2" w:rsidRDefault="000167B2" w:rsidP="00650C15">
            <w:pPr>
              <w:pStyle w:val="TableBody"/>
              <w:numPr>
                <w:ilvl w:val="0"/>
                <w:numId w:val="12"/>
              </w:numPr>
              <w:ind w:left="216" w:hanging="216"/>
            </w:pPr>
            <w:r>
              <w:t>Re-review all design changes.</w:t>
            </w:r>
          </w:p>
          <w:p w:rsidR="000167B2" w:rsidRDefault="000167B2" w:rsidP="00650C15">
            <w:pPr>
              <w:pStyle w:val="TableBody"/>
              <w:numPr>
                <w:ilvl w:val="0"/>
                <w:numId w:val="12"/>
              </w:numPr>
              <w:ind w:left="216" w:hanging="216"/>
            </w:pPr>
            <w:r>
              <w:t>Record any fix defects as new defects and, where you know the number of the defect with the incorrect fix, enter it in the fix defect space.</w:t>
            </w:r>
          </w:p>
        </w:tc>
      </w:tr>
    </w:tbl>
    <w:p w:rsidR="000167B2" w:rsidRDefault="000167B2" w:rsidP="000167B2">
      <w:pPr>
        <w:rPr>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5"/>
        <w:gridCol w:w="5056"/>
      </w:tblGrid>
      <w:tr w:rsidR="000167B2" w:rsidTr="00CB7B00">
        <w:tc>
          <w:tcPr>
            <w:tcW w:w="0" w:type="auto"/>
          </w:tcPr>
          <w:p w:rsidR="000167B2" w:rsidRPr="00E9575A" w:rsidRDefault="000167B2" w:rsidP="00650C15">
            <w:pPr>
              <w:pStyle w:val="TableHeading"/>
            </w:pPr>
            <w:r w:rsidRPr="00E9575A">
              <w:t>Exit Criteria</w:t>
            </w:r>
          </w:p>
        </w:tc>
        <w:tc>
          <w:tcPr>
            <w:tcW w:w="0" w:type="auto"/>
          </w:tcPr>
          <w:p w:rsidR="000167B2" w:rsidRDefault="000167B2" w:rsidP="00650C15">
            <w:pPr>
              <w:pStyle w:val="TableBody"/>
              <w:numPr>
                <w:ilvl w:val="0"/>
                <w:numId w:val="13"/>
              </w:numPr>
              <w:ind w:left="216" w:hanging="216"/>
            </w:pPr>
            <w:r>
              <w:t>A fully reviewed source program</w:t>
            </w:r>
          </w:p>
          <w:p w:rsidR="000167B2" w:rsidRDefault="000167B2" w:rsidP="00650C15">
            <w:pPr>
              <w:pStyle w:val="TableBody"/>
              <w:numPr>
                <w:ilvl w:val="0"/>
                <w:numId w:val="13"/>
              </w:numPr>
              <w:ind w:left="216" w:hanging="216"/>
            </w:pPr>
            <w:r>
              <w:t>One or more Code Review checklists for every program reviewed</w:t>
            </w:r>
          </w:p>
          <w:p w:rsidR="000167B2" w:rsidRDefault="000167B2" w:rsidP="00650C15">
            <w:pPr>
              <w:pStyle w:val="TableBody"/>
              <w:numPr>
                <w:ilvl w:val="0"/>
                <w:numId w:val="13"/>
              </w:numPr>
              <w:ind w:left="216" w:hanging="216"/>
            </w:pPr>
            <w:r>
              <w:t>All identified defects fixed</w:t>
            </w:r>
          </w:p>
          <w:p w:rsidR="000167B2" w:rsidRDefault="000167B2" w:rsidP="00650C15">
            <w:pPr>
              <w:pStyle w:val="TableBody"/>
              <w:numPr>
                <w:ilvl w:val="0"/>
                <w:numId w:val="13"/>
              </w:numPr>
              <w:ind w:left="216" w:hanging="216"/>
            </w:pPr>
            <w:r>
              <w:t>Completed Time and Defect Recording logs</w:t>
            </w:r>
          </w:p>
        </w:tc>
      </w:tr>
    </w:tbl>
    <w:p w:rsidR="00631F1F" w:rsidRDefault="00631F1F" w:rsidP="00631F1F">
      <w:pPr>
        <w:pStyle w:val="Body"/>
      </w:pPr>
    </w:p>
    <w:p w:rsidR="00631F1F" w:rsidRDefault="00631F1F" w:rsidP="00631F1F">
      <w:pPr>
        <w:pStyle w:val="Heading1"/>
      </w:pPr>
      <w:r>
        <w:br w:type="page"/>
      </w:r>
    </w:p>
    <w:p w:rsidR="000167B2" w:rsidRDefault="000167B2" w:rsidP="00A22646">
      <w:pPr>
        <w:pStyle w:val="Heading1"/>
        <w:spacing w:after="240"/>
      </w:pPr>
      <w:r>
        <w:t>Code Review Checklist</w:t>
      </w:r>
    </w:p>
    <w:tbl>
      <w:tblPr>
        <w:tblW w:w="5000" w:type="pct"/>
        <w:tblLayout w:type="fixed"/>
        <w:tblLook w:val="0000" w:firstRow="0" w:lastRow="0" w:firstColumn="0" w:lastColumn="0" w:noHBand="0" w:noVBand="0"/>
      </w:tblPr>
      <w:tblGrid>
        <w:gridCol w:w="1535"/>
        <w:gridCol w:w="4450"/>
        <w:gridCol w:w="1258"/>
        <w:gridCol w:w="1397"/>
      </w:tblGrid>
      <w:tr w:rsidR="000167B2" w:rsidTr="00631F1F">
        <w:trPr>
          <w:cantSplit/>
        </w:trPr>
        <w:tc>
          <w:tcPr>
            <w:tcW w:w="1584" w:type="dxa"/>
          </w:tcPr>
          <w:p w:rsidR="000167B2" w:rsidRDefault="000167B2" w:rsidP="00A22646">
            <w:pPr>
              <w:spacing w:after="40"/>
              <w:rPr>
                <w:sz w:val="20"/>
              </w:rPr>
            </w:pPr>
            <w:r>
              <w:rPr>
                <w:sz w:val="20"/>
              </w:rPr>
              <w:t>Student</w:t>
            </w:r>
          </w:p>
        </w:tc>
        <w:tc>
          <w:tcPr>
            <w:tcW w:w="4608" w:type="dxa"/>
            <w:tcBorders>
              <w:top w:val="nil"/>
              <w:left w:val="nil"/>
              <w:bottom w:val="single" w:sz="6" w:space="0" w:color="auto"/>
              <w:right w:val="nil"/>
            </w:tcBorders>
          </w:tcPr>
          <w:p w:rsidR="000167B2" w:rsidRDefault="000167B2" w:rsidP="00A22646">
            <w:pPr>
              <w:spacing w:after="40"/>
              <w:rPr>
                <w:sz w:val="20"/>
              </w:rPr>
            </w:pPr>
          </w:p>
        </w:tc>
        <w:tc>
          <w:tcPr>
            <w:tcW w:w="1296" w:type="dxa"/>
          </w:tcPr>
          <w:p w:rsidR="000167B2" w:rsidRDefault="000167B2" w:rsidP="00A22646">
            <w:pPr>
              <w:spacing w:after="40"/>
              <w:rPr>
                <w:sz w:val="20"/>
              </w:rPr>
            </w:pPr>
            <w:r>
              <w:rPr>
                <w:sz w:val="20"/>
              </w:rPr>
              <w:t>Date</w:t>
            </w:r>
          </w:p>
        </w:tc>
        <w:tc>
          <w:tcPr>
            <w:tcW w:w="1440" w:type="dxa"/>
            <w:tcBorders>
              <w:top w:val="nil"/>
              <w:left w:val="nil"/>
              <w:bottom w:val="single" w:sz="6" w:space="0" w:color="auto"/>
              <w:right w:val="nil"/>
            </w:tcBorders>
          </w:tcPr>
          <w:p w:rsidR="000167B2" w:rsidRDefault="000167B2" w:rsidP="00A22646">
            <w:pPr>
              <w:spacing w:after="40"/>
              <w:rPr>
                <w:sz w:val="20"/>
              </w:rPr>
            </w:pPr>
          </w:p>
        </w:tc>
      </w:tr>
      <w:tr w:rsidR="000167B2" w:rsidTr="00631F1F">
        <w:trPr>
          <w:cantSplit/>
        </w:trPr>
        <w:tc>
          <w:tcPr>
            <w:tcW w:w="1584" w:type="dxa"/>
          </w:tcPr>
          <w:p w:rsidR="000167B2" w:rsidRDefault="000167B2" w:rsidP="00A22646">
            <w:pPr>
              <w:spacing w:after="40"/>
              <w:rPr>
                <w:sz w:val="20"/>
              </w:rPr>
            </w:pPr>
            <w:r>
              <w:rPr>
                <w:sz w:val="20"/>
              </w:rPr>
              <w:t>Program</w:t>
            </w:r>
          </w:p>
        </w:tc>
        <w:tc>
          <w:tcPr>
            <w:tcW w:w="4608" w:type="dxa"/>
          </w:tcPr>
          <w:p w:rsidR="000167B2" w:rsidRDefault="000167B2" w:rsidP="00A22646">
            <w:pPr>
              <w:spacing w:after="40"/>
              <w:rPr>
                <w:sz w:val="20"/>
              </w:rPr>
            </w:pPr>
          </w:p>
        </w:tc>
        <w:tc>
          <w:tcPr>
            <w:tcW w:w="1296" w:type="dxa"/>
          </w:tcPr>
          <w:p w:rsidR="000167B2" w:rsidRDefault="000167B2" w:rsidP="00A22646">
            <w:pPr>
              <w:spacing w:after="40"/>
              <w:rPr>
                <w:sz w:val="20"/>
              </w:rPr>
            </w:pPr>
            <w:r>
              <w:rPr>
                <w:sz w:val="20"/>
              </w:rPr>
              <w:t>Program #</w:t>
            </w:r>
          </w:p>
        </w:tc>
        <w:tc>
          <w:tcPr>
            <w:tcW w:w="1440" w:type="dxa"/>
          </w:tcPr>
          <w:p w:rsidR="000167B2" w:rsidRDefault="000167B2" w:rsidP="00A22646">
            <w:pPr>
              <w:spacing w:after="40"/>
              <w:jc w:val="center"/>
              <w:rPr>
                <w:sz w:val="20"/>
              </w:rPr>
            </w:pPr>
            <w:r>
              <w:rPr>
                <w:sz w:val="20"/>
              </w:rPr>
              <w:t>1A</w:t>
            </w:r>
          </w:p>
        </w:tc>
      </w:tr>
      <w:tr w:rsidR="000167B2" w:rsidTr="00631F1F">
        <w:trPr>
          <w:cantSplit/>
        </w:trPr>
        <w:tc>
          <w:tcPr>
            <w:tcW w:w="1584" w:type="dxa"/>
          </w:tcPr>
          <w:p w:rsidR="000167B2" w:rsidRDefault="000167B2" w:rsidP="00A22646">
            <w:pPr>
              <w:spacing w:after="40"/>
              <w:rPr>
                <w:sz w:val="20"/>
              </w:rPr>
            </w:pPr>
            <w:r>
              <w:rPr>
                <w:sz w:val="20"/>
              </w:rPr>
              <w:t>Instructor</w:t>
            </w:r>
          </w:p>
        </w:tc>
        <w:tc>
          <w:tcPr>
            <w:tcW w:w="4608" w:type="dxa"/>
            <w:tcBorders>
              <w:top w:val="single" w:sz="6" w:space="0" w:color="auto"/>
              <w:left w:val="nil"/>
              <w:bottom w:val="single" w:sz="6" w:space="0" w:color="auto"/>
              <w:right w:val="nil"/>
            </w:tcBorders>
          </w:tcPr>
          <w:p w:rsidR="000167B2" w:rsidRDefault="000167B2" w:rsidP="00A22646">
            <w:pPr>
              <w:spacing w:after="40"/>
              <w:rPr>
                <w:sz w:val="20"/>
              </w:rPr>
            </w:pPr>
          </w:p>
        </w:tc>
        <w:tc>
          <w:tcPr>
            <w:tcW w:w="1296" w:type="dxa"/>
          </w:tcPr>
          <w:p w:rsidR="000167B2" w:rsidRDefault="000167B2" w:rsidP="00A22646">
            <w:pPr>
              <w:spacing w:after="40"/>
              <w:rPr>
                <w:sz w:val="20"/>
              </w:rPr>
            </w:pPr>
            <w:r>
              <w:rPr>
                <w:sz w:val="20"/>
              </w:rPr>
              <w:t>Language</w:t>
            </w:r>
          </w:p>
        </w:tc>
        <w:tc>
          <w:tcPr>
            <w:tcW w:w="1440" w:type="dxa"/>
            <w:tcBorders>
              <w:top w:val="single" w:sz="6" w:space="0" w:color="auto"/>
              <w:left w:val="nil"/>
              <w:bottom w:val="single" w:sz="6" w:space="0" w:color="auto"/>
              <w:right w:val="nil"/>
            </w:tcBorders>
          </w:tcPr>
          <w:p w:rsidR="000167B2" w:rsidRDefault="000167B2" w:rsidP="00A22646">
            <w:pPr>
              <w:spacing w:after="40"/>
              <w:jc w:val="center"/>
              <w:rPr>
                <w:sz w:val="20"/>
              </w:rPr>
            </w:pPr>
            <w:r>
              <w:rPr>
                <w:sz w:val="20"/>
              </w:rPr>
              <w:t>C++</w:t>
            </w:r>
          </w:p>
        </w:tc>
      </w:tr>
    </w:tbl>
    <w:p w:rsidR="000167B2" w:rsidRDefault="000167B2" w:rsidP="00A22646">
      <w:pPr>
        <w:spacing w:after="40" w:line="360" w:lineRule="auto"/>
        <w:jc w:val="both"/>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0"/>
        <w:gridCol w:w="6870"/>
      </w:tblGrid>
      <w:tr w:rsidR="000167B2" w:rsidTr="00BC4F62">
        <w:tc>
          <w:tcPr>
            <w:tcW w:w="1760" w:type="dxa"/>
          </w:tcPr>
          <w:p w:rsidR="000167B2" w:rsidRDefault="000167B2" w:rsidP="00631F1F">
            <w:pPr>
              <w:pStyle w:val="TableHeading"/>
            </w:pPr>
            <w:r>
              <w:t>Purpose</w:t>
            </w:r>
          </w:p>
        </w:tc>
        <w:tc>
          <w:tcPr>
            <w:tcW w:w="6870" w:type="dxa"/>
          </w:tcPr>
          <w:p w:rsidR="000167B2" w:rsidRDefault="000167B2" w:rsidP="00631F1F">
            <w:pPr>
              <w:pStyle w:val="TableBody"/>
            </w:pPr>
            <w:r>
              <w:t>To guide you in conducting an effective code review</w:t>
            </w:r>
          </w:p>
        </w:tc>
      </w:tr>
      <w:tr w:rsidR="000167B2" w:rsidTr="00BC4F62">
        <w:tc>
          <w:tcPr>
            <w:tcW w:w="1760" w:type="dxa"/>
          </w:tcPr>
          <w:p w:rsidR="000167B2" w:rsidRDefault="000167B2" w:rsidP="00631F1F">
            <w:pPr>
              <w:pStyle w:val="TableHeading"/>
            </w:pPr>
            <w:r>
              <w:t>General</w:t>
            </w:r>
          </w:p>
        </w:tc>
        <w:tc>
          <w:tcPr>
            <w:tcW w:w="6870" w:type="dxa"/>
          </w:tcPr>
          <w:p w:rsidR="000167B2" w:rsidRDefault="000167B2" w:rsidP="00631F1F">
            <w:pPr>
              <w:pStyle w:val="TableBody"/>
              <w:numPr>
                <w:ilvl w:val="0"/>
                <w:numId w:val="14"/>
              </w:numPr>
              <w:ind w:left="216" w:hanging="216"/>
            </w:pPr>
            <w:r>
              <w:t>Review the entire program for each checklist category; do not attempt to review for more than one category at a time!</w:t>
            </w:r>
          </w:p>
          <w:p w:rsidR="000167B2" w:rsidRDefault="000167B2" w:rsidP="00631F1F">
            <w:pPr>
              <w:pStyle w:val="TableBody"/>
              <w:numPr>
                <w:ilvl w:val="0"/>
                <w:numId w:val="14"/>
              </w:numPr>
              <w:ind w:left="216" w:hanging="216"/>
            </w:pPr>
            <w:r>
              <w:t>As you complete each review step, check off that item in the box at the right.</w:t>
            </w:r>
          </w:p>
          <w:p w:rsidR="000167B2" w:rsidRDefault="000167B2" w:rsidP="00631F1F">
            <w:pPr>
              <w:pStyle w:val="TableBody"/>
              <w:numPr>
                <w:ilvl w:val="0"/>
                <w:numId w:val="14"/>
              </w:numPr>
              <w:ind w:left="216" w:hanging="216"/>
            </w:pPr>
            <w:r>
              <w:t xml:space="preserve">Complete the checklist for one program or program unit before reviewing the next. </w:t>
            </w:r>
          </w:p>
        </w:tc>
      </w:tr>
    </w:tbl>
    <w:p w:rsidR="000167B2" w:rsidRDefault="000167B2" w:rsidP="000167B2">
      <w:pPr>
        <w:spacing w:line="360" w:lineRule="auto"/>
        <w:jc w:val="both"/>
        <w:rPr>
          <w:b/>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5840"/>
        <w:gridCol w:w="257"/>
        <w:gridCol w:w="239"/>
        <w:gridCol w:w="257"/>
        <w:gridCol w:w="239"/>
      </w:tblGrid>
      <w:tr w:rsidR="000167B2" w:rsidTr="00BC4F62">
        <w:tc>
          <w:tcPr>
            <w:tcW w:w="1764" w:type="dxa"/>
          </w:tcPr>
          <w:p w:rsidR="000167B2" w:rsidRDefault="000167B2" w:rsidP="00631F1F">
            <w:pPr>
              <w:pStyle w:val="TableBody"/>
            </w:pPr>
            <w:r>
              <w:t>Complete</w:t>
            </w:r>
          </w:p>
        </w:tc>
        <w:tc>
          <w:tcPr>
            <w:tcW w:w="5732" w:type="dxa"/>
          </w:tcPr>
          <w:p w:rsidR="000167B2" w:rsidRDefault="000167B2" w:rsidP="00631F1F">
            <w:pPr>
              <w:pStyle w:val="TableBody"/>
            </w:pPr>
            <w:r>
              <w:t>Verify that the code covers all of the design.</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r w:rsidR="000167B2" w:rsidTr="00BC4F62">
        <w:tc>
          <w:tcPr>
            <w:tcW w:w="1764" w:type="dxa"/>
          </w:tcPr>
          <w:p w:rsidR="000167B2" w:rsidRDefault="000167B2" w:rsidP="00631F1F">
            <w:pPr>
              <w:pStyle w:val="TableBody"/>
            </w:pPr>
            <w:r>
              <w:t>Includes</w:t>
            </w:r>
          </w:p>
        </w:tc>
        <w:tc>
          <w:tcPr>
            <w:tcW w:w="5732" w:type="dxa"/>
          </w:tcPr>
          <w:p w:rsidR="000167B2" w:rsidRDefault="000167B2" w:rsidP="00631F1F">
            <w:pPr>
              <w:pStyle w:val="TableBody"/>
            </w:pPr>
            <w:r>
              <w:t>Verify that the includes are complete.</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r w:rsidR="000167B2" w:rsidTr="00BC4F62">
        <w:tc>
          <w:tcPr>
            <w:tcW w:w="1764" w:type="dxa"/>
          </w:tcPr>
          <w:p w:rsidR="000167B2" w:rsidRDefault="000167B2" w:rsidP="00631F1F">
            <w:pPr>
              <w:pStyle w:val="TableBody"/>
            </w:pPr>
            <w:r>
              <w:t>Initialization</w:t>
            </w:r>
          </w:p>
        </w:tc>
        <w:tc>
          <w:tcPr>
            <w:tcW w:w="5732" w:type="dxa"/>
          </w:tcPr>
          <w:p w:rsidR="000167B2" w:rsidRDefault="000167B2" w:rsidP="00631F1F">
            <w:pPr>
              <w:pStyle w:val="TableBody"/>
            </w:pPr>
            <w:r>
              <w:t>Check variable and parameter initialization</w:t>
            </w:r>
          </w:p>
          <w:p w:rsidR="000167B2" w:rsidRDefault="000167B2" w:rsidP="00631F1F">
            <w:pPr>
              <w:pStyle w:val="TableBodyBullet"/>
            </w:pPr>
            <w:r>
              <w:t>at program initiation</w:t>
            </w:r>
          </w:p>
          <w:p w:rsidR="000167B2" w:rsidRDefault="000167B2" w:rsidP="00631F1F">
            <w:pPr>
              <w:pStyle w:val="TableBodyBullet"/>
            </w:pPr>
            <w:r>
              <w:t>at start of every loop</w:t>
            </w:r>
          </w:p>
          <w:p w:rsidR="000167B2" w:rsidRDefault="000167B2" w:rsidP="00631F1F">
            <w:pPr>
              <w:pStyle w:val="TableBodyBullet"/>
            </w:pPr>
            <w:r>
              <w:t>at class/function/procedure entry</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r w:rsidR="000167B2" w:rsidTr="00BC4F62">
        <w:tc>
          <w:tcPr>
            <w:tcW w:w="1764" w:type="dxa"/>
          </w:tcPr>
          <w:p w:rsidR="000167B2" w:rsidRDefault="000167B2" w:rsidP="00631F1F">
            <w:pPr>
              <w:pStyle w:val="TableBody"/>
            </w:pPr>
            <w:r>
              <w:t>Calls</w:t>
            </w:r>
          </w:p>
        </w:tc>
        <w:tc>
          <w:tcPr>
            <w:tcW w:w="5732" w:type="dxa"/>
          </w:tcPr>
          <w:p w:rsidR="000167B2" w:rsidRDefault="000167B2" w:rsidP="00631F1F">
            <w:pPr>
              <w:pStyle w:val="TableBody"/>
            </w:pPr>
            <w:r>
              <w:t>Check function call formats</w:t>
            </w:r>
            <w:r w:rsidR="00CB7B00">
              <w:t>:</w:t>
            </w:r>
          </w:p>
          <w:p w:rsidR="000167B2" w:rsidRDefault="000167B2" w:rsidP="00631F1F">
            <w:pPr>
              <w:pStyle w:val="TableBodyBullet"/>
            </w:pPr>
            <w:r>
              <w:t>pointers</w:t>
            </w:r>
          </w:p>
          <w:p w:rsidR="000167B2" w:rsidRDefault="000167B2" w:rsidP="00631F1F">
            <w:pPr>
              <w:pStyle w:val="TableBodyBullet"/>
            </w:pPr>
            <w:r>
              <w:t>parameters</w:t>
            </w:r>
          </w:p>
          <w:p w:rsidR="000167B2" w:rsidRDefault="000167B2" w:rsidP="00631F1F">
            <w:pPr>
              <w:pStyle w:val="TableBodyBullet"/>
            </w:pPr>
            <w:r>
              <w:t>use of ‘&amp;’</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r w:rsidR="000167B2" w:rsidTr="00BC4F62">
        <w:tc>
          <w:tcPr>
            <w:tcW w:w="1764" w:type="dxa"/>
          </w:tcPr>
          <w:p w:rsidR="000167B2" w:rsidRDefault="000167B2" w:rsidP="00631F1F">
            <w:pPr>
              <w:pStyle w:val="TableBody"/>
            </w:pPr>
            <w:r>
              <w:t>Names</w:t>
            </w:r>
          </w:p>
        </w:tc>
        <w:tc>
          <w:tcPr>
            <w:tcW w:w="5732" w:type="dxa"/>
          </w:tcPr>
          <w:p w:rsidR="000167B2" w:rsidRDefault="000167B2" w:rsidP="00631F1F">
            <w:pPr>
              <w:pStyle w:val="TableBody"/>
            </w:pPr>
            <w:r>
              <w:t>Check name spelling and use</w:t>
            </w:r>
            <w:r w:rsidR="00CB7B00">
              <w:t>:</w:t>
            </w:r>
          </w:p>
          <w:p w:rsidR="000167B2" w:rsidRDefault="000167B2" w:rsidP="00631F1F">
            <w:pPr>
              <w:pStyle w:val="TableBodyBullet"/>
            </w:pPr>
            <w:r>
              <w:t>Is it consistent?</w:t>
            </w:r>
          </w:p>
          <w:p w:rsidR="000167B2" w:rsidRDefault="000167B2" w:rsidP="00631F1F">
            <w:pPr>
              <w:pStyle w:val="TableBodyBullet"/>
            </w:pPr>
            <w:r>
              <w:t>Is it within the declared scope?</w:t>
            </w:r>
          </w:p>
          <w:p w:rsidR="000167B2" w:rsidRDefault="000167B2" w:rsidP="00631F1F">
            <w:pPr>
              <w:pStyle w:val="TableBodyBullet"/>
            </w:pPr>
            <w:r>
              <w:t>Do all structures and classes use ‘.’ reference?</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r w:rsidR="000167B2" w:rsidTr="00BC4F62">
        <w:tc>
          <w:tcPr>
            <w:tcW w:w="1764" w:type="dxa"/>
          </w:tcPr>
          <w:p w:rsidR="000167B2" w:rsidRDefault="000167B2" w:rsidP="00631F1F">
            <w:pPr>
              <w:pStyle w:val="TableBody"/>
            </w:pPr>
            <w:r>
              <w:t>Strings</w:t>
            </w:r>
          </w:p>
        </w:tc>
        <w:tc>
          <w:tcPr>
            <w:tcW w:w="5732" w:type="dxa"/>
          </w:tcPr>
          <w:p w:rsidR="000167B2" w:rsidRDefault="000167B2" w:rsidP="00631F1F">
            <w:pPr>
              <w:pStyle w:val="TableBody"/>
            </w:pPr>
            <w:r>
              <w:t>Check that all strings are</w:t>
            </w:r>
          </w:p>
          <w:p w:rsidR="000167B2" w:rsidRDefault="000167B2" w:rsidP="00631F1F">
            <w:pPr>
              <w:pStyle w:val="TableBodyBullet"/>
            </w:pPr>
            <w:r>
              <w:t>identified by pointers</w:t>
            </w:r>
          </w:p>
          <w:p w:rsidR="000167B2" w:rsidRDefault="000167B2" w:rsidP="00631F1F">
            <w:pPr>
              <w:pStyle w:val="TableBodyBullet"/>
            </w:pPr>
            <w:r>
              <w:t>terminated by NULL</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r w:rsidR="000167B2" w:rsidTr="00BC4F62">
        <w:tc>
          <w:tcPr>
            <w:tcW w:w="1764" w:type="dxa"/>
          </w:tcPr>
          <w:p w:rsidR="000167B2" w:rsidRDefault="000167B2" w:rsidP="00631F1F">
            <w:pPr>
              <w:pStyle w:val="TableBody"/>
            </w:pPr>
            <w:r>
              <w:t>Pointers</w:t>
            </w:r>
          </w:p>
        </w:tc>
        <w:tc>
          <w:tcPr>
            <w:tcW w:w="5732" w:type="dxa"/>
          </w:tcPr>
          <w:p w:rsidR="000167B2" w:rsidRDefault="000167B2" w:rsidP="00631F1F">
            <w:pPr>
              <w:pStyle w:val="TableBody"/>
            </w:pPr>
            <w:r>
              <w:t>Check that all</w:t>
            </w:r>
          </w:p>
          <w:p w:rsidR="000167B2" w:rsidRDefault="000167B2" w:rsidP="00631F1F">
            <w:pPr>
              <w:pStyle w:val="TableBodyBullet"/>
            </w:pPr>
            <w:r>
              <w:t>pointers are initialized NULL</w:t>
            </w:r>
          </w:p>
          <w:p w:rsidR="000167B2" w:rsidRDefault="000167B2" w:rsidP="00631F1F">
            <w:pPr>
              <w:pStyle w:val="TableBodyBullet"/>
            </w:pPr>
            <w:r>
              <w:t>pointers are deleted only after new</w:t>
            </w:r>
          </w:p>
          <w:p w:rsidR="000167B2" w:rsidRDefault="000167B2" w:rsidP="00631F1F">
            <w:pPr>
              <w:pStyle w:val="TableBodyBullet"/>
            </w:pPr>
            <w:r>
              <w:t>new pointers are always deleted after use</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r w:rsidR="000167B2" w:rsidTr="00BC4F62">
        <w:tc>
          <w:tcPr>
            <w:tcW w:w="1764" w:type="dxa"/>
          </w:tcPr>
          <w:p w:rsidR="000167B2" w:rsidRDefault="000167B2" w:rsidP="00BC4F62">
            <w:pPr>
              <w:pStyle w:val="TableBody"/>
            </w:pPr>
            <w:r>
              <w:t xml:space="preserve">Output </w:t>
            </w:r>
            <w:r w:rsidR="00BC4F62">
              <w:t>F</w:t>
            </w:r>
            <w:r>
              <w:t>ormat</w:t>
            </w:r>
          </w:p>
        </w:tc>
        <w:tc>
          <w:tcPr>
            <w:tcW w:w="5732" w:type="dxa"/>
          </w:tcPr>
          <w:p w:rsidR="000167B2" w:rsidRDefault="000167B2" w:rsidP="00631F1F">
            <w:pPr>
              <w:pStyle w:val="TableBody"/>
            </w:pPr>
            <w:r>
              <w:t>Check the output format</w:t>
            </w:r>
            <w:r w:rsidR="00CB7B00">
              <w:t>:</w:t>
            </w:r>
          </w:p>
          <w:p w:rsidR="000167B2" w:rsidRDefault="000167B2" w:rsidP="00631F1F">
            <w:pPr>
              <w:pStyle w:val="TableBodyBullet"/>
            </w:pPr>
            <w:r>
              <w:t>Line stepping is proper.</w:t>
            </w:r>
          </w:p>
          <w:p w:rsidR="000167B2" w:rsidRDefault="000167B2" w:rsidP="00631F1F">
            <w:pPr>
              <w:pStyle w:val="TableBodyBullet"/>
            </w:pPr>
            <w:r>
              <w:t>Spacing is proper.</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r w:rsidR="000167B2" w:rsidTr="00BC4F62">
        <w:tc>
          <w:tcPr>
            <w:tcW w:w="1764" w:type="dxa"/>
          </w:tcPr>
          <w:p w:rsidR="000167B2" w:rsidRDefault="000167B2" w:rsidP="00631F1F">
            <w:pPr>
              <w:pStyle w:val="TableBody"/>
            </w:pPr>
            <w:r>
              <w:t>() Pairs</w:t>
            </w:r>
          </w:p>
        </w:tc>
        <w:tc>
          <w:tcPr>
            <w:tcW w:w="5732" w:type="dxa"/>
          </w:tcPr>
          <w:p w:rsidR="000167B2" w:rsidRDefault="000167B2" w:rsidP="00631F1F">
            <w:pPr>
              <w:pStyle w:val="TableBody"/>
            </w:pPr>
            <w:r>
              <w:t>Ensure that () are proper and matched.</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r w:rsidR="000167B2" w:rsidTr="00BC4F62">
        <w:tc>
          <w:tcPr>
            <w:tcW w:w="1764" w:type="dxa"/>
          </w:tcPr>
          <w:p w:rsidR="000167B2" w:rsidRDefault="000167B2" w:rsidP="00BC4F62">
            <w:pPr>
              <w:pStyle w:val="TableBody"/>
            </w:pPr>
            <w:r>
              <w:t xml:space="preserve">Logic </w:t>
            </w:r>
            <w:r w:rsidR="00BC4F62">
              <w:t>O</w:t>
            </w:r>
            <w:r>
              <w:t>perators</w:t>
            </w:r>
          </w:p>
        </w:tc>
        <w:tc>
          <w:tcPr>
            <w:tcW w:w="5732" w:type="dxa"/>
          </w:tcPr>
          <w:p w:rsidR="000167B2" w:rsidRDefault="000167B2" w:rsidP="00631F1F">
            <w:pPr>
              <w:pStyle w:val="TableBody"/>
            </w:pPr>
            <w:r>
              <w:t>Verify the proper use of ==, =, ||, and so on.</w:t>
            </w:r>
          </w:p>
          <w:p w:rsidR="000167B2" w:rsidRDefault="000167B2" w:rsidP="00631F1F">
            <w:pPr>
              <w:pStyle w:val="TableBody"/>
            </w:pPr>
            <w:r>
              <w:t>Check every logic function for ().</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r w:rsidR="000167B2" w:rsidTr="00BC4F62">
        <w:tc>
          <w:tcPr>
            <w:tcW w:w="1764" w:type="dxa"/>
          </w:tcPr>
          <w:p w:rsidR="000167B2" w:rsidRDefault="000167B2" w:rsidP="00BC4F62">
            <w:pPr>
              <w:pStyle w:val="TableBody"/>
            </w:pPr>
            <w:r>
              <w:t>Line-by-</w:t>
            </w:r>
            <w:r w:rsidR="00BC4F62">
              <w:t>L</w:t>
            </w:r>
            <w:r>
              <w:t xml:space="preserve">ine </w:t>
            </w:r>
            <w:r w:rsidR="00BC4F62">
              <w:t>C</w:t>
            </w:r>
            <w:r>
              <w:t>heck</w:t>
            </w:r>
          </w:p>
        </w:tc>
        <w:tc>
          <w:tcPr>
            <w:tcW w:w="5732" w:type="dxa"/>
          </w:tcPr>
          <w:p w:rsidR="000167B2" w:rsidRDefault="000167B2" w:rsidP="00631F1F">
            <w:pPr>
              <w:pStyle w:val="TableBody"/>
            </w:pPr>
            <w:r>
              <w:t>Check every line of code for</w:t>
            </w:r>
          </w:p>
          <w:p w:rsidR="000167B2" w:rsidRDefault="000167B2" w:rsidP="00631F1F">
            <w:pPr>
              <w:pStyle w:val="TableBodyBullet"/>
            </w:pPr>
            <w:r>
              <w:t>instruction syntax</w:t>
            </w:r>
          </w:p>
          <w:p w:rsidR="000167B2" w:rsidRDefault="000167B2" w:rsidP="00631F1F">
            <w:pPr>
              <w:pStyle w:val="TableBodyBullet"/>
            </w:pPr>
            <w:r>
              <w:t>proper punctuation</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r w:rsidR="000167B2" w:rsidTr="00BC4F62">
        <w:tc>
          <w:tcPr>
            <w:tcW w:w="1764" w:type="dxa"/>
          </w:tcPr>
          <w:p w:rsidR="000167B2" w:rsidRDefault="000167B2" w:rsidP="00631F1F">
            <w:pPr>
              <w:pStyle w:val="TableBody"/>
            </w:pPr>
            <w:r>
              <w:t>Standards</w:t>
            </w:r>
          </w:p>
        </w:tc>
        <w:tc>
          <w:tcPr>
            <w:tcW w:w="5732" w:type="dxa"/>
          </w:tcPr>
          <w:p w:rsidR="000167B2" w:rsidRDefault="000167B2" w:rsidP="00631F1F">
            <w:pPr>
              <w:pStyle w:val="TableBody"/>
            </w:pPr>
            <w:r>
              <w:t>Ensure that the code conforms to the coding standards.</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r w:rsidR="000167B2" w:rsidTr="00BC4F62">
        <w:tc>
          <w:tcPr>
            <w:tcW w:w="1764" w:type="dxa"/>
          </w:tcPr>
          <w:p w:rsidR="000167B2" w:rsidRDefault="000167B2" w:rsidP="00BC4F62">
            <w:pPr>
              <w:pStyle w:val="TableBody"/>
            </w:pPr>
            <w:r>
              <w:t xml:space="preserve">File </w:t>
            </w:r>
            <w:r w:rsidR="00BC4F62">
              <w:t>O</w:t>
            </w:r>
            <w:r>
              <w:t xml:space="preserve">pen and </w:t>
            </w:r>
            <w:r w:rsidR="00BC4F62">
              <w:t>C</w:t>
            </w:r>
            <w:r>
              <w:t>lose</w:t>
            </w:r>
          </w:p>
        </w:tc>
        <w:tc>
          <w:tcPr>
            <w:tcW w:w="5732" w:type="dxa"/>
          </w:tcPr>
          <w:p w:rsidR="000167B2" w:rsidRDefault="000167B2" w:rsidP="00631F1F">
            <w:pPr>
              <w:pStyle w:val="TableBody"/>
            </w:pPr>
            <w:r>
              <w:t>Verify that all files are</w:t>
            </w:r>
          </w:p>
          <w:p w:rsidR="000167B2" w:rsidRDefault="000167B2" w:rsidP="00631F1F">
            <w:pPr>
              <w:pStyle w:val="TableBodyBullet"/>
            </w:pPr>
            <w:r>
              <w:t>properly declared</w:t>
            </w:r>
          </w:p>
          <w:p w:rsidR="000167B2" w:rsidRDefault="000167B2" w:rsidP="00631F1F">
            <w:pPr>
              <w:pStyle w:val="TableBodyBullet"/>
            </w:pPr>
            <w:r>
              <w:t>opened</w:t>
            </w:r>
          </w:p>
          <w:p w:rsidR="000167B2" w:rsidRDefault="000167B2" w:rsidP="00631F1F">
            <w:pPr>
              <w:pStyle w:val="TableBodyBullet"/>
            </w:pPr>
            <w:r>
              <w:t>closed</w:t>
            </w:r>
          </w:p>
        </w:tc>
        <w:tc>
          <w:tcPr>
            <w:tcW w:w="252" w:type="dxa"/>
          </w:tcPr>
          <w:p w:rsidR="000167B2" w:rsidRDefault="000167B2" w:rsidP="00631F1F">
            <w:pPr>
              <w:pStyle w:val="TableBody"/>
            </w:pPr>
          </w:p>
        </w:tc>
        <w:tc>
          <w:tcPr>
            <w:tcW w:w="235" w:type="dxa"/>
          </w:tcPr>
          <w:p w:rsidR="000167B2" w:rsidRDefault="000167B2" w:rsidP="00631F1F">
            <w:pPr>
              <w:pStyle w:val="TableBody"/>
            </w:pPr>
          </w:p>
        </w:tc>
        <w:tc>
          <w:tcPr>
            <w:tcW w:w="252" w:type="dxa"/>
          </w:tcPr>
          <w:p w:rsidR="000167B2" w:rsidRDefault="000167B2" w:rsidP="00631F1F">
            <w:pPr>
              <w:pStyle w:val="TableBody"/>
            </w:pPr>
          </w:p>
        </w:tc>
        <w:tc>
          <w:tcPr>
            <w:tcW w:w="235" w:type="dxa"/>
          </w:tcPr>
          <w:p w:rsidR="000167B2" w:rsidRDefault="000167B2" w:rsidP="00631F1F">
            <w:pPr>
              <w:pStyle w:val="TableBody"/>
            </w:pPr>
          </w:p>
        </w:tc>
      </w:tr>
    </w:tbl>
    <w:p w:rsidR="000167B2" w:rsidRPr="004A24AD" w:rsidRDefault="000167B2" w:rsidP="00650C15">
      <w:pPr>
        <w:pStyle w:val="Heading1"/>
        <w:keepNext/>
        <w:spacing w:after="240"/>
      </w:pPr>
      <w:r>
        <w:t>Coding Standard</w:t>
      </w:r>
    </w:p>
    <w:tbl>
      <w:tblPr>
        <w:tblW w:w="5000" w:type="pct"/>
        <w:tblLayout w:type="fixed"/>
        <w:tblLook w:val="0000" w:firstRow="0" w:lastRow="0" w:firstColumn="0" w:lastColumn="0" w:noHBand="0" w:noVBand="0"/>
      </w:tblPr>
      <w:tblGrid>
        <w:gridCol w:w="1790"/>
        <w:gridCol w:w="6844"/>
      </w:tblGrid>
      <w:tr w:rsidR="000167B2" w:rsidTr="00BC4F62">
        <w:trPr>
          <w:cantSplit/>
        </w:trPr>
        <w:tc>
          <w:tcPr>
            <w:tcW w:w="1933" w:type="dxa"/>
            <w:tcBorders>
              <w:top w:val="single" w:sz="2" w:space="0" w:color="auto"/>
              <w:left w:val="single" w:sz="2" w:space="0" w:color="auto"/>
            </w:tcBorders>
          </w:tcPr>
          <w:p w:rsidR="000167B2" w:rsidRDefault="000167B2" w:rsidP="00631F1F">
            <w:pPr>
              <w:pStyle w:val="TableBody"/>
            </w:pPr>
            <w:r>
              <w:t>Purpose</w:t>
            </w:r>
          </w:p>
        </w:tc>
        <w:tc>
          <w:tcPr>
            <w:tcW w:w="7452" w:type="dxa"/>
            <w:tcBorders>
              <w:top w:val="single" w:sz="2" w:space="0" w:color="auto"/>
              <w:left w:val="single" w:sz="2" w:space="0" w:color="auto"/>
              <w:bottom w:val="single" w:sz="2" w:space="0" w:color="auto"/>
              <w:right w:val="single" w:sz="2" w:space="0" w:color="auto"/>
            </w:tcBorders>
          </w:tcPr>
          <w:p w:rsidR="000167B2" w:rsidRDefault="000167B2" w:rsidP="00CB7B00">
            <w:pPr>
              <w:pStyle w:val="TableBody"/>
            </w:pPr>
            <w:r>
              <w:t>To guide the development of C++ programs</w:t>
            </w:r>
          </w:p>
        </w:tc>
      </w:tr>
      <w:tr w:rsidR="000167B2" w:rsidTr="00BC4F62">
        <w:trPr>
          <w:cantSplit/>
        </w:trPr>
        <w:tc>
          <w:tcPr>
            <w:tcW w:w="1933" w:type="dxa"/>
            <w:tcBorders>
              <w:top w:val="single" w:sz="2" w:space="0" w:color="auto"/>
              <w:left w:val="single" w:sz="2" w:space="0" w:color="auto"/>
            </w:tcBorders>
          </w:tcPr>
          <w:p w:rsidR="000167B2" w:rsidRDefault="000167B2" w:rsidP="00631F1F">
            <w:pPr>
              <w:pStyle w:val="TableBody"/>
            </w:pPr>
            <w:r>
              <w:t>Program Headers</w:t>
            </w:r>
          </w:p>
        </w:tc>
        <w:tc>
          <w:tcPr>
            <w:tcW w:w="7452" w:type="dxa"/>
            <w:tcBorders>
              <w:top w:val="single" w:sz="2" w:space="0" w:color="auto"/>
              <w:left w:val="single" w:sz="2" w:space="0" w:color="auto"/>
              <w:bottom w:val="single" w:sz="2" w:space="0" w:color="auto"/>
              <w:right w:val="single" w:sz="2" w:space="0" w:color="auto"/>
            </w:tcBorders>
          </w:tcPr>
          <w:p w:rsidR="000167B2" w:rsidRDefault="000167B2" w:rsidP="00631F1F">
            <w:pPr>
              <w:pStyle w:val="TableBody"/>
            </w:pPr>
            <w:r>
              <w:t>Begin all programs with a descriptive header.</w:t>
            </w:r>
          </w:p>
        </w:tc>
      </w:tr>
      <w:tr w:rsidR="000167B2" w:rsidTr="00BC4F62">
        <w:trPr>
          <w:cantSplit/>
        </w:trPr>
        <w:tc>
          <w:tcPr>
            <w:tcW w:w="1933" w:type="dxa"/>
            <w:tcBorders>
              <w:top w:val="single" w:sz="2" w:space="0" w:color="auto"/>
              <w:left w:val="single" w:sz="2" w:space="0" w:color="auto"/>
              <w:bottom w:val="single" w:sz="2" w:space="0" w:color="auto"/>
            </w:tcBorders>
          </w:tcPr>
          <w:p w:rsidR="000167B2" w:rsidRDefault="000167B2" w:rsidP="00631F1F">
            <w:pPr>
              <w:pStyle w:val="TableBody"/>
            </w:pPr>
            <w:r>
              <w:t>Header Format</w:t>
            </w:r>
          </w:p>
        </w:tc>
        <w:tc>
          <w:tcPr>
            <w:tcW w:w="7452" w:type="dxa"/>
            <w:tcBorders>
              <w:top w:val="single" w:sz="2" w:space="0" w:color="auto"/>
              <w:left w:val="single" w:sz="2" w:space="0" w:color="auto"/>
              <w:bottom w:val="single" w:sz="2" w:space="0" w:color="auto"/>
              <w:right w:val="single" w:sz="2" w:space="0" w:color="auto"/>
            </w:tcBorders>
          </w:tcPr>
          <w:p w:rsidR="000167B2" w:rsidRPr="00BC4F62" w:rsidRDefault="000167B2" w:rsidP="00650C15">
            <w:pPr>
              <w:spacing w:after="40"/>
              <w:rPr>
                <w:rFonts w:ascii="Courier" w:hAnsi="Courier"/>
                <w:sz w:val="18"/>
                <w:szCs w:val="18"/>
              </w:rPr>
            </w:pPr>
            <w:r w:rsidRPr="00BC4F62">
              <w:rPr>
                <w:rFonts w:ascii="Courier" w:hAnsi="Courier"/>
                <w:sz w:val="18"/>
                <w:szCs w:val="18"/>
              </w:rPr>
              <w:t>// Project: PSP Training</w:t>
            </w:r>
          </w:p>
          <w:p w:rsidR="000167B2" w:rsidRPr="00BC4F62" w:rsidRDefault="000167B2" w:rsidP="00650C15">
            <w:pPr>
              <w:spacing w:after="40"/>
              <w:rPr>
                <w:rFonts w:ascii="Courier" w:hAnsi="Courier"/>
                <w:sz w:val="18"/>
                <w:szCs w:val="18"/>
              </w:rPr>
            </w:pPr>
            <w:r w:rsidRPr="00BC4F62">
              <w:rPr>
                <w:rFonts w:ascii="Courier" w:hAnsi="Courier"/>
                <w:sz w:val="18"/>
                <w:szCs w:val="18"/>
              </w:rPr>
              <w:t>// Purpose: To meet the requirements stated in</w:t>
            </w:r>
          </w:p>
          <w:p w:rsidR="000167B2" w:rsidRDefault="000167B2" w:rsidP="00A22646">
            <w:pPr>
              <w:spacing w:after="40"/>
              <w:rPr>
                <w:rFonts w:ascii="Courier" w:hAnsi="Courier"/>
                <w:sz w:val="20"/>
              </w:rPr>
            </w:pPr>
            <w:r w:rsidRPr="00BC4F62">
              <w:rPr>
                <w:rFonts w:ascii="Courier" w:hAnsi="Courier"/>
                <w:sz w:val="18"/>
                <w:szCs w:val="18"/>
              </w:rPr>
              <w:t>// Assignment 2A.</w:t>
            </w:r>
          </w:p>
        </w:tc>
      </w:tr>
      <w:tr w:rsidR="000167B2" w:rsidTr="00BC4F62">
        <w:trPr>
          <w:cantSplit/>
        </w:trPr>
        <w:tc>
          <w:tcPr>
            <w:tcW w:w="1933" w:type="dxa"/>
            <w:tcBorders>
              <w:top w:val="single" w:sz="2" w:space="0" w:color="auto"/>
              <w:left w:val="single" w:sz="2" w:space="0" w:color="auto"/>
              <w:bottom w:val="single" w:sz="2" w:space="0" w:color="auto"/>
            </w:tcBorders>
          </w:tcPr>
          <w:p w:rsidR="000167B2" w:rsidRDefault="000167B2" w:rsidP="00631F1F">
            <w:pPr>
              <w:pStyle w:val="TableBody"/>
            </w:pPr>
            <w:r>
              <w:t>Use Instructions</w:t>
            </w:r>
          </w:p>
        </w:tc>
        <w:tc>
          <w:tcPr>
            <w:tcW w:w="7452" w:type="dxa"/>
            <w:tcBorders>
              <w:top w:val="single" w:sz="2" w:space="0" w:color="auto"/>
              <w:left w:val="single" w:sz="2" w:space="0" w:color="auto"/>
              <w:bottom w:val="single" w:sz="2" w:space="0" w:color="auto"/>
              <w:right w:val="single" w:sz="2" w:space="0" w:color="auto"/>
            </w:tcBorders>
          </w:tcPr>
          <w:p w:rsidR="000167B2" w:rsidRDefault="000167B2" w:rsidP="00631F1F">
            <w:pPr>
              <w:pStyle w:val="TableBodyBullet"/>
            </w:pPr>
            <w:r>
              <w:t>Des</w:t>
            </w:r>
            <w:r w:rsidR="00CB7B00">
              <w:t xml:space="preserve">cribe how the program is used. </w:t>
            </w:r>
            <w:r>
              <w:t>Provide the declaration format, parameter values and types, and parameter limits.</w:t>
            </w:r>
          </w:p>
          <w:p w:rsidR="000167B2" w:rsidRDefault="000167B2" w:rsidP="00631F1F">
            <w:pPr>
              <w:pStyle w:val="TableBodyBullet"/>
            </w:pPr>
            <w:r>
              <w:t>Provide warnings of illegal values, overflow conditions, or other conditions that could potentially result in improper operation.</w:t>
            </w:r>
          </w:p>
        </w:tc>
      </w:tr>
      <w:tr w:rsidR="000167B2" w:rsidTr="00BC4F62">
        <w:trPr>
          <w:cantSplit/>
        </w:trPr>
        <w:tc>
          <w:tcPr>
            <w:tcW w:w="1933" w:type="dxa"/>
            <w:tcBorders>
              <w:top w:val="single" w:sz="2" w:space="0" w:color="auto"/>
              <w:left w:val="single" w:sz="2" w:space="0" w:color="auto"/>
              <w:bottom w:val="single" w:sz="2" w:space="0" w:color="auto"/>
            </w:tcBorders>
          </w:tcPr>
          <w:p w:rsidR="000167B2" w:rsidRDefault="000167B2" w:rsidP="00631F1F">
            <w:pPr>
              <w:pStyle w:val="TableBody"/>
              <w:rPr>
                <w:lang w:val="fr-FR"/>
              </w:rPr>
            </w:pPr>
            <w:proofErr w:type="spellStart"/>
            <w:r>
              <w:rPr>
                <w:lang w:val="fr-FR"/>
              </w:rPr>
              <w:t>Identifiers</w:t>
            </w:r>
            <w:proofErr w:type="spellEnd"/>
          </w:p>
        </w:tc>
        <w:tc>
          <w:tcPr>
            <w:tcW w:w="7452" w:type="dxa"/>
            <w:tcBorders>
              <w:top w:val="single" w:sz="2" w:space="0" w:color="auto"/>
              <w:left w:val="single" w:sz="2" w:space="0" w:color="auto"/>
              <w:bottom w:val="single" w:sz="2" w:space="0" w:color="auto"/>
              <w:right w:val="single" w:sz="2" w:space="0" w:color="auto"/>
            </w:tcBorders>
          </w:tcPr>
          <w:p w:rsidR="000167B2" w:rsidRDefault="000167B2" w:rsidP="00CB7B00">
            <w:pPr>
              <w:pStyle w:val="TableBody"/>
            </w:pPr>
            <w:r>
              <w:t>Use descriptive names for all variables, function names, constants, and other ide</w:t>
            </w:r>
            <w:r w:rsidR="00E846D0">
              <w:t xml:space="preserve">ntifiers. </w:t>
            </w:r>
            <w:r>
              <w:t>Avoid abbreviations or single</w:t>
            </w:r>
            <w:r w:rsidR="00CB7B00">
              <w:t>-</w:t>
            </w:r>
            <w:r w:rsidR="00E846D0">
              <w:t>letter variables.</w:t>
            </w:r>
          </w:p>
        </w:tc>
      </w:tr>
      <w:tr w:rsidR="000167B2" w:rsidTr="00BC4F62">
        <w:trPr>
          <w:cantSplit/>
        </w:trPr>
        <w:tc>
          <w:tcPr>
            <w:tcW w:w="1933" w:type="dxa"/>
            <w:tcBorders>
              <w:top w:val="single" w:sz="2" w:space="0" w:color="auto"/>
              <w:left w:val="single" w:sz="2" w:space="0" w:color="auto"/>
              <w:bottom w:val="single" w:sz="2" w:space="0" w:color="auto"/>
            </w:tcBorders>
          </w:tcPr>
          <w:p w:rsidR="000167B2" w:rsidRDefault="000167B2" w:rsidP="00631F1F">
            <w:pPr>
              <w:pStyle w:val="TableBody"/>
            </w:pPr>
            <w:r>
              <w:t>Identifier Example</w:t>
            </w:r>
          </w:p>
        </w:tc>
        <w:tc>
          <w:tcPr>
            <w:tcW w:w="7452" w:type="dxa"/>
            <w:tcBorders>
              <w:top w:val="single" w:sz="2" w:space="0" w:color="auto"/>
              <w:left w:val="single" w:sz="2" w:space="0" w:color="auto"/>
              <w:bottom w:val="single" w:sz="2" w:space="0" w:color="auto"/>
              <w:right w:val="single" w:sz="2" w:space="0" w:color="auto"/>
            </w:tcBorders>
          </w:tcPr>
          <w:p w:rsidR="000167B2" w:rsidRPr="00BC4F62" w:rsidRDefault="000167B2" w:rsidP="00650C15">
            <w:pPr>
              <w:spacing w:after="40"/>
              <w:rPr>
                <w:rFonts w:ascii="Courier" w:hAnsi="Courier"/>
                <w:sz w:val="18"/>
                <w:szCs w:val="18"/>
              </w:rPr>
            </w:pPr>
            <w:r w:rsidRPr="00BC4F62">
              <w:rPr>
                <w:rFonts w:ascii="Courier" w:hAnsi="Courier"/>
                <w:sz w:val="18"/>
                <w:szCs w:val="18"/>
              </w:rPr>
              <w:t xml:space="preserve">int </w:t>
            </w:r>
            <w:proofErr w:type="spellStart"/>
            <w:r w:rsidRPr="00BC4F62">
              <w:rPr>
                <w:rFonts w:ascii="Courier" w:hAnsi="Courier"/>
                <w:sz w:val="18"/>
                <w:szCs w:val="18"/>
              </w:rPr>
              <w:t>numberOfStudents</w:t>
            </w:r>
            <w:proofErr w:type="spellEnd"/>
            <w:r w:rsidRPr="00BC4F62">
              <w:rPr>
                <w:rFonts w:ascii="Courier" w:hAnsi="Courier"/>
                <w:sz w:val="18"/>
                <w:szCs w:val="18"/>
              </w:rPr>
              <w:t>;     //This is good</w:t>
            </w:r>
          </w:p>
          <w:p w:rsidR="000167B2" w:rsidRDefault="000167B2" w:rsidP="00650C15">
            <w:pPr>
              <w:spacing w:after="40"/>
              <w:rPr>
                <w:rFonts w:ascii="Courier" w:hAnsi="Courier"/>
                <w:sz w:val="20"/>
              </w:rPr>
            </w:pPr>
            <w:r w:rsidRPr="00BC4F62">
              <w:rPr>
                <w:rFonts w:ascii="Courier" w:hAnsi="Courier"/>
                <w:sz w:val="18"/>
                <w:szCs w:val="18"/>
              </w:rPr>
              <w:t xml:space="preserve">int </w:t>
            </w:r>
            <w:proofErr w:type="spellStart"/>
            <w:r w:rsidRPr="00BC4F62">
              <w:rPr>
                <w:rFonts w:ascii="Courier" w:hAnsi="Courier"/>
                <w:sz w:val="18"/>
                <w:szCs w:val="18"/>
              </w:rPr>
              <w:t>xy</w:t>
            </w:r>
            <w:proofErr w:type="spellEnd"/>
            <w:r w:rsidRPr="00BC4F62">
              <w:rPr>
                <w:rFonts w:ascii="Courier" w:hAnsi="Courier"/>
                <w:sz w:val="18"/>
                <w:szCs w:val="18"/>
              </w:rPr>
              <w:t xml:space="preserve">, </w:t>
            </w:r>
            <w:proofErr w:type="spellStart"/>
            <w:r w:rsidRPr="00BC4F62">
              <w:rPr>
                <w:rFonts w:ascii="Courier" w:hAnsi="Courier"/>
                <w:sz w:val="18"/>
                <w:szCs w:val="18"/>
              </w:rPr>
              <w:t>abc</w:t>
            </w:r>
            <w:proofErr w:type="spellEnd"/>
            <w:r w:rsidRPr="00BC4F62">
              <w:rPr>
                <w:rFonts w:ascii="Courier" w:hAnsi="Courier"/>
                <w:sz w:val="18"/>
                <w:szCs w:val="18"/>
              </w:rPr>
              <w:t xml:space="preserve">, </w:t>
            </w:r>
            <w:proofErr w:type="spellStart"/>
            <w:r w:rsidRPr="00BC4F62">
              <w:rPr>
                <w:rFonts w:ascii="Courier" w:hAnsi="Courier"/>
                <w:sz w:val="18"/>
                <w:szCs w:val="18"/>
              </w:rPr>
              <w:t>noWay</w:t>
            </w:r>
            <w:proofErr w:type="spellEnd"/>
            <w:r w:rsidRPr="00BC4F62">
              <w:rPr>
                <w:rFonts w:ascii="Courier" w:hAnsi="Courier"/>
                <w:sz w:val="18"/>
                <w:szCs w:val="18"/>
              </w:rPr>
              <w:t>;       //This is bad</w:t>
            </w:r>
          </w:p>
        </w:tc>
      </w:tr>
      <w:tr w:rsidR="000167B2" w:rsidTr="00BC4F62">
        <w:trPr>
          <w:cantSplit/>
        </w:trPr>
        <w:tc>
          <w:tcPr>
            <w:tcW w:w="1933" w:type="dxa"/>
            <w:tcBorders>
              <w:top w:val="single" w:sz="2" w:space="0" w:color="auto"/>
              <w:left w:val="single" w:sz="2" w:space="0" w:color="auto"/>
              <w:bottom w:val="single" w:sz="2" w:space="0" w:color="auto"/>
              <w:right w:val="single" w:sz="2" w:space="0" w:color="auto"/>
            </w:tcBorders>
          </w:tcPr>
          <w:p w:rsidR="000167B2" w:rsidRDefault="000167B2" w:rsidP="00631F1F">
            <w:pPr>
              <w:pStyle w:val="TableBody"/>
            </w:pPr>
            <w:r>
              <w:t>Comments</w:t>
            </w:r>
          </w:p>
        </w:tc>
        <w:tc>
          <w:tcPr>
            <w:tcW w:w="7452" w:type="dxa"/>
            <w:tcBorders>
              <w:top w:val="single" w:sz="2" w:space="0" w:color="auto"/>
              <w:bottom w:val="single" w:sz="2" w:space="0" w:color="auto"/>
              <w:right w:val="single" w:sz="2" w:space="0" w:color="auto"/>
            </w:tcBorders>
          </w:tcPr>
          <w:p w:rsidR="000167B2" w:rsidRDefault="000167B2" w:rsidP="00631F1F">
            <w:pPr>
              <w:pStyle w:val="TableBodyBullet"/>
            </w:pPr>
            <w:r>
              <w:t xml:space="preserve">Document the code so that the reader can understand its operation.  </w:t>
            </w:r>
          </w:p>
          <w:p w:rsidR="000167B2" w:rsidRDefault="000167B2" w:rsidP="00631F1F">
            <w:pPr>
              <w:pStyle w:val="TableBodyBullet"/>
            </w:pPr>
            <w:r>
              <w:t>Comments should explain both the purpose and behavior of the code.</w:t>
            </w:r>
          </w:p>
          <w:p w:rsidR="000167B2" w:rsidRDefault="000167B2" w:rsidP="00631F1F">
            <w:pPr>
              <w:pStyle w:val="TableBodyBullet"/>
            </w:pPr>
            <w:r>
              <w:t>Comment variable declarations to indicate their purpose.</w:t>
            </w:r>
          </w:p>
        </w:tc>
      </w:tr>
      <w:tr w:rsidR="000167B2" w:rsidTr="00BC4F62">
        <w:trPr>
          <w:cantSplit/>
        </w:trPr>
        <w:tc>
          <w:tcPr>
            <w:tcW w:w="1933" w:type="dxa"/>
            <w:tcBorders>
              <w:top w:val="single" w:sz="2" w:space="0" w:color="auto"/>
              <w:left w:val="single" w:sz="2" w:space="0" w:color="auto"/>
              <w:bottom w:val="single" w:sz="2" w:space="0" w:color="auto"/>
              <w:right w:val="single" w:sz="2" w:space="0" w:color="auto"/>
            </w:tcBorders>
          </w:tcPr>
          <w:p w:rsidR="000167B2" w:rsidRDefault="000167B2" w:rsidP="00631F1F">
            <w:pPr>
              <w:pStyle w:val="TableBody"/>
            </w:pPr>
            <w:r>
              <w:t>Good Comment</w:t>
            </w:r>
          </w:p>
        </w:tc>
        <w:tc>
          <w:tcPr>
            <w:tcW w:w="7452" w:type="dxa"/>
            <w:tcBorders>
              <w:top w:val="single" w:sz="2" w:space="0" w:color="auto"/>
              <w:bottom w:val="single" w:sz="2" w:space="0" w:color="auto"/>
              <w:right w:val="single" w:sz="2" w:space="0" w:color="auto"/>
            </w:tcBorders>
          </w:tcPr>
          <w:p w:rsidR="000167B2" w:rsidRPr="00BC4F62" w:rsidRDefault="000167B2" w:rsidP="00650C15">
            <w:pPr>
              <w:spacing w:after="40"/>
              <w:rPr>
                <w:rFonts w:ascii="Courier" w:hAnsi="Courier"/>
                <w:sz w:val="18"/>
                <w:szCs w:val="18"/>
              </w:rPr>
            </w:pPr>
            <w:r w:rsidRPr="00BC4F62">
              <w:rPr>
                <w:rFonts w:ascii="Courier" w:hAnsi="Courier"/>
                <w:sz w:val="18"/>
                <w:szCs w:val="18"/>
              </w:rPr>
              <w:t>//This is a very good comment</w:t>
            </w:r>
          </w:p>
          <w:p w:rsidR="000167B2" w:rsidRDefault="000167B2" w:rsidP="00650C15">
            <w:pPr>
              <w:spacing w:after="40"/>
              <w:rPr>
                <w:rFonts w:ascii="Courier" w:hAnsi="Courier"/>
                <w:sz w:val="20"/>
              </w:rPr>
            </w:pPr>
            <w:r w:rsidRPr="00BC4F62">
              <w:rPr>
                <w:rFonts w:ascii="Courier" w:hAnsi="Courier"/>
                <w:sz w:val="18"/>
                <w:szCs w:val="18"/>
              </w:rPr>
              <w:t>//This is also good</w:t>
            </w:r>
          </w:p>
        </w:tc>
      </w:tr>
      <w:tr w:rsidR="000167B2" w:rsidTr="00BC4F62">
        <w:trPr>
          <w:cantSplit/>
        </w:trPr>
        <w:tc>
          <w:tcPr>
            <w:tcW w:w="1933" w:type="dxa"/>
            <w:tcBorders>
              <w:top w:val="single" w:sz="2" w:space="0" w:color="auto"/>
              <w:left w:val="single" w:sz="2" w:space="0" w:color="auto"/>
              <w:bottom w:val="single" w:sz="2" w:space="0" w:color="auto"/>
              <w:right w:val="single" w:sz="2" w:space="0" w:color="auto"/>
            </w:tcBorders>
          </w:tcPr>
          <w:p w:rsidR="000167B2" w:rsidRDefault="000167B2" w:rsidP="00631F1F">
            <w:pPr>
              <w:pStyle w:val="TableBody"/>
            </w:pPr>
            <w:r>
              <w:t>Bad Comment</w:t>
            </w:r>
          </w:p>
        </w:tc>
        <w:tc>
          <w:tcPr>
            <w:tcW w:w="7452" w:type="dxa"/>
            <w:tcBorders>
              <w:top w:val="single" w:sz="2" w:space="0" w:color="auto"/>
              <w:bottom w:val="single" w:sz="2" w:space="0" w:color="auto"/>
              <w:right w:val="single" w:sz="2" w:space="0" w:color="auto"/>
            </w:tcBorders>
          </w:tcPr>
          <w:p w:rsidR="000167B2" w:rsidRPr="00BC4F62" w:rsidRDefault="000167B2" w:rsidP="00650C15">
            <w:pPr>
              <w:spacing w:after="40"/>
              <w:rPr>
                <w:rFonts w:ascii="Courier" w:hAnsi="Courier"/>
                <w:sz w:val="18"/>
                <w:szCs w:val="18"/>
              </w:rPr>
            </w:pPr>
            <w:r w:rsidRPr="00BC4F62">
              <w:rPr>
                <w:rFonts w:ascii="Courier" w:hAnsi="Courier"/>
                <w:sz w:val="18"/>
                <w:szCs w:val="18"/>
              </w:rPr>
              <w:t>/*This is not a good idea</w:t>
            </w:r>
          </w:p>
          <w:p w:rsidR="000167B2" w:rsidRPr="00BC4F62" w:rsidRDefault="000167B2" w:rsidP="00650C15">
            <w:pPr>
              <w:spacing w:after="40"/>
              <w:rPr>
                <w:rFonts w:ascii="Courier" w:hAnsi="Courier"/>
                <w:sz w:val="18"/>
                <w:szCs w:val="18"/>
              </w:rPr>
            </w:pPr>
            <w:r w:rsidRPr="00BC4F62">
              <w:rPr>
                <w:rFonts w:ascii="Courier" w:hAnsi="Courier"/>
                <w:sz w:val="18"/>
                <w:szCs w:val="18"/>
              </w:rPr>
              <w:t>Because the LOC counter will read it as a line of code*/</w:t>
            </w:r>
          </w:p>
          <w:p w:rsidR="000167B2" w:rsidRPr="00BC4F62" w:rsidRDefault="000167B2" w:rsidP="00650C15">
            <w:pPr>
              <w:spacing w:after="40"/>
              <w:rPr>
                <w:rFonts w:ascii="Courier" w:hAnsi="Courier"/>
                <w:sz w:val="18"/>
                <w:szCs w:val="18"/>
              </w:rPr>
            </w:pPr>
          </w:p>
          <w:p w:rsidR="000167B2" w:rsidRDefault="000167B2" w:rsidP="00650C15">
            <w:pPr>
              <w:spacing w:after="40"/>
              <w:rPr>
                <w:rFonts w:ascii="Courier" w:hAnsi="Courier"/>
                <w:sz w:val="20"/>
              </w:rPr>
            </w:pPr>
            <w:r w:rsidRPr="00BC4F62">
              <w:rPr>
                <w:rFonts w:ascii="Courier" w:hAnsi="Courier"/>
                <w:sz w:val="18"/>
                <w:szCs w:val="18"/>
              </w:rPr>
              <w:t>int Hello;  //Comments should be on their own line</w:t>
            </w:r>
          </w:p>
        </w:tc>
      </w:tr>
      <w:tr w:rsidR="000167B2" w:rsidTr="00BC4F62">
        <w:trPr>
          <w:cantSplit/>
        </w:trPr>
        <w:tc>
          <w:tcPr>
            <w:tcW w:w="1933" w:type="dxa"/>
            <w:tcBorders>
              <w:top w:val="single" w:sz="2" w:space="0" w:color="auto"/>
              <w:left w:val="single" w:sz="2" w:space="0" w:color="auto"/>
              <w:bottom w:val="single" w:sz="2" w:space="0" w:color="auto"/>
              <w:right w:val="single" w:sz="2" w:space="0" w:color="auto"/>
            </w:tcBorders>
          </w:tcPr>
          <w:p w:rsidR="000167B2" w:rsidRDefault="000167B2" w:rsidP="00631F1F">
            <w:pPr>
              <w:pStyle w:val="TableBody"/>
            </w:pPr>
            <w:r>
              <w:t>Major Sections</w:t>
            </w:r>
          </w:p>
        </w:tc>
        <w:tc>
          <w:tcPr>
            <w:tcW w:w="7452" w:type="dxa"/>
            <w:tcBorders>
              <w:top w:val="single" w:sz="2" w:space="0" w:color="auto"/>
              <w:bottom w:val="single" w:sz="2" w:space="0" w:color="auto"/>
              <w:right w:val="single" w:sz="2" w:space="0" w:color="auto"/>
            </w:tcBorders>
          </w:tcPr>
          <w:p w:rsidR="000167B2" w:rsidRDefault="000167B2" w:rsidP="00631F1F">
            <w:pPr>
              <w:pStyle w:val="TableBody"/>
            </w:pPr>
            <w:r>
              <w:t>Precede major program sections by a block comment that describes the processing that is done in the next section</w:t>
            </w:r>
            <w:r w:rsidR="00CB7B00">
              <w:t>.</w:t>
            </w:r>
          </w:p>
        </w:tc>
      </w:tr>
      <w:tr w:rsidR="000167B2" w:rsidTr="00BC4F62">
        <w:trPr>
          <w:cantSplit/>
        </w:trPr>
        <w:tc>
          <w:tcPr>
            <w:tcW w:w="1933" w:type="dxa"/>
            <w:tcBorders>
              <w:top w:val="single" w:sz="2" w:space="0" w:color="auto"/>
              <w:left w:val="single" w:sz="2" w:space="0" w:color="auto"/>
              <w:bottom w:val="single" w:sz="2" w:space="0" w:color="auto"/>
              <w:right w:val="single" w:sz="2" w:space="0" w:color="auto"/>
            </w:tcBorders>
          </w:tcPr>
          <w:p w:rsidR="000167B2" w:rsidRDefault="000167B2" w:rsidP="00631F1F">
            <w:pPr>
              <w:pStyle w:val="TableBody"/>
            </w:pPr>
            <w:r>
              <w:t>Example</w:t>
            </w:r>
          </w:p>
        </w:tc>
        <w:tc>
          <w:tcPr>
            <w:tcW w:w="7452" w:type="dxa"/>
            <w:tcBorders>
              <w:top w:val="single" w:sz="2" w:space="0" w:color="auto"/>
              <w:bottom w:val="single" w:sz="2" w:space="0" w:color="auto"/>
              <w:right w:val="single" w:sz="2" w:space="0" w:color="auto"/>
            </w:tcBorders>
          </w:tcPr>
          <w:p w:rsidR="000167B2" w:rsidRPr="00BC4F62" w:rsidRDefault="000167B2" w:rsidP="00650C15">
            <w:pPr>
              <w:spacing w:after="40"/>
              <w:rPr>
                <w:rFonts w:ascii="Courier" w:hAnsi="Courier"/>
                <w:sz w:val="18"/>
                <w:szCs w:val="18"/>
              </w:rPr>
            </w:pPr>
            <w:r w:rsidRPr="00BC4F62">
              <w:rPr>
                <w:rFonts w:ascii="Courier" w:hAnsi="Courier"/>
                <w:sz w:val="18"/>
                <w:szCs w:val="18"/>
              </w:rPr>
              <w:t>//This program section will examine the contents of the</w:t>
            </w:r>
          </w:p>
          <w:p w:rsidR="000167B2" w:rsidRPr="00BC4F62" w:rsidRDefault="000167B2" w:rsidP="00650C15">
            <w:pPr>
              <w:spacing w:after="40"/>
              <w:rPr>
                <w:rFonts w:ascii="Courier" w:hAnsi="Courier"/>
                <w:sz w:val="18"/>
                <w:szCs w:val="18"/>
              </w:rPr>
            </w:pPr>
            <w:r w:rsidRPr="00BC4F62">
              <w:rPr>
                <w:rFonts w:ascii="Courier" w:hAnsi="Courier"/>
                <w:sz w:val="18"/>
                <w:szCs w:val="18"/>
              </w:rPr>
              <w:t xml:space="preserve">//array “grades and will calculate the average grade for </w:t>
            </w:r>
          </w:p>
          <w:p w:rsidR="000167B2" w:rsidRDefault="000167B2" w:rsidP="00650C15">
            <w:pPr>
              <w:spacing w:after="40"/>
              <w:rPr>
                <w:rFonts w:ascii="Courier" w:hAnsi="Courier"/>
                <w:sz w:val="20"/>
              </w:rPr>
            </w:pPr>
            <w:r w:rsidRPr="00BC4F62">
              <w:rPr>
                <w:rFonts w:ascii="Courier" w:hAnsi="Courier"/>
                <w:sz w:val="18"/>
                <w:szCs w:val="18"/>
              </w:rPr>
              <w:t>//the class.</w:t>
            </w:r>
          </w:p>
        </w:tc>
      </w:tr>
      <w:tr w:rsidR="000167B2" w:rsidTr="00BC4F62">
        <w:trPr>
          <w:cantSplit/>
        </w:trPr>
        <w:tc>
          <w:tcPr>
            <w:tcW w:w="1933" w:type="dxa"/>
            <w:tcBorders>
              <w:top w:val="single" w:sz="2" w:space="0" w:color="auto"/>
              <w:left w:val="single" w:sz="2" w:space="0" w:color="auto"/>
              <w:right w:val="single" w:sz="2" w:space="0" w:color="auto"/>
            </w:tcBorders>
          </w:tcPr>
          <w:p w:rsidR="000167B2" w:rsidRDefault="000167B2" w:rsidP="00631F1F">
            <w:pPr>
              <w:pStyle w:val="TableBody"/>
            </w:pPr>
            <w:r>
              <w:t>Blank Spaces</w:t>
            </w:r>
          </w:p>
        </w:tc>
        <w:tc>
          <w:tcPr>
            <w:tcW w:w="7452" w:type="dxa"/>
            <w:tcBorders>
              <w:top w:val="single" w:sz="2" w:space="0" w:color="auto"/>
              <w:bottom w:val="single" w:sz="2" w:space="0" w:color="auto"/>
              <w:right w:val="single" w:sz="2" w:space="0" w:color="auto"/>
            </w:tcBorders>
          </w:tcPr>
          <w:p w:rsidR="000167B2" w:rsidRDefault="000167B2" w:rsidP="00631F1F">
            <w:pPr>
              <w:pStyle w:val="TableBodyBullet"/>
            </w:pPr>
            <w:r>
              <w:t>Write programs with sufficient spacing so they do not appear crowded.</w:t>
            </w:r>
          </w:p>
          <w:p w:rsidR="000167B2" w:rsidRDefault="000167B2" w:rsidP="00631F1F">
            <w:pPr>
              <w:pStyle w:val="TableBodyBullet"/>
            </w:pPr>
            <w:r>
              <w:t>Separate every program construct with at least one space.</w:t>
            </w:r>
          </w:p>
        </w:tc>
      </w:tr>
      <w:tr w:rsidR="000167B2" w:rsidTr="00BC4F62">
        <w:trPr>
          <w:cantSplit/>
        </w:trPr>
        <w:tc>
          <w:tcPr>
            <w:tcW w:w="1933" w:type="dxa"/>
            <w:tcBorders>
              <w:top w:val="single" w:sz="2" w:space="0" w:color="auto"/>
              <w:left w:val="single" w:sz="2" w:space="0" w:color="auto"/>
              <w:bottom w:val="single" w:sz="2" w:space="0" w:color="auto"/>
              <w:right w:val="single" w:sz="2" w:space="0" w:color="auto"/>
            </w:tcBorders>
          </w:tcPr>
          <w:p w:rsidR="000167B2" w:rsidRDefault="000167B2" w:rsidP="00631F1F">
            <w:pPr>
              <w:pStyle w:val="TableBody"/>
            </w:pPr>
            <w:r>
              <w:t>Indenting</w:t>
            </w:r>
          </w:p>
        </w:tc>
        <w:tc>
          <w:tcPr>
            <w:tcW w:w="7452" w:type="dxa"/>
            <w:tcBorders>
              <w:top w:val="single" w:sz="2" w:space="0" w:color="auto"/>
              <w:bottom w:val="single" w:sz="2" w:space="0" w:color="auto"/>
              <w:right w:val="single" w:sz="2" w:space="0" w:color="auto"/>
            </w:tcBorders>
          </w:tcPr>
          <w:p w:rsidR="000167B2" w:rsidRDefault="000167B2" w:rsidP="00631F1F">
            <w:pPr>
              <w:pStyle w:val="TableBodyBullet"/>
            </w:pPr>
            <w:r>
              <w:t>Indent every level of brace from the previous one.</w:t>
            </w:r>
          </w:p>
          <w:p w:rsidR="000167B2" w:rsidRDefault="000167B2" w:rsidP="00631F1F">
            <w:pPr>
              <w:pStyle w:val="TableBodyBullet"/>
            </w:pPr>
            <w:r>
              <w:t>Open and closing braces should be on lines by themselves and aligned with each other.</w:t>
            </w:r>
          </w:p>
        </w:tc>
      </w:tr>
      <w:tr w:rsidR="000167B2" w:rsidTr="00BC4F62">
        <w:trPr>
          <w:cantSplit/>
        </w:trPr>
        <w:tc>
          <w:tcPr>
            <w:tcW w:w="1933" w:type="dxa"/>
            <w:tcBorders>
              <w:top w:val="single" w:sz="2" w:space="0" w:color="auto"/>
              <w:left w:val="single" w:sz="2" w:space="0" w:color="auto"/>
              <w:right w:val="single" w:sz="2" w:space="0" w:color="auto"/>
            </w:tcBorders>
          </w:tcPr>
          <w:p w:rsidR="000167B2" w:rsidRDefault="000167B2" w:rsidP="00631F1F">
            <w:pPr>
              <w:pStyle w:val="TableBody"/>
            </w:pPr>
            <w:r>
              <w:t>Indenting Example</w:t>
            </w:r>
          </w:p>
        </w:tc>
        <w:tc>
          <w:tcPr>
            <w:tcW w:w="7452" w:type="dxa"/>
            <w:tcBorders>
              <w:top w:val="single" w:sz="2" w:space="0" w:color="auto"/>
              <w:bottom w:val="single" w:sz="2" w:space="0" w:color="auto"/>
              <w:right w:val="single" w:sz="2" w:space="0" w:color="auto"/>
            </w:tcBorders>
          </w:tcPr>
          <w:p w:rsidR="000167B2" w:rsidRPr="009D6F64" w:rsidRDefault="000167B2" w:rsidP="00A22646">
            <w:pPr>
              <w:tabs>
                <w:tab w:val="left" w:pos="954"/>
              </w:tabs>
              <w:spacing w:after="40"/>
              <w:ind w:left="684"/>
              <w:rPr>
                <w:rFonts w:ascii="Courier New" w:hAnsi="Courier New" w:cs="Courier New"/>
                <w:sz w:val="18"/>
                <w:szCs w:val="18"/>
              </w:rPr>
            </w:pPr>
            <w:r w:rsidRPr="009D6F64">
              <w:rPr>
                <w:rFonts w:ascii="Courier New" w:hAnsi="Courier New" w:cs="Courier New"/>
                <w:sz w:val="18"/>
                <w:szCs w:val="18"/>
              </w:rPr>
              <w:t xml:space="preserve">void function (int </w:t>
            </w:r>
            <w:proofErr w:type="spellStart"/>
            <w:r w:rsidRPr="009D6F64">
              <w:rPr>
                <w:rFonts w:ascii="Courier New" w:hAnsi="Courier New" w:cs="Courier New"/>
                <w:sz w:val="18"/>
                <w:szCs w:val="18"/>
              </w:rPr>
              <w:t>arg</w:t>
            </w:r>
            <w:proofErr w:type="spellEnd"/>
            <w:r w:rsidRPr="009D6F64">
              <w:rPr>
                <w:rFonts w:ascii="Courier New" w:hAnsi="Courier New" w:cs="Courier New"/>
                <w:sz w:val="18"/>
                <w:szCs w:val="18"/>
              </w:rPr>
              <w:t>)</w:t>
            </w:r>
          </w:p>
          <w:p w:rsidR="000167B2" w:rsidRPr="009D6F64" w:rsidRDefault="000167B2" w:rsidP="00A22646">
            <w:pPr>
              <w:tabs>
                <w:tab w:val="left" w:pos="954"/>
              </w:tabs>
              <w:spacing w:after="40"/>
              <w:ind w:left="684"/>
              <w:rPr>
                <w:rFonts w:ascii="Courier New" w:hAnsi="Courier New" w:cs="Courier New"/>
                <w:sz w:val="18"/>
                <w:szCs w:val="18"/>
              </w:rPr>
            </w:pPr>
            <w:r w:rsidRPr="009D6F64">
              <w:rPr>
                <w:rFonts w:ascii="Courier New" w:hAnsi="Courier New" w:cs="Courier New"/>
                <w:sz w:val="18"/>
                <w:szCs w:val="18"/>
              </w:rPr>
              <w:t>{</w:t>
            </w:r>
          </w:p>
          <w:p w:rsidR="000167B2" w:rsidRPr="009D6F64" w:rsidRDefault="000167B2" w:rsidP="00A22646">
            <w:pPr>
              <w:tabs>
                <w:tab w:val="left" w:pos="954"/>
              </w:tabs>
              <w:spacing w:after="40"/>
              <w:ind w:left="1314"/>
              <w:rPr>
                <w:rFonts w:ascii="Courier New" w:hAnsi="Courier New" w:cs="Courier New"/>
                <w:sz w:val="18"/>
                <w:szCs w:val="18"/>
              </w:rPr>
            </w:pPr>
            <w:r w:rsidRPr="009D6F64">
              <w:rPr>
                <w:rFonts w:ascii="Courier New" w:hAnsi="Courier New" w:cs="Courier New"/>
                <w:sz w:val="18"/>
                <w:szCs w:val="18"/>
              </w:rPr>
              <w:tab/>
              <w:t>code</w:t>
            </w:r>
          </w:p>
          <w:p w:rsidR="000167B2" w:rsidRPr="009D6F64" w:rsidRDefault="000167B2" w:rsidP="00A22646">
            <w:pPr>
              <w:tabs>
                <w:tab w:val="left" w:pos="954"/>
              </w:tabs>
              <w:spacing w:after="40"/>
              <w:ind w:left="684"/>
              <w:rPr>
                <w:rFonts w:ascii="Courier New" w:hAnsi="Courier New" w:cs="Courier New"/>
                <w:sz w:val="18"/>
                <w:szCs w:val="18"/>
              </w:rPr>
            </w:pPr>
            <w:r w:rsidRPr="009D6F64">
              <w:rPr>
                <w:rFonts w:ascii="Courier New" w:hAnsi="Courier New" w:cs="Courier New"/>
                <w:sz w:val="18"/>
                <w:szCs w:val="18"/>
              </w:rPr>
              <w:t>}</w:t>
            </w:r>
          </w:p>
          <w:p w:rsidR="000167B2" w:rsidRPr="009D6F64" w:rsidRDefault="000167B2" w:rsidP="00A22646">
            <w:pPr>
              <w:tabs>
                <w:tab w:val="left" w:pos="954"/>
              </w:tabs>
              <w:spacing w:after="40"/>
              <w:rPr>
                <w:rFonts w:ascii="Courier New" w:hAnsi="Courier New" w:cs="Courier New"/>
                <w:sz w:val="18"/>
                <w:szCs w:val="18"/>
              </w:rPr>
            </w:pPr>
            <w:r w:rsidRPr="009D6F64">
              <w:rPr>
                <w:rFonts w:ascii="Courier New" w:hAnsi="Courier New" w:cs="Courier New"/>
                <w:sz w:val="18"/>
                <w:szCs w:val="18"/>
              </w:rPr>
              <w:t xml:space="preserve">             if (condition1)</w:t>
            </w:r>
          </w:p>
          <w:p w:rsidR="000167B2" w:rsidRPr="009D6F64" w:rsidRDefault="000167B2" w:rsidP="00A22646">
            <w:pPr>
              <w:tabs>
                <w:tab w:val="left" w:pos="954"/>
              </w:tabs>
              <w:spacing w:after="40"/>
              <w:rPr>
                <w:rFonts w:ascii="Courier New" w:hAnsi="Courier New" w:cs="Courier New"/>
                <w:sz w:val="18"/>
                <w:szCs w:val="18"/>
              </w:rPr>
            </w:pPr>
            <w:r w:rsidRPr="009D6F64">
              <w:rPr>
                <w:rFonts w:ascii="Courier New" w:hAnsi="Courier New" w:cs="Courier New"/>
                <w:sz w:val="18"/>
                <w:szCs w:val="18"/>
              </w:rPr>
              <w:tab/>
              <w:t>{</w:t>
            </w:r>
          </w:p>
          <w:p w:rsidR="000167B2" w:rsidRPr="009D6F64" w:rsidRDefault="000167B2" w:rsidP="00A22646">
            <w:pPr>
              <w:tabs>
                <w:tab w:val="left" w:pos="954"/>
              </w:tabs>
              <w:spacing w:after="40"/>
              <w:rPr>
                <w:rFonts w:ascii="Courier New" w:hAnsi="Courier New" w:cs="Courier New"/>
                <w:sz w:val="18"/>
                <w:szCs w:val="18"/>
              </w:rPr>
            </w:pPr>
            <w:r w:rsidRPr="009D6F64">
              <w:rPr>
                <w:rFonts w:ascii="Courier New" w:hAnsi="Courier New" w:cs="Courier New"/>
                <w:sz w:val="18"/>
                <w:szCs w:val="18"/>
              </w:rPr>
              <w:tab/>
            </w:r>
            <w:r w:rsidRPr="009D6F64">
              <w:rPr>
                <w:rFonts w:ascii="Courier New" w:hAnsi="Courier New" w:cs="Courier New"/>
                <w:sz w:val="18"/>
                <w:szCs w:val="18"/>
              </w:rPr>
              <w:tab/>
              <w:t>code</w:t>
            </w:r>
          </w:p>
          <w:p w:rsidR="000167B2" w:rsidRPr="009D6F64" w:rsidRDefault="000167B2" w:rsidP="00A22646">
            <w:pPr>
              <w:tabs>
                <w:tab w:val="left" w:pos="954"/>
              </w:tabs>
              <w:spacing w:after="40"/>
              <w:rPr>
                <w:rFonts w:ascii="Courier New" w:hAnsi="Courier New" w:cs="Courier New"/>
                <w:sz w:val="18"/>
                <w:szCs w:val="18"/>
              </w:rPr>
            </w:pPr>
            <w:r w:rsidRPr="009D6F64">
              <w:rPr>
                <w:rFonts w:ascii="Courier New" w:hAnsi="Courier New" w:cs="Courier New"/>
                <w:sz w:val="18"/>
                <w:szCs w:val="18"/>
              </w:rPr>
              <w:tab/>
              <w:t>}</w:t>
            </w:r>
          </w:p>
          <w:p w:rsidR="000167B2" w:rsidRPr="009D6F64" w:rsidRDefault="000167B2" w:rsidP="00A22646">
            <w:pPr>
              <w:tabs>
                <w:tab w:val="left" w:pos="954"/>
              </w:tabs>
              <w:spacing w:after="40"/>
              <w:rPr>
                <w:rFonts w:ascii="Courier New" w:hAnsi="Courier New" w:cs="Courier New"/>
                <w:sz w:val="18"/>
                <w:szCs w:val="18"/>
              </w:rPr>
            </w:pPr>
            <w:r w:rsidRPr="009D6F64">
              <w:rPr>
                <w:rFonts w:ascii="Courier New" w:hAnsi="Courier New" w:cs="Courier New"/>
                <w:sz w:val="18"/>
                <w:szCs w:val="18"/>
              </w:rPr>
              <w:tab/>
              <w:t>else</w:t>
            </w:r>
          </w:p>
          <w:p w:rsidR="000167B2" w:rsidRPr="009D6F64" w:rsidRDefault="000167B2" w:rsidP="00A22646">
            <w:pPr>
              <w:tabs>
                <w:tab w:val="left" w:pos="954"/>
              </w:tabs>
              <w:spacing w:after="40"/>
              <w:rPr>
                <w:rFonts w:ascii="Courier New" w:hAnsi="Courier New" w:cs="Courier New"/>
                <w:sz w:val="18"/>
                <w:szCs w:val="18"/>
              </w:rPr>
            </w:pPr>
            <w:r w:rsidRPr="009D6F64">
              <w:rPr>
                <w:rFonts w:ascii="Courier New" w:hAnsi="Courier New" w:cs="Courier New"/>
                <w:sz w:val="18"/>
                <w:szCs w:val="18"/>
              </w:rPr>
              <w:tab/>
              <w:t>{</w:t>
            </w:r>
          </w:p>
          <w:p w:rsidR="000167B2" w:rsidRPr="009D6F64" w:rsidRDefault="000167B2" w:rsidP="00A22646">
            <w:pPr>
              <w:tabs>
                <w:tab w:val="left" w:pos="954"/>
              </w:tabs>
              <w:spacing w:after="40"/>
              <w:rPr>
                <w:rFonts w:ascii="Courier New" w:hAnsi="Courier New" w:cs="Courier New"/>
                <w:sz w:val="18"/>
                <w:szCs w:val="18"/>
              </w:rPr>
            </w:pPr>
            <w:r w:rsidRPr="009D6F64">
              <w:rPr>
                <w:rFonts w:ascii="Courier New" w:hAnsi="Courier New" w:cs="Courier New"/>
                <w:sz w:val="18"/>
                <w:szCs w:val="18"/>
              </w:rPr>
              <w:tab/>
            </w:r>
            <w:r w:rsidRPr="009D6F64">
              <w:rPr>
                <w:rFonts w:ascii="Courier New" w:hAnsi="Courier New" w:cs="Courier New"/>
                <w:sz w:val="18"/>
                <w:szCs w:val="18"/>
              </w:rPr>
              <w:tab/>
              <w:t>if(unrelated condition)</w:t>
            </w:r>
          </w:p>
          <w:p w:rsidR="000167B2" w:rsidRPr="009D6F64" w:rsidRDefault="000167B2" w:rsidP="00A22646">
            <w:pPr>
              <w:tabs>
                <w:tab w:val="left" w:pos="954"/>
              </w:tabs>
              <w:spacing w:after="40"/>
              <w:rPr>
                <w:rFonts w:ascii="Courier New" w:hAnsi="Courier New" w:cs="Courier New"/>
                <w:sz w:val="18"/>
                <w:szCs w:val="18"/>
                <w:lang w:val="fr-FR"/>
              </w:rPr>
            </w:pPr>
            <w:r w:rsidRPr="009D6F64">
              <w:rPr>
                <w:rFonts w:ascii="Courier New" w:hAnsi="Courier New" w:cs="Courier New"/>
                <w:sz w:val="18"/>
                <w:szCs w:val="18"/>
              </w:rPr>
              <w:tab/>
            </w:r>
            <w:r w:rsidRPr="009D6F64">
              <w:rPr>
                <w:rFonts w:ascii="Courier New" w:hAnsi="Courier New" w:cs="Courier New"/>
                <w:sz w:val="18"/>
                <w:szCs w:val="18"/>
              </w:rPr>
              <w:tab/>
            </w:r>
            <w:r w:rsidRPr="009D6F64">
              <w:rPr>
                <w:rFonts w:ascii="Courier New" w:hAnsi="Courier New" w:cs="Courier New"/>
                <w:sz w:val="18"/>
                <w:szCs w:val="18"/>
                <w:lang w:val="fr-FR"/>
              </w:rPr>
              <w:t>{</w:t>
            </w:r>
          </w:p>
          <w:p w:rsidR="000167B2" w:rsidRPr="009D6F64" w:rsidRDefault="000167B2" w:rsidP="00A22646">
            <w:pPr>
              <w:tabs>
                <w:tab w:val="left" w:pos="954"/>
              </w:tabs>
              <w:spacing w:after="40"/>
              <w:rPr>
                <w:rFonts w:ascii="Courier New" w:hAnsi="Courier New" w:cs="Courier New"/>
                <w:sz w:val="18"/>
                <w:szCs w:val="18"/>
                <w:lang w:val="fr-FR"/>
              </w:rPr>
            </w:pPr>
            <w:r w:rsidRPr="009D6F64">
              <w:rPr>
                <w:rFonts w:ascii="Courier New" w:hAnsi="Courier New" w:cs="Courier New"/>
                <w:sz w:val="18"/>
                <w:szCs w:val="18"/>
                <w:lang w:val="fr-FR"/>
              </w:rPr>
              <w:tab/>
            </w:r>
            <w:r w:rsidRPr="009D6F64">
              <w:rPr>
                <w:rFonts w:ascii="Courier New" w:hAnsi="Courier New" w:cs="Courier New"/>
                <w:sz w:val="18"/>
                <w:szCs w:val="18"/>
                <w:lang w:val="fr-FR"/>
              </w:rPr>
              <w:tab/>
            </w:r>
            <w:r w:rsidRPr="009D6F64">
              <w:rPr>
                <w:rFonts w:ascii="Courier New" w:hAnsi="Courier New" w:cs="Courier New"/>
                <w:sz w:val="18"/>
                <w:szCs w:val="18"/>
                <w:lang w:val="fr-FR"/>
              </w:rPr>
              <w:tab/>
              <w:t>code</w:t>
            </w:r>
          </w:p>
          <w:p w:rsidR="000167B2" w:rsidRPr="009D6F64" w:rsidRDefault="000167B2" w:rsidP="00A22646">
            <w:pPr>
              <w:tabs>
                <w:tab w:val="left" w:pos="954"/>
              </w:tabs>
              <w:spacing w:after="40"/>
              <w:rPr>
                <w:rFonts w:ascii="Courier New" w:hAnsi="Courier New" w:cs="Courier New"/>
                <w:sz w:val="18"/>
                <w:szCs w:val="18"/>
                <w:lang w:val="fr-FR"/>
              </w:rPr>
            </w:pPr>
            <w:r w:rsidRPr="009D6F64">
              <w:rPr>
                <w:rFonts w:ascii="Courier New" w:hAnsi="Courier New" w:cs="Courier New"/>
                <w:sz w:val="18"/>
                <w:szCs w:val="18"/>
                <w:lang w:val="fr-FR"/>
              </w:rPr>
              <w:tab/>
            </w:r>
            <w:r w:rsidRPr="009D6F64">
              <w:rPr>
                <w:rFonts w:ascii="Courier New" w:hAnsi="Courier New" w:cs="Courier New"/>
                <w:sz w:val="18"/>
                <w:szCs w:val="18"/>
                <w:lang w:val="fr-FR"/>
              </w:rPr>
              <w:tab/>
              <w:t>}</w:t>
            </w:r>
          </w:p>
          <w:p w:rsidR="000167B2" w:rsidRPr="009D6F64" w:rsidRDefault="000167B2" w:rsidP="00A22646">
            <w:pPr>
              <w:tabs>
                <w:tab w:val="left" w:pos="954"/>
              </w:tabs>
              <w:spacing w:after="40"/>
              <w:rPr>
                <w:rFonts w:ascii="Courier New" w:hAnsi="Courier New" w:cs="Courier New"/>
                <w:sz w:val="18"/>
                <w:szCs w:val="18"/>
                <w:lang w:val="fr-FR"/>
              </w:rPr>
            </w:pPr>
            <w:r w:rsidRPr="009D6F64">
              <w:rPr>
                <w:rFonts w:ascii="Courier New" w:hAnsi="Courier New" w:cs="Courier New"/>
                <w:sz w:val="18"/>
                <w:szCs w:val="18"/>
                <w:lang w:val="fr-FR"/>
              </w:rPr>
              <w:tab/>
            </w:r>
            <w:r w:rsidRPr="009D6F64">
              <w:rPr>
                <w:rFonts w:ascii="Courier New" w:hAnsi="Courier New" w:cs="Courier New"/>
                <w:sz w:val="18"/>
                <w:szCs w:val="18"/>
                <w:lang w:val="fr-FR"/>
              </w:rPr>
              <w:tab/>
            </w:r>
            <w:proofErr w:type="spellStart"/>
            <w:r w:rsidRPr="009D6F64">
              <w:rPr>
                <w:rFonts w:ascii="Courier New" w:hAnsi="Courier New" w:cs="Courier New"/>
                <w:sz w:val="18"/>
                <w:szCs w:val="18"/>
                <w:lang w:val="fr-FR"/>
              </w:rPr>
              <w:t>else</w:t>
            </w:r>
            <w:proofErr w:type="spellEnd"/>
          </w:p>
          <w:p w:rsidR="000167B2" w:rsidRPr="009D6F64" w:rsidRDefault="000167B2" w:rsidP="00A22646">
            <w:pPr>
              <w:tabs>
                <w:tab w:val="left" w:pos="954"/>
              </w:tabs>
              <w:spacing w:after="40"/>
              <w:rPr>
                <w:rFonts w:ascii="Courier New" w:hAnsi="Courier New" w:cs="Courier New"/>
                <w:sz w:val="18"/>
                <w:szCs w:val="18"/>
                <w:lang w:val="fr-FR"/>
              </w:rPr>
            </w:pPr>
            <w:r w:rsidRPr="009D6F64">
              <w:rPr>
                <w:rFonts w:ascii="Courier New" w:hAnsi="Courier New" w:cs="Courier New"/>
                <w:sz w:val="18"/>
                <w:szCs w:val="18"/>
                <w:lang w:val="fr-FR"/>
              </w:rPr>
              <w:tab/>
            </w:r>
            <w:r w:rsidRPr="009D6F64">
              <w:rPr>
                <w:rFonts w:ascii="Courier New" w:hAnsi="Courier New" w:cs="Courier New"/>
                <w:sz w:val="18"/>
                <w:szCs w:val="18"/>
                <w:lang w:val="fr-FR"/>
              </w:rPr>
              <w:tab/>
              <w:t>{</w:t>
            </w:r>
          </w:p>
          <w:p w:rsidR="000167B2" w:rsidRPr="009D6F64" w:rsidRDefault="000167B2" w:rsidP="00A22646">
            <w:pPr>
              <w:tabs>
                <w:tab w:val="left" w:pos="954"/>
              </w:tabs>
              <w:spacing w:after="40"/>
              <w:rPr>
                <w:rFonts w:ascii="Courier New" w:hAnsi="Courier New" w:cs="Courier New"/>
                <w:sz w:val="18"/>
                <w:szCs w:val="18"/>
                <w:lang w:val="fr-FR"/>
              </w:rPr>
            </w:pPr>
            <w:r w:rsidRPr="009D6F64">
              <w:rPr>
                <w:rFonts w:ascii="Courier New" w:hAnsi="Courier New" w:cs="Courier New"/>
                <w:sz w:val="18"/>
                <w:szCs w:val="18"/>
                <w:lang w:val="fr-FR"/>
              </w:rPr>
              <w:tab/>
            </w:r>
            <w:r w:rsidRPr="009D6F64">
              <w:rPr>
                <w:rFonts w:ascii="Courier New" w:hAnsi="Courier New" w:cs="Courier New"/>
                <w:sz w:val="18"/>
                <w:szCs w:val="18"/>
                <w:lang w:val="fr-FR"/>
              </w:rPr>
              <w:tab/>
            </w:r>
            <w:r w:rsidRPr="009D6F64">
              <w:rPr>
                <w:rFonts w:ascii="Courier New" w:hAnsi="Courier New" w:cs="Courier New"/>
                <w:sz w:val="18"/>
                <w:szCs w:val="18"/>
                <w:lang w:val="fr-FR"/>
              </w:rPr>
              <w:tab/>
              <w:t>code</w:t>
            </w:r>
          </w:p>
          <w:p w:rsidR="000167B2" w:rsidRPr="009D6F64" w:rsidRDefault="000167B2" w:rsidP="00A22646">
            <w:pPr>
              <w:tabs>
                <w:tab w:val="left" w:pos="954"/>
              </w:tabs>
              <w:spacing w:after="40"/>
              <w:rPr>
                <w:rFonts w:ascii="Courier New" w:hAnsi="Courier New" w:cs="Courier New"/>
                <w:sz w:val="18"/>
                <w:szCs w:val="18"/>
                <w:lang w:val="fr-FR"/>
              </w:rPr>
            </w:pPr>
            <w:r w:rsidRPr="009D6F64">
              <w:rPr>
                <w:rFonts w:ascii="Courier New" w:hAnsi="Courier New" w:cs="Courier New"/>
                <w:sz w:val="18"/>
                <w:szCs w:val="18"/>
                <w:lang w:val="fr-FR"/>
              </w:rPr>
              <w:tab/>
            </w:r>
            <w:r w:rsidRPr="009D6F64">
              <w:rPr>
                <w:rFonts w:ascii="Courier New" w:hAnsi="Courier New" w:cs="Courier New"/>
                <w:sz w:val="18"/>
                <w:szCs w:val="18"/>
                <w:lang w:val="fr-FR"/>
              </w:rPr>
              <w:tab/>
              <w:t>}</w:t>
            </w:r>
          </w:p>
          <w:p w:rsidR="000167B2" w:rsidRPr="00C14DCD" w:rsidRDefault="000167B2" w:rsidP="00A22646">
            <w:pPr>
              <w:tabs>
                <w:tab w:val="left" w:pos="954"/>
              </w:tabs>
              <w:spacing w:after="40"/>
            </w:pPr>
            <w:r w:rsidRPr="009D6F64">
              <w:rPr>
                <w:rFonts w:ascii="Courier New" w:hAnsi="Courier New" w:cs="Courier New"/>
                <w:sz w:val="18"/>
                <w:szCs w:val="18"/>
                <w:lang w:val="fr-FR"/>
              </w:rPr>
              <w:tab/>
            </w:r>
            <w:r w:rsidRPr="009D6F64">
              <w:rPr>
                <w:rFonts w:ascii="Courier New" w:hAnsi="Courier New" w:cs="Courier New"/>
                <w:sz w:val="18"/>
                <w:szCs w:val="18"/>
              </w:rPr>
              <w:t>}</w:t>
            </w:r>
          </w:p>
        </w:tc>
      </w:tr>
      <w:tr w:rsidR="000167B2" w:rsidTr="00BC4F62">
        <w:trPr>
          <w:cantSplit/>
        </w:trPr>
        <w:tc>
          <w:tcPr>
            <w:tcW w:w="1933" w:type="dxa"/>
            <w:tcBorders>
              <w:top w:val="single" w:sz="2" w:space="0" w:color="auto"/>
              <w:left w:val="single" w:sz="2" w:space="0" w:color="auto"/>
              <w:bottom w:val="single" w:sz="2" w:space="0" w:color="auto"/>
              <w:right w:val="single" w:sz="2" w:space="0" w:color="auto"/>
            </w:tcBorders>
          </w:tcPr>
          <w:p w:rsidR="000167B2" w:rsidRDefault="000167B2" w:rsidP="00631F1F">
            <w:pPr>
              <w:pStyle w:val="TableBody"/>
            </w:pPr>
            <w:r>
              <w:t>Capitalization</w:t>
            </w:r>
          </w:p>
        </w:tc>
        <w:tc>
          <w:tcPr>
            <w:tcW w:w="7452" w:type="dxa"/>
            <w:tcBorders>
              <w:top w:val="single" w:sz="2" w:space="0" w:color="auto"/>
              <w:bottom w:val="single" w:sz="2" w:space="0" w:color="auto"/>
              <w:right w:val="single" w:sz="2" w:space="0" w:color="auto"/>
            </w:tcBorders>
          </w:tcPr>
          <w:p w:rsidR="000167B2" w:rsidRDefault="000167B2" w:rsidP="00631F1F">
            <w:pPr>
              <w:pStyle w:val="TableBodyBullet"/>
            </w:pPr>
            <w:r>
              <w:t>Capitalized all defines.</w:t>
            </w:r>
          </w:p>
          <w:p w:rsidR="000167B2" w:rsidRDefault="000167B2" w:rsidP="00631F1F">
            <w:pPr>
              <w:pStyle w:val="TableBodyBullet"/>
            </w:pPr>
            <w:r>
              <w:t>Lowercase all other identifiers and reserved words.</w:t>
            </w:r>
          </w:p>
          <w:p w:rsidR="000167B2" w:rsidRDefault="000167B2" w:rsidP="00631F1F">
            <w:pPr>
              <w:pStyle w:val="TableBodyBullet"/>
            </w:pPr>
            <w:r>
              <w:t>Messages being output to the user can be mixed-case so as to make a clean user presentation.</w:t>
            </w:r>
          </w:p>
        </w:tc>
      </w:tr>
      <w:tr w:rsidR="000167B2" w:rsidTr="00BC4F62">
        <w:trPr>
          <w:cantSplit/>
        </w:trPr>
        <w:tc>
          <w:tcPr>
            <w:tcW w:w="1933" w:type="dxa"/>
            <w:tcBorders>
              <w:top w:val="single" w:sz="2" w:space="0" w:color="auto"/>
              <w:left w:val="single" w:sz="2" w:space="0" w:color="auto"/>
              <w:bottom w:val="single" w:sz="2" w:space="0" w:color="auto"/>
              <w:right w:val="single" w:sz="2" w:space="0" w:color="auto"/>
            </w:tcBorders>
          </w:tcPr>
          <w:p w:rsidR="000167B2" w:rsidRDefault="000167B2" w:rsidP="00631F1F">
            <w:pPr>
              <w:pStyle w:val="TableBody"/>
            </w:pPr>
            <w:r>
              <w:t>Capitalization Example</w:t>
            </w:r>
          </w:p>
        </w:tc>
        <w:tc>
          <w:tcPr>
            <w:tcW w:w="7452" w:type="dxa"/>
            <w:tcBorders>
              <w:top w:val="single" w:sz="2" w:space="0" w:color="auto"/>
              <w:bottom w:val="single" w:sz="2" w:space="0" w:color="auto"/>
              <w:right w:val="single" w:sz="2" w:space="0" w:color="auto"/>
            </w:tcBorders>
          </w:tcPr>
          <w:p w:rsidR="000167B2" w:rsidRPr="009D6F64" w:rsidRDefault="000167B2" w:rsidP="00650C15">
            <w:pPr>
              <w:spacing w:after="40"/>
              <w:rPr>
                <w:rFonts w:ascii="Courier" w:hAnsi="Courier"/>
                <w:sz w:val="18"/>
                <w:szCs w:val="18"/>
              </w:rPr>
            </w:pPr>
            <w:proofErr w:type="spellStart"/>
            <w:r w:rsidRPr="009D6F64">
              <w:rPr>
                <w:rFonts w:ascii="Courier" w:hAnsi="Courier"/>
                <w:sz w:val="18"/>
                <w:szCs w:val="18"/>
              </w:rPr>
              <w:t>thisIsAnExample</w:t>
            </w:r>
            <w:proofErr w:type="spellEnd"/>
          </w:p>
          <w:p w:rsidR="000167B2" w:rsidRPr="009D6F64" w:rsidRDefault="000167B2" w:rsidP="00650C15">
            <w:pPr>
              <w:spacing w:after="40"/>
              <w:rPr>
                <w:rFonts w:ascii="Courier" w:hAnsi="Courier"/>
                <w:sz w:val="18"/>
                <w:szCs w:val="18"/>
              </w:rPr>
            </w:pPr>
            <w:proofErr w:type="spellStart"/>
            <w:r w:rsidRPr="009D6F64">
              <w:rPr>
                <w:rFonts w:ascii="Courier" w:hAnsi="Courier"/>
                <w:sz w:val="18"/>
                <w:szCs w:val="18"/>
              </w:rPr>
              <w:t>ThisIs</w:t>
            </w:r>
            <w:r w:rsidR="00CB7B00" w:rsidRPr="009D6F64">
              <w:rPr>
                <w:rFonts w:ascii="Courier" w:hAnsi="Courier"/>
                <w:sz w:val="18"/>
                <w:szCs w:val="18"/>
              </w:rPr>
              <w:t>A</w:t>
            </w:r>
            <w:r w:rsidRPr="009D6F64">
              <w:rPr>
                <w:rFonts w:ascii="Courier" w:hAnsi="Courier"/>
                <w:sz w:val="18"/>
                <w:szCs w:val="18"/>
              </w:rPr>
              <w:t>notherExample</w:t>
            </w:r>
            <w:proofErr w:type="spellEnd"/>
          </w:p>
          <w:p w:rsidR="000167B2" w:rsidRPr="009D6F64" w:rsidRDefault="000167B2" w:rsidP="00650C15">
            <w:pPr>
              <w:spacing w:after="40"/>
              <w:rPr>
                <w:rFonts w:ascii="Courier" w:hAnsi="Courier"/>
                <w:sz w:val="18"/>
                <w:szCs w:val="18"/>
              </w:rPr>
            </w:pPr>
            <w:proofErr w:type="spellStart"/>
            <w:r w:rsidRPr="009D6F64">
              <w:rPr>
                <w:rFonts w:ascii="Courier" w:hAnsi="Courier"/>
                <w:sz w:val="18"/>
                <w:szCs w:val="18"/>
              </w:rPr>
              <w:t>nThisToo</w:t>
            </w:r>
            <w:proofErr w:type="spellEnd"/>
          </w:p>
          <w:p w:rsidR="000167B2" w:rsidRDefault="000167B2" w:rsidP="00631F1F">
            <w:pPr>
              <w:spacing w:after="40"/>
              <w:rPr>
                <w:rFonts w:ascii="Courier" w:hAnsi="Courier"/>
                <w:sz w:val="20"/>
              </w:rPr>
            </w:pPr>
            <w:proofErr w:type="spellStart"/>
            <w:r w:rsidRPr="009D6F64">
              <w:rPr>
                <w:rFonts w:ascii="Courier" w:hAnsi="Courier"/>
                <w:sz w:val="18"/>
                <w:szCs w:val="18"/>
              </w:rPr>
              <w:t>nThistoo</w:t>
            </w:r>
            <w:proofErr w:type="spellEnd"/>
          </w:p>
        </w:tc>
      </w:tr>
    </w:tbl>
    <w:p w:rsidR="00C5366D" w:rsidRPr="00C5366D" w:rsidRDefault="00C5366D" w:rsidP="00C5366D">
      <w:pPr>
        <w:pStyle w:val="Body"/>
      </w:pPr>
    </w:p>
    <w:p w:rsidR="000167B2" w:rsidRDefault="000167B2" w:rsidP="000167B2">
      <w:pPr>
        <w:pStyle w:val="Body"/>
        <w:sectPr w:rsidR="000167B2" w:rsidSect="00C5366D">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pPr>
    </w:p>
    <w:p w:rsidR="000167B2" w:rsidRPr="00F35D54" w:rsidRDefault="000167B2" w:rsidP="000167B2">
      <w:pPr>
        <w:pStyle w:val="PlainText"/>
      </w:pPr>
      <w:r w:rsidRPr="00F35D54">
        <w:t xml:space="preserve">// </w:t>
      </w:r>
      <w:proofErr w:type="spellStart"/>
      <w:r w:rsidRPr="00F35D54">
        <w:t>LinkCell.h</w:t>
      </w:r>
      <w:proofErr w:type="spellEnd"/>
      <w:r w:rsidRPr="00F35D54">
        <w:t xml:space="preserve">: interface for the </w:t>
      </w:r>
      <w:proofErr w:type="spellStart"/>
      <w:r w:rsidRPr="00F35D54">
        <w:t>LinkCell</w:t>
      </w:r>
      <w:proofErr w:type="spellEnd"/>
      <w:r w:rsidRPr="00F35D54">
        <w:t xml:space="preserve"> class.</w:t>
      </w:r>
    </w:p>
    <w:p w:rsidR="000167B2" w:rsidRPr="00F35D54" w:rsidRDefault="000167B2" w:rsidP="000167B2">
      <w:pPr>
        <w:pStyle w:val="PlainText"/>
      </w:pPr>
      <w:r w:rsidRPr="00F35D54">
        <w:t>//</w:t>
      </w:r>
    </w:p>
    <w:p w:rsidR="000167B2" w:rsidRPr="00F35D54" w:rsidRDefault="000167B2" w:rsidP="000167B2">
      <w:pPr>
        <w:pStyle w:val="PlainText"/>
      </w:pPr>
      <w:r w:rsidRPr="00F35D54">
        <w:t>//////////////////////////////////////////////////////////////////////</w:t>
      </w:r>
    </w:p>
    <w:p w:rsidR="000167B2" w:rsidRPr="00F35D54" w:rsidRDefault="000167B2" w:rsidP="000167B2">
      <w:pPr>
        <w:pStyle w:val="PlainText"/>
      </w:pPr>
    </w:p>
    <w:p w:rsidR="000167B2" w:rsidRPr="00F35D54" w:rsidRDefault="000167B2" w:rsidP="000167B2">
      <w:pPr>
        <w:pStyle w:val="PlainText"/>
      </w:pPr>
      <w:r w:rsidRPr="00F35D54">
        <w:t>#include &lt;</w:t>
      </w:r>
      <w:proofErr w:type="spellStart"/>
      <w:r w:rsidRPr="00F35D54">
        <w:t>fstream</w:t>
      </w:r>
      <w:proofErr w:type="spellEnd"/>
      <w:r w:rsidRPr="00F35D54">
        <w:t>&gt;</w:t>
      </w:r>
    </w:p>
    <w:p w:rsidR="000167B2" w:rsidRPr="00F35D54" w:rsidRDefault="000167B2" w:rsidP="000167B2">
      <w:pPr>
        <w:pStyle w:val="PlainText"/>
      </w:pPr>
      <w:r w:rsidRPr="00F35D54">
        <w:t>using namespace std;</w:t>
      </w:r>
    </w:p>
    <w:p w:rsidR="000167B2" w:rsidRPr="00F35D54" w:rsidRDefault="000167B2" w:rsidP="000167B2">
      <w:pPr>
        <w:pStyle w:val="PlainText"/>
      </w:pPr>
    </w:p>
    <w:p w:rsidR="000167B2" w:rsidRPr="00F35D54" w:rsidRDefault="000167B2" w:rsidP="000167B2">
      <w:pPr>
        <w:pStyle w:val="PlainText"/>
      </w:pPr>
      <w:r w:rsidRPr="00F35D54">
        <w:t xml:space="preserve">class </w:t>
      </w:r>
      <w:proofErr w:type="spellStart"/>
      <w:r w:rsidRPr="00F35D54">
        <w:t>LinkCell</w:t>
      </w:r>
      <w:proofErr w:type="spellEnd"/>
      <w:r w:rsidRPr="00F35D54">
        <w:t xml:space="preserve">  </w:t>
      </w:r>
    </w:p>
    <w:p w:rsidR="000167B2" w:rsidRPr="00F35D54" w:rsidRDefault="000167B2" w:rsidP="000167B2">
      <w:pPr>
        <w:pStyle w:val="PlainText"/>
      </w:pPr>
      <w:r w:rsidRPr="00F35D54">
        <w:t>{</w:t>
      </w:r>
    </w:p>
    <w:p w:rsidR="000167B2" w:rsidRPr="00F35D54" w:rsidRDefault="000167B2" w:rsidP="000167B2">
      <w:pPr>
        <w:pStyle w:val="PlainText"/>
      </w:pPr>
      <w:r>
        <w:t>friend class List</w:t>
      </w:r>
    </w:p>
    <w:p w:rsidR="000167B2" w:rsidRPr="00F35D54" w:rsidRDefault="000167B2" w:rsidP="000167B2">
      <w:pPr>
        <w:pStyle w:val="PlainText"/>
      </w:pPr>
      <w:r w:rsidRPr="00F35D54">
        <w:t>private:</w:t>
      </w:r>
    </w:p>
    <w:p w:rsidR="000167B2" w:rsidRPr="00F35D54" w:rsidRDefault="000167B2" w:rsidP="000167B2">
      <w:pPr>
        <w:pStyle w:val="PlainText"/>
      </w:pPr>
      <w:r w:rsidRPr="00F35D54">
        <w:tab/>
        <w:t>double item;</w:t>
      </w:r>
    </w:p>
    <w:p w:rsidR="000167B2" w:rsidRPr="00F35D54" w:rsidRDefault="000167B2" w:rsidP="000167B2">
      <w:pPr>
        <w:pStyle w:val="PlainText"/>
      </w:pPr>
      <w:r w:rsidRPr="00F35D54">
        <w:tab/>
      </w:r>
      <w:proofErr w:type="spellStart"/>
      <w:r w:rsidRPr="00F35D54">
        <w:t>LinkCell</w:t>
      </w:r>
      <w:proofErr w:type="spellEnd"/>
      <w:r w:rsidRPr="00F35D54">
        <w:t xml:space="preserve"> *next;</w:t>
      </w:r>
    </w:p>
    <w:p w:rsidR="000167B2" w:rsidRPr="00F35D54" w:rsidRDefault="000167B2" w:rsidP="000167B2">
      <w:pPr>
        <w:pStyle w:val="PlainText"/>
      </w:pPr>
      <w:r>
        <w:tab/>
      </w:r>
      <w:proofErr w:type="spellStart"/>
      <w:r>
        <w:t>LinkCell</w:t>
      </w:r>
      <w:proofErr w:type="spellEnd"/>
      <w:r>
        <w:t xml:space="preserve"> (double a, </w:t>
      </w:r>
      <w:proofErr w:type="spellStart"/>
      <w:r>
        <w:t>LinkCell</w:t>
      </w:r>
      <w:proofErr w:type="spellEnd"/>
      <w:r w:rsidRPr="00F35D54">
        <w:t xml:space="preserve"> </w:t>
      </w:r>
      <w:proofErr w:type="spellStart"/>
      <w:r w:rsidRPr="00F35D54">
        <w:t>ptr</w:t>
      </w:r>
      <w:proofErr w:type="spellEnd"/>
      <w:r w:rsidRPr="00F35D54">
        <w:t>)</w:t>
      </w:r>
    </w:p>
    <w:p w:rsidR="000167B2" w:rsidRPr="00F35D54" w:rsidRDefault="000167B2" w:rsidP="000167B2">
      <w:pPr>
        <w:pStyle w:val="PlainText"/>
      </w:pPr>
      <w:r w:rsidRPr="00F35D54">
        <w:tab/>
        <w:t>{</w:t>
      </w:r>
    </w:p>
    <w:p w:rsidR="000167B2" w:rsidRPr="00F35D54" w:rsidRDefault="000167B2" w:rsidP="000167B2">
      <w:pPr>
        <w:pStyle w:val="PlainText"/>
      </w:pPr>
      <w:r w:rsidRPr="00F35D54">
        <w:tab/>
      </w:r>
      <w:r w:rsidRPr="00F35D54">
        <w:tab/>
        <w:t>item = a;</w:t>
      </w:r>
    </w:p>
    <w:p w:rsidR="000167B2" w:rsidRPr="00F35D54" w:rsidRDefault="000167B2" w:rsidP="000167B2">
      <w:pPr>
        <w:pStyle w:val="PlainText"/>
      </w:pPr>
      <w:r w:rsidRPr="00F35D54">
        <w:tab/>
      </w:r>
      <w:r w:rsidRPr="00F35D54">
        <w:tab/>
        <w:t xml:space="preserve">next = </w:t>
      </w:r>
      <w:proofErr w:type="spellStart"/>
      <w:r w:rsidRPr="00F35D54">
        <w:t>ptr</w:t>
      </w:r>
      <w:proofErr w:type="spellEnd"/>
      <w:r w:rsidRPr="00F35D54">
        <w:t>;</w:t>
      </w:r>
    </w:p>
    <w:p w:rsidR="000167B2" w:rsidRPr="00F35D54" w:rsidRDefault="000167B2" w:rsidP="000167B2">
      <w:pPr>
        <w:pStyle w:val="PlainText"/>
      </w:pPr>
      <w:r w:rsidRPr="00F35D54">
        <w:tab/>
        <w:t>}</w:t>
      </w:r>
    </w:p>
    <w:p w:rsidR="000167B2" w:rsidRPr="00F35D54" w:rsidRDefault="000167B2" w:rsidP="000167B2">
      <w:pPr>
        <w:pStyle w:val="PlainText"/>
      </w:pPr>
      <w:r w:rsidRPr="00F35D54">
        <w:t>public:</w:t>
      </w:r>
    </w:p>
    <w:p w:rsidR="000167B2" w:rsidRPr="00F35D54" w:rsidRDefault="000167B2" w:rsidP="000167B2">
      <w:pPr>
        <w:pStyle w:val="PlainText"/>
      </w:pPr>
      <w:r w:rsidRPr="00F35D54">
        <w:tab/>
        <w:t>virtual ~</w:t>
      </w:r>
      <w:proofErr w:type="spellStart"/>
      <w:r w:rsidRPr="00F35D54">
        <w:t>LinkCell</w:t>
      </w:r>
      <w:proofErr w:type="spellEnd"/>
      <w:r w:rsidRPr="00F35D54">
        <w:t>();</w:t>
      </w:r>
    </w:p>
    <w:p w:rsidR="000167B2" w:rsidRPr="00F35D54" w:rsidRDefault="000167B2" w:rsidP="000167B2">
      <w:pPr>
        <w:pStyle w:val="PlainText"/>
      </w:pPr>
    </w:p>
    <w:p w:rsidR="000167B2" w:rsidRPr="00F35D54" w:rsidRDefault="000167B2" w:rsidP="000167B2">
      <w:pPr>
        <w:pStyle w:val="PlainText"/>
      </w:pPr>
      <w:r w:rsidRPr="00F35D54">
        <w:t>};</w:t>
      </w:r>
    </w:p>
    <w:p w:rsidR="000167B2" w:rsidRDefault="000167B2" w:rsidP="000167B2">
      <w:pPr>
        <w:pStyle w:val="PlainText"/>
      </w:pPr>
    </w:p>
    <w:p w:rsidR="000167B2" w:rsidRDefault="000167B2" w:rsidP="000167B2">
      <w:pPr>
        <w:pStyle w:val="PlainText"/>
        <w:sectPr w:rsidR="000167B2" w:rsidSect="00650C15">
          <w:footerReference w:type="even" r:id="rId13"/>
          <w:pgSz w:w="12240" w:h="15840" w:code="1"/>
          <w:pgMar w:top="504" w:right="720" w:bottom="504" w:left="1728" w:header="432" w:footer="432" w:gutter="0"/>
          <w:lnNumType w:countBy="1"/>
          <w:cols w:space="720"/>
          <w:docGrid w:linePitch="222"/>
        </w:sectPr>
      </w:pPr>
    </w:p>
    <w:p w:rsidR="000167B2" w:rsidRPr="002D1787" w:rsidRDefault="000167B2" w:rsidP="000167B2">
      <w:pPr>
        <w:pStyle w:val="PlainText"/>
      </w:pPr>
      <w:r w:rsidRPr="002D1787">
        <w:t xml:space="preserve">// LinkCell.cpp: implementation of the </w:t>
      </w:r>
      <w:proofErr w:type="spellStart"/>
      <w:r w:rsidRPr="002D1787">
        <w:t>LinkCell</w:t>
      </w:r>
      <w:proofErr w:type="spellEnd"/>
      <w:r w:rsidRPr="002D1787">
        <w:t xml:space="preserve"> class.</w:t>
      </w:r>
    </w:p>
    <w:p w:rsidR="000167B2" w:rsidRPr="002D1787" w:rsidRDefault="000167B2" w:rsidP="000167B2">
      <w:pPr>
        <w:pStyle w:val="PlainText"/>
      </w:pPr>
      <w:r w:rsidRPr="002D1787">
        <w:t>//</w:t>
      </w:r>
    </w:p>
    <w:p w:rsidR="000167B2" w:rsidRPr="002D1787" w:rsidRDefault="000167B2" w:rsidP="000167B2">
      <w:pPr>
        <w:pStyle w:val="PlainText"/>
      </w:pPr>
      <w:r w:rsidRPr="002D1787">
        <w:t>//////////////////////////////////////////////////////////////////////</w:t>
      </w:r>
    </w:p>
    <w:p w:rsidR="000167B2" w:rsidRPr="002D1787" w:rsidRDefault="000167B2" w:rsidP="000167B2">
      <w:pPr>
        <w:pStyle w:val="PlainText"/>
      </w:pPr>
    </w:p>
    <w:p w:rsidR="000167B2" w:rsidRPr="002D1787" w:rsidRDefault="000167B2" w:rsidP="000167B2">
      <w:pPr>
        <w:pStyle w:val="PlainText"/>
      </w:pPr>
      <w:r w:rsidRPr="002D1787">
        <w:t>//#include "</w:t>
      </w:r>
      <w:proofErr w:type="spellStart"/>
      <w:r w:rsidRPr="002D1787">
        <w:t>stdafx.h</w:t>
      </w:r>
      <w:proofErr w:type="spellEnd"/>
      <w:r w:rsidRPr="002D1787">
        <w:t>"</w:t>
      </w:r>
    </w:p>
    <w:p w:rsidR="000167B2" w:rsidRPr="002D1787" w:rsidRDefault="000167B2" w:rsidP="000167B2">
      <w:pPr>
        <w:pStyle w:val="PlainText"/>
      </w:pPr>
      <w:r w:rsidRPr="002D1787">
        <w:t>#include "</w:t>
      </w:r>
      <w:proofErr w:type="spellStart"/>
      <w:r w:rsidRPr="002D1787">
        <w:t>LinkCell.h</w:t>
      </w:r>
      <w:proofErr w:type="spellEnd"/>
      <w:r w:rsidRPr="002D1787">
        <w:t>"</w:t>
      </w:r>
    </w:p>
    <w:p w:rsidR="000167B2" w:rsidRPr="002D1787" w:rsidRDefault="000167B2" w:rsidP="000167B2">
      <w:pPr>
        <w:pStyle w:val="PlainText"/>
      </w:pPr>
    </w:p>
    <w:p w:rsidR="000167B2" w:rsidRPr="002D1787" w:rsidRDefault="000167B2" w:rsidP="000167B2">
      <w:pPr>
        <w:pStyle w:val="PlainText"/>
      </w:pPr>
      <w:r w:rsidRPr="002D1787">
        <w:t>//////////////////////////////////////////////////////////////////////</w:t>
      </w:r>
    </w:p>
    <w:p w:rsidR="000167B2" w:rsidRPr="002D1787" w:rsidRDefault="000167B2" w:rsidP="000167B2">
      <w:pPr>
        <w:pStyle w:val="PlainText"/>
      </w:pPr>
      <w:r w:rsidRPr="002D1787">
        <w:t>// Construction/Destruction</w:t>
      </w:r>
    </w:p>
    <w:p w:rsidR="000167B2" w:rsidRPr="002D1787" w:rsidRDefault="000167B2" w:rsidP="000167B2">
      <w:pPr>
        <w:pStyle w:val="PlainText"/>
      </w:pPr>
      <w:r w:rsidRPr="002D1787">
        <w:t>//////////////////////////////////////////////////////////////////////</w:t>
      </w:r>
    </w:p>
    <w:p w:rsidR="000167B2" w:rsidRPr="002D1787" w:rsidRDefault="000167B2" w:rsidP="000167B2">
      <w:pPr>
        <w:pStyle w:val="PlainText"/>
      </w:pPr>
    </w:p>
    <w:p w:rsidR="000167B2" w:rsidRPr="002D1787" w:rsidRDefault="000167B2" w:rsidP="000167B2">
      <w:pPr>
        <w:pStyle w:val="PlainText"/>
      </w:pPr>
      <w:proofErr w:type="spellStart"/>
      <w:proofErr w:type="gramStart"/>
      <w:r w:rsidRPr="002D1787">
        <w:t>LinkCell</w:t>
      </w:r>
      <w:proofErr w:type="spellEnd"/>
      <w:r w:rsidRPr="002D1787">
        <w:t>::</w:t>
      </w:r>
      <w:proofErr w:type="gramEnd"/>
      <w:r w:rsidRPr="002D1787">
        <w:t>~</w:t>
      </w:r>
      <w:proofErr w:type="spellStart"/>
      <w:r w:rsidRPr="002D1787">
        <w:t>LinkCell</w:t>
      </w:r>
      <w:proofErr w:type="spellEnd"/>
      <w:r w:rsidRPr="002D1787">
        <w:t>()</w:t>
      </w:r>
    </w:p>
    <w:p w:rsidR="000167B2" w:rsidRPr="002D1787" w:rsidRDefault="000167B2" w:rsidP="000167B2">
      <w:pPr>
        <w:pStyle w:val="PlainText"/>
      </w:pPr>
      <w:r w:rsidRPr="002D1787">
        <w:t>{</w:t>
      </w:r>
    </w:p>
    <w:p w:rsidR="000167B2" w:rsidRPr="002D1787" w:rsidRDefault="000167B2" w:rsidP="000167B2">
      <w:pPr>
        <w:pStyle w:val="PlainText"/>
      </w:pPr>
    </w:p>
    <w:p w:rsidR="000167B2" w:rsidRDefault="000167B2" w:rsidP="000167B2">
      <w:pPr>
        <w:pStyle w:val="PlainText"/>
      </w:pPr>
      <w:r w:rsidRPr="002D1787">
        <w:t>}</w:t>
      </w:r>
    </w:p>
    <w:p w:rsidR="000167B2" w:rsidRDefault="000167B2" w:rsidP="000167B2">
      <w:pPr>
        <w:pStyle w:val="PlainText"/>
        <w:sectPr w:rsidR="000167B2" w:rsidSect="00650C15">
          <w:pgSz w:w="12240" w:h="15840" w:code="1"/>
          <w:pgMar w:top="504" w:right="720" w:bottom="504" w:left="1728" w:header="432" w:footer="432" w:gutter="0"/>
          <w:lnNumType w:countBy="1"/>
          <w:cols w:space="720"/>
        </w:sectPr>
      </w:pPr>
    </w:p>
    <w:p w:rsidR="000167B2" w:rsidRPr="0030090B" w:rsidRDefault="000167B2" w:rsidP="000167B2">
      <w:pPr>
        <w:pStyle w:val="PlainText"/>
      </w:pPr>
      <w:r w:rsidRPr="0030090B">
        <w:t xml:space="preserve">// </w:t>
      </w:r>
      <w:proofErr w:type="spellStart"/>
      <w:r w:rsidRPr="0030090B">
        <w:t>List.h</w:t>
      </w:r>
      <w:proofErr w:type="spellEnd"/>
      <w:r w:rsidRPr="0030090B">
        <w:t>: interface for the List class.</w:t>
      </w:r>
    </w:p>
    <w:p w:rsidR="000167B2" w:rsidRPr="0030090B" w:rsidRDefault="000167B2" w:rsidP="000167B2">
      <w:pPr>
        <w:pStyle w:val="PlainText"/>
      </w:pPr>
      <w:r w:rsidRPr="0030090B">
        <w:t>//</w:t>
      </w:r>
    </w:p>
    <w:p w:rsidR="000167B2" w:rsidRPr="0030090B" w:rsidRDefault="000167B2" w:rsidP="000167B2">
      <w:pPr>
        <w:pStyle w:val="PlainText"/>
      </w:pPr>
      <w:r w:rsidRPr="0030090B">
        <w:t>//////////////////////////////////////////////////////////////////////</w:t>
      </w:r>
    </w:p>
    <w:p w:rsidR="000167B2" w:rsidRPr="0030090B" w:rsidRDefault="000167B2" w:rsidP="000167B2">
      <w:pPr>
        <w:pStyle w:val="PlainText"/>
      </w:pPr>
    </w:p>
    <w:p w:rsidR="000167B2" w:rsidRPr="0030090B" w:rsidRDefault="000167B2" w:rsidP="000167B2">
      <w:pPr>
        <w:pStyle w:val="PlainText"/>
      </w:pPr>
      <w:r w:rsidRPr="0030090B">
        <w:t>//#include &lt;iostream&gt;</w:t>
      </w:r>
    </w:p>
    <w:p w:rsidR="000167B2" w:rsidRPr="0030090B" w:rsidRDefault="000167B2" w:rsidP="000167B2">
      <w:pPr>
        <w:pStyle w:val="PlainText"/>
      </w:pPr>
      <w:r w:rsidRPr="0030090B">
        <w:t>#include &lt;</w:t>
      </w:r>
      <w:proofErr w:type="spellStart"/>
      <w:r w:rsidRPr="0030090B">
        <w:t>fstream</w:t>
      </w:r>
      <w:proofErr w:type="spellEnd"/>
      <w:r w:rsidRPr="0030090B">
        <w:t>&gt;</w:t>
      </w:r>
    </w:p>
    <w:p w:rsidR="000167B2" w:rsidRPr="0030090B" w:rsidRDefault="000167B2" w:rsidP="000167B2">
      <w:pPr>
        <w:pStyle w:val="PlainText"/>
      </w:pPr>
      <w:r w:rsidRPr="0030090B">
        <w:t>#include "</w:t>
      </w:r>
      <w:proofErr w:type="spellStart"/>
      <w:r w:rsidRPr="0030090B">
        <w:t>LinkCell.h</w:t>
      </w:r>
      <w:proofErr w:type="spellEnd"/>
      <w:r w:rsidRPr="0030090B">
        <w:t>"</w:t>
      </w:r>
    </w:p>
    <w:p w:rsidR="000167B2" w:rsidRPr="0030090B" w:rsidRDefault="000167B2" w:rsidP="000167B2">
      <w:pPr>
        <w:pStyle w:val="PlainText"/>
      </w:pPr>
      <w:r w:rsidRPr="0030090B">
        <w:t>using namespace std;</w:t>
      </w:r>
    </w:p>
    <w:p w:rsidR="000167B2" w:rsidRPr="0030090B" w:rsidRDefault="000167B2" w:rsidP="000167B2">
      <w:pPr>
        <w:pStyle w:val="PlainText"/>
      </w:pPr>
    </w:p>
    <w:p w:rsidR="000167B2" w:rsidRPr="0030090B" w:rsidRDefault="000167B2" w:rsidP="000167B2">
      <w:pPr>
        <w:pStyle w:val="PlainText"/>
      </w:pPr>
      <w:r w:rsidRPr="0030090B">
        <w:t xml:space="preserve">class List  </w:t>
      </w:r>
    </w:p>
    <w:p w:rsidR="000167B2" w:rsidRPr="0030090B" w:rsidRDefault="000167B2" w:rsidP="000167B2">
      <w:pPr>
        <w:pStyle w:val="PlainText"/>
      </w:pPr>
      <w:r w:rsidRPr="0030090B">
        <w:t>{</w:t>
      </w:r>
    </w:p>
    <w:p w:rsidR="000167B2" w:rsidRPr="0030090B" w:rsidRDefault="000167B2" w:rsidP="000167B2">
      <w:pPr>
        <w:pStyle w:val="PlainText"/>
      </w:pPr>
      <w:r w:rsidRPr="0030090B">
        <w:t>public:</w:t>
      </w:r>
    </w:p>
    <w:p w:rsidR="000167B2" w:rsidRPr="0030090B" w:rsidRDefault="000167B2" w:rsidP="000167B2">
      <w:pPr>
        <w:pStyle w:val="PlainText"/>
      </w:pPr>
      <w:r w:rsidRPr="0030090B">
        <w:tab/>
        <w:t>List()</w:t>
      </w:r>
    </w:p>
    <w:p w:rsidR="000167B2" w:rsidRPr="0030090B" w:rsidRDefault="000167B2" w:rsidP="000167B2">
      <w:pPr>
        <w:pStyle w:val="PlainText"/>
      </w:pPr>
      <w:r w:rsidRPr="0030090B">
        <w:tab/>
        <w:t>{</w:t>
      </w:r>
    </w:p>
    <w:p w:rsidR="000167B2" w:rsidRPr="0030090B" w:rsidRDefault="000167B2" w:rsidP="000167B2">
      <w:pPr>
        <w:pStyle w:val="PlainText"/>
      </w:pPr>
      <w:r w:rsidRPr="0030090B">
        <w:tab/>
      </w:r>
      <w:r w:rsidRPr="0030090B">
        <w:tab/>
        <w:t>//constructor, empty list</w:t>
      </w:r>
    </w:p>
    <w:p w:rsidR="000167B2" w:rsidRPr="0030090B" w:rsidRDefault="000167B2" w:rsidP="000167B2">
      <w:pPr>
        <w:pStyle w:val="PlainText"/>
      </w:pPr>
      <w:r w:rsidRPr="0030090B">
        <w:tab/>
      </w:r>
      <w:r w:rsidRPr="0030090B">
        <w:tab/>
        <w:t>head = NULL;</w:t>
      </w:r>
      <w:r w:rsidRPr="0030090B">
        <w:tab/>
      </w:r>
      <w:r w:rsidRPr="0030090B">
        <w:tab/>
      </w:r>
      <w:r w:rsidRPr="0030090B">
        <w:tab/>
      </w:r>
      <w:r w:rsidRPr="0030090B">
        <w:tab/>
      </w:r>
      <w:r w:rsidRPr="0030090B">
        <w:tab/>
      </w:r>
      <w:r w:rsidRPr="0030090B">
        <w:tab/>
      </w:r>
      <w:r w:rsidRPr="0030090B">
        <w:tab/>
      </w:r>
      <w:r w:rsidRPr="0030090B">
        <w:tab/>
      </w:r>
      <w:r w:rsidRPr="0030090B">
        <w:tab/>
      </w:r>
    </w:p>
    <w:p w:rsidR="000167B2" w:rsidRPr="0030090B" w:rsidRDefault="000167B2" w:rsidP="000167B2">
      <w:pPr>
        <w:pStyle w:val="PlainText"/>
      </w:pPr>
      <w:r w:rsidRPr="0030090B">
        <w:tab/>
        <w:t>}</w:t>
      </w:r>
    </w:p>
    <w:p w:rsidR="000167B2" w:rsidRPr="0030090B" w:rsidRDefault="000167B2" w:rsidP="000167B2">
      <w:pPr>
        <w:pStyle w:val="PlainText"/>
      </w:pPr>
      <w:r w:rsidRPr="0030090B">
        <w:tab/>
        <w:t>//constructor, list with one cell</w:t>
      </w:r>
    </w:p>
    <w:p w:rsidR="000167B2" w:rsidRPr="0030090B" w:rsidRDefault="000167B2" w:rsidP="000167B2">
      <w:pPr>
        <w:pStyle w:val="PlainText"/>
      </w:pPr>
      <w:r w:rsidRPr="0030090B">
        <w:tab/>
        <w:t xml:space="preserve">List(double a) : head (new </w:t>
      </w:r>
      <w:proofErr w:type="spellStart"/>
      <w:r w:rsidRPr="0030090B">
        <w:t>LinkCell</w:t>
      </w:r>
      <w:proofErr w:type="spellEnd"/>
      <w:r w:rsidRPr="0030090B">
        <w:t>(</w:t>
      </w:r>
      <w:proofErr w:type="spellStart"/>
      <w:r w:rsidRPr="0030090B">
        <w:t>a,NULL</w:t>
      </w:r>
      <w:proofErr w:type="spellEnd"/>
      <w:r w:rsidRPr="0030090B">
        <w:t>)) {};</w:t>
      </w:r>
    </w:p>
    <w:p w:rsidR="000167B2" w:rsidRPr="0030090B" w:rsidRDefault="000167B2" w:rsidP="000167B2">
      <w:pPr>
        <w:pStyle w:val="PlainText"/>
      </w:pPr>
      <w:r w:rsidRPr="0030090B">
        <w:tab/>
        <w:t>//first cell</w:t>
      </w:r>
    </w:p>
    <w:p w:rsidR="000167B2" w:rsidRPr="0030090B" w:rsidRDefault="000167B2" w:rsidP="000167B2">
      <w:pPr>
        <w:pStyle w:val="PlainText"/>
      </w:pPr>
      <w:r>
        <w:tab/>
      </w:r>
      <w:proofErr w:type="spellStart"/>
      <w:r>
        <w:t>LinkCell</w:t>
      </w:r>
      <w:proofErr w:type="spellEnd"/>
      <w:r>
        <w:t>* first() {return head</w:t>
      </w:r>
      <w:r w:rsidRPr="0030090B">
        <w:t xml:space="preserve"> };</w:t>
      </w:r>
    </w:p>
    <w:p w:rsidR="000167B2" w:rsidRPr="0030090B" w:rsidRDefault="000167B2" w:rsidP="000167B2">
      <w:pPr>
        <w:pStyle w:val="PlainText"/>
      </w:pPr>
      <w:r w:rsidRPr="0030090B">
        <w:tab/>
        <w:t>//last cell</w:t>
      </w:r>
      <w:r w:rsidRPr="0030090B">
        <w:tab/>
      </w:r>
      <w:r w:rsidRPr="0030090B">
        <w:tab/>
      </w:r>
      <w:r w:rsidRPr="0030090B">
        <w:tab/>
      </w:r>
    </w:p>
    <w:p w:rsidR="000167B2" w:rsidRPr="0030090B" w:rsidRDefault="000167B2" w:rsidP="000167B2">
      <w:pPr>
        <w:pStyle w:val="PlainText"/>
      </w:pPr>
      <w:r w:rsidRPr="0030090B">
        <w:tab/>
      </w:r>
      <w:proofErr w:type="spellStart"/>
      <w:r w:rsidRPr="0030090B">
        <w:t>LinkCell</w:t>
      </w:r>
      <w:proofErr w:type="spellEnd"/>
      <w:r w:rsidRPr="0030090B">
        <w:t>* last();</w:t>
      </w:r>
      <w:r w:rsidRPr="0030090B">
        <w:tab/>
      </w:r>
    </w:p>
    <w:p w:rsidR="000167B2" w:rsidRPr="0030090B" w:rsidRDefault="000167B2" w:rsidP="000167B2">
      <w:pPr>
        <w:pStyle w:val="PlainText"/>
      </w:pPr>
      <w:r w:rsidRPr="0030090B">
        <w:tab/>
        <w:t>//first item == a</w:t>
      </w:r>
    </w:p>
    <w:p w:rsidR="000167B2" w:rsidRPr="0030090B" w:rsidRDefault="000167B2" w:rsidP="000167B2">
      <w:pPr>
        <w:pStyle w:val="PlainText"/>
      </w:pPr>
      <w:r w:rsidRPr="0030090B">
        <w:tab/>
      </w:r>
      <w:proofErr w:type="spellStart"/>
      <w:r w:rsidRPr="0030090B">
        <w:t>LinkCell</w:t>
      </w:r>
      <w:proofErr w:type="spellEnd"/>
      <w:r w:rsidRPr="0030090B">
        <w:t>* find(double a);</w:t>
      </w:r>
    </w:p>
    <w:p w:rsidR="000167B2" w:rsidRPr="0030090B" w:rsidRDefault="000167B2" w:rsidP="000167B2">
      <w:pPr>
        <w:pStyle w:val="PlainText"/>
      </w:pPr>
      <w:r w:rsidRPr="0030090B">
        <w:tab/>
        <w:t>//substitute a for first b</w:t>
      </w:r>
    </w:p>
    <w:p w:rsidR="000167B2" w:rsidRPr="0030090B" w:rsidRDefault="000167B2" w:rsidP="000167B2">
      <w:pPr>
        <w:pStyle w:val="PlainText"/>
      </w:pPr>
      <w:r w:rsidRPr="0030090B">
        <w:tab/>
        <w:t>int substitute(double a, double b);</w:t>
      </w:r>
      <w:r w:rsidRPr="0030090B">
        <w:tab/>
      </w:r>
    </w:p>
    <w:p w:rsidR="000167B2" w:rsidRPr="0030090B" w:rsidRDefault="000167B2" w:rsidP="000167B2">
      <w:pPr>
        <w:pStyle w:val="PlainText"/>
      </w:pPr>
      <w:r w:rsidRPr="0030090B">
        <w:tab/>
        <w:t>//remove a from entire list</w:t>
      </w:r>
      <w:r w:rsidRPr="0030090B">
        <w:tab/>
      </w:r>
      <w:r w:rsidRPr="0030090B">
        <w:tab/>
      </w:r>
      <w:r w:rsidRPr="0030090B">
        <w:tab/>
      </w:r>
    </w:p>
    <w:p w:rsidR="000167B2" w:rsidRPr="0030090B" w:rsidRDefault="000167B2" w:rsidP="000167B2">
      <w:pPr>
        <w:pStyle w:val="PlainText"/>
      </w:pPr>
      <w:r w:rsidRPr="0030090B">
        <w:tab/>
        <w:t>int remove(double a);</w:t>
      </w:r>
      <w:r w:rsidRPr="0030090B">
        <w:tab/>
      </w:r>
    </w:p>
    <w:p w:rsidR="000167B2" w:rsidRPr="0030090B" w:rsidRDefault="000167B2" w:rsidP="000167B2">
      <w:pPr>
        <w:pStyle w:val="PlainText"/>
      </w:pPr>
      <w:r w:rsidRPr="0030090B">
        <w:tab/>
        <w:t>//remove given cell</w:t>
      </w:r>
    </w:p>
    <w:p w:rsidR="000167B2" w:rsidRPr="0030090B" w:rsidRDefault="000167B2" w:rsidP="000167B2">
      <w:pPr>
        <w:pStyle w:val="PlainText"/>
      </w:pPr>
      <w:r w:rsidRPr="0030090B">
        <w:tab/>
        <w:t>void remove(</w:t>
      </w:r>
      <w:proofErr w:type="spellStart"/>
      <w:r w:rsidRPr="0030090B">
        <w:t>LinkCell</w:t>
      </w:r>
      <w:proofErr w:type="spellEnd"/>
      <w:r w:rsidRPr="0030090B">
        <w:t>* cell);</w:t>
      </w:r>
    </w:p>
    <w:p w:rsidR="000167B2" w:rsidRPr="0030090B" w:rsidRDefault="000167B2" w:rsidP="000167B2">
      <w:pPr>
        <w:pStyle w:val="PlainText"/>
      </w:pPr>
      <w:r w:rsidRPr="0030090B">
        <w:tab/>
        <w:t>//remove first n cells</w:t>
      </w:r>
    </w:p>
    <w:p w:rsidR="000167B2" w:rsidRPr="0030090B" w:rsidRDefault="000167B2" w:rsidP="000167B2">
      <w:pPr>
        <w:pStyle w:val="PlainText"/>
      </w:pPr>
      <w:r w:rsidRPr="0030090B">
        <w:tab/>
        <w:t>int shorten(int n);</w:t>
      </w:r>
      <w:r w:rsidRPr="0030090B">
        <w:tab/>
      </w:r>
    </w:p>
    <w:p w:rsidR="000167B2" w:rsidRPr="0030090B" w:rsidRDefault="000167B2" w:rsidP="000167B2">
      <w:pPr>
        <w:pStyle w:val="PlainText"/>
      </w:pPr>
      <w:r w:rsidRPr="0030090B">
        <w:tab/>
        <w:t>//insert a in front</w:t>
      </w:r>
    </w:p>
    <w:p w:rsidR="000167B2" w:rsidRPr="0030090B" w:rsidRDefault="000167B2" w:rsidP="000167B2">
      <w:pPr>
        <w:pStyle w:val="PlainText"/>
      </w:pPr>
      <w:r>
        <w:tab/>
        <w:t xml:space="preserve">int </w:t>
      </w:r>
      <w:proofErr w:type="spellStart"/>
      <w:r>
        <w:t>putO</w:t>
      </w:r>
      <w:r w:rsidRPr="0030090B">
        <w:t>n</w:t>
      </w:r>
      <w:proofErr w:type="spellEnd"/>
      <w:r w:rsidRPr="0030090B">
        <w:t>(double a);</w:t>
      </w:r>
    </w:p>
    <w:p w:rsidR="000167B2" w:rsidRPr="0030090B" w:rsidRDefault="000167B2" w:rsidP="000167B2">
      <w:pPr>
        <w:pStyle w:val="PlainText"/>
      </w:pPr>
      <w:r w:rsidRPr="0030090B">
        <w:tab/>
        <w:t>//insert a after cell</w:t>
      </w:r>
    </w:p>
    <w:p w:rsidR="000167B2" w:rsidRPr="0030090B" w:rsidRDefault="000167B2" w:rsidP="000167B2">
      <w:pPr>
        <w:pStyle w:val="PlainText"/>
      </w:pPr>
      <w:r w:rsidRPr="0030090B">
        <w:tab/>
        <w:t xml:space="preserve">int insert(double a, </w:t>
      </w:r>
      <w:proofErr w:type="spellStart"/>
      <w:r w:rsidRPr="0030090B">
        <w:t>LinkCell</w:t>
      </w:r>
      <w:proofErr w:type="spellEnd"/>
      <w:r w:rsidRPr="0030090B">
        <w:t>* cell);</w:t>
      </w:r>
      <w:r w:rsidRPr="0030090B">
        <w:tab/>
      </w:r>
    </w:p>
    <w:p w:rsidR="000167B2" w:rsidRPr="0030090B" w:rsidRDefault="000167B2" w:rsidP="000167B2">
      <w:pPr>
        <w:pStyle w:val="PlainText"/>
      </w:pPr>
      <w:r w:rsidRPr="0030090B">
        <w:tab/>
        <w:t>//insert a at end</w:t>
      </w:r>
    </w:p>
    <w:p w:rsidR="000167B2" w:rsidRPr="0030090B" w:rsidRDefault="000167B2" w:rsidP="000167B2">
      <w:pPr>
        <w:pStyle w:val="PlainText"/>
      </w:pPr>
      <w:r w:rsidRPr="0030090B">
        <w:tab/>
        <w:t>int append(double a)</w:t>
      </w:r>
      <w:r w:rsidRPr="0030090B">
        <w:tab/>
      </w:r>
      <w:r w:rsidRPr="0030090B">
        <w:tab/>
      </w:r>
      <w:r w:rsidRPr="0030090B">
        <w:tab/>
      </w:r>
      <w:r w:rsidRPr="0030090B">
        <w:tab/>
      </w:r>
      <w:r w:rsidRPr="0030090B">
        <w:tab/>
      </w:r>
      <w:r w:rsidRPr="0030090B">
        <w:tab/>
      </w:r>
      <w:r w:rsidRPr="0030090B">
        <w:tab/>
      </w:r>
      <w:r w:rsidRPr="0030090B">
        <w:tab/>
      </w:r>
    </w:p>
    <w:p w:rsidR="000167B2" w:rsidRPr="0030090B" w:rsidRDefault="000167B2" w:rsidP="000167B2">
      <w:pPr>
        <w:pStyle w:val="PlainText"/>
      </w:pPr>
      <w:r w:rsidRPr="0030090B">
        <w:tab/>
        <w:t>{ return insert(a, last());};</w:t>
      </w:r>
    </w:p>
    <w:p w:rsidR="000167B2" w:rsidRPr="0030090B" w:rsidRDefault="000167B2" w:rsidP="000167B2">
      <w:pPr>
        <w:pStyle w:val="PlainText"/>
      </w:pPr>
      <w:r>
        <w:tab/>
        <w:t xml:space="preserve">int </w:t>
      </w:r>
      <w:proofErr w:type="spellStart"/>
      <w:r>
        <w:t>isE</w:t>
      </w:r>
      <w:r w:rsidRPr="0030090B">
        <w:t>mpty</w:t>
      </w:r>
      <w:proofErr w:type="spellEnd"/>
      <w:r w:rsidRPr="0030090B">
        <w:t>() {return(head == NULL);};</w:t>
      </w:r>
    </w:p>
    <w:p w:rsidR="000167B2" w:rsidRPr="0030090B" w:rsidRDefault="000167B2" w:rsidP="000167B2">
      <w:pPr>
        <w:pStyle w:val="PlainText"/>
      </w:pPr>
      <w:r w:rsidRPr="0030090B">
        <w:tab/>
        <w:t>//display from p to end</w:t>
      </w:r>
    </w:p>
    <w:p w:rsidR="000167B2" w:rsidRPr="0030090B" w:rsidRDefault="000167B2" w:rsidP="000167B2">
      <w:pPr>
        <w:pStyle w:val="PlainText"/>
      </w:pPr>
      <w:r w:rsidRPr="0030090B">
        <w:tab/>
        <w:t>void display(</w:t>
      </w:r>
      <w:proofErr w:type="spellStart"/>
      <w:r w:rsidRPr="0030090B">
        <w:t>LinkCell</w:t>
      </w:r>
      <w:proofErr w:type="spellEnd"/>
      <w:r w:rsidRPr="0030090B">
        <w:t>* p);</w:t>
      </w:r>
      <w:r w:rsidRPr="0030090B">
        <w:tab/>
      </w:r>
      <w:r w:rsidRPr="0030090B">
        <w:tab/>
      </w:r>
      <w:r w:rsidRPr="0030090B">
        <w:tab/>
      </w:r>
    </w:p>
    <w:p w:rsidR="000167B2" w:rsidRPr="0030090B" w:rsidRDefault="000167B2" w:rsidP="000167B2">
      <w:pPr>
        <w:pStyle w:val="PlainText"/>
      </w:pPr>
      <w:r w:rsidRPr="0030090B">
        <w:tab/>
        <w:t>//display whole list</w:t>
      </w:r>
    </w:p>
    <w:p w:rsidR="000167B2" w:rsidRPr="0030090B" w:rsidRDefault="000167B2" w:rsidP="000167B2">
      <w:pPr>
        <w:pStyle w:val="PlainText"/>
      </w:pPr>
      <w:r w:rsidRPr="0030090B">
        <w:tab/>
        <w:t>void display() {display(head);};</w:t>
      </w:r>
      <w:r w:rsidRPr="0030090B">
        <w:tab/>
      </w:r>
    </w:p>
    <w:p w:rsidR="000167B2" w:rsidRPr="0030090B" w:rsidRDefault="000167B2" w:rsidP="000167B2">
      <w:pPr>
        <w:pStyle w:val="PlainText"/>
      </w:pPr>
      <w:r w:rsidRPr="0030090B">
        <w:tab/>
        <w:t>//returns item of pointer</w:t>
      </w:r>
    </w:p>
    <w:p w:rsidR="000167B2" w:rsidRPr="0030090B" w:rsidRDefault="000167B2" w:rsidP="000167B2">
      <w:pPr>
        <w:pStyle w:val="PlainText"/>
      </w:pPr>
      <w:r w:rsidRPr="0030090B">
        <w:tab/>
        <w:t>double item(</w:t>
      </w:r>
      <w:proofErr w:type="spellStart"/>
      <w:r w:rsidRPr="0030090B">
        <w:t>LinkCell</w:t>
      </w:r>
      <w:proofErr w:type="spellEnd"/>
      <w:r w:rsidRPr="0030090B">
        <w:t>* p) {return p-&gt;item;};</w:t>
      </w:r>
      <w:r w:rsidRPr="0030090B">
        <w:tab/>
      </w:r>
      <w:r w:rsidRPr="0030090B">
        <w:tab/>
      </w:r>
    </w:p>
    <w:p w:rsidR="000167B2" w:rsidRPr="0030090B" w:rsidRDefault="000167B2" w:rsidP="000167B2">
      <w:pPr>
        <w:pStyle w:val="PlainText"/>
      </w:pPr>
      <w:r w:rsidRPr="0030090B">
        <w:tab/>
        <w:t>//returns next pointer</w:t>
      </w:r>
    </w:p>
    <w:p w:rsidR="000167B2" w:rsidRPr="0030090B" w:rsidRDefault="000167B2" w:rsidP="000167B2">
      <w:pPr>
        <w:pStyle w:val="PlainText"/>
      </w:pPr>
      <w:r>
        <w:tab/>
      </w:r>
      <w:proofErr w:type="spellStart"/>
      <w:r>
        <w:t>LinkCell</w:t>
      </w:r>
      <w:proofErr w:type="spellEnd"/>
      <w:r>
        <w:t>* next(</w:t>
      </w:r>
      <w:proofErr w:type="spellStart"/>
      <w:r>
        <w:t>LinkCell</w:t>
      </w:r>
      <w:proofErr w:type="spellEnd"/>
      <w:r w:rsidRPr="0030090B">
        <w:t xml:space="preserve"> p) {return p-&gt;next;};</w:t>
      </w:r>
      <w:r w:rsidRPr="0030090B">
        <w:tab/>
      </w:r>
    </w:p>
    <w:p w:rsidR="000167B2" w:rsidRPr="0030090B" w:rsidRDefault="000167B2" w:rsidP="000167B2">
      <w:pPr>
        <w:pStyle w:val="PlainText"/>
      </w:pPr>
      <w:r w:rsidRPr="0030090B">
        <w:tab/>
        <w:t>virtual ~List();</w:t>
      </w:r>
    </w:p>
    <w:p w:rsidR="000167B2" w:rsidRPr="0030090B" w:rsidRDefault="000167B2" w:rsidP="000167B2">
      <w:pPr>
        <w:pStyle w:val="PlainText"/>
      </w:pPr>
      <w:r w:rsidRPr="0030090B">
        <w:t>private:</w:t>
      </w:r>
    </w:p>
    <w:p w:rsidR="000167B2" w:rsidRPr="0030090B" w:rsidRDefault="000167B2" w:rsidP="000167B2">
      <w:pPr>
        <w:pStyle w:val="PlainText"/>
      </w:pPr>
      <w:r w:rsidRPr="0030090B">
        <w:tab/>
        <w:t>//first cell of list</w:t>
      </w:r>
    </w:p>
    <w:p w:rsidR="000167B2" w:rsidRPr="0030090B" w:rsidRDefault="000167B2" w:rsidP="000167B2">
      <w:pPr>
        <w:pStyle w:val="PlainText"/>
      </w:pPr>
      <w:r w:rsidRPr="0030090B">
        <w:tab/>
      </w:r>
      <w:proofErr w:type="spellStart"/>
      <w:r w:rsidRPr="0030090B">
        <w:t>LinkCell</w:t>
      </w:r>
      <w:proofErr w:type="spellEnd"/>
      <w:r w:rsidRPr="0030090B">
        <w:t>* head;</w:t>
      </w:r>
      <w:r w:rsidRPr="0030090B">
        <w:tab/>
      </w:r>
      <w:r w:rsidRPr="0030090B">
        <w:tab/>
      </w:r>
    </w:p>
    <w:p w:rsidR="000167B2" w:rsidRPr="0030090B" w:rsidRDefault="000167B2" w:rsidP="000167B2">
      <w:pPr>
        <w:pStyle w:val="PlainText"/>
      </w:pPr>
      <w:r w:rsidRPr="0030090B">
        <w:tab/>
        <w:t>//free all cells</w:t>
      </w:r>
    </w:p>
    <w:p w:rsidR="000167B2" w:rsidRPr="0030090B" w:rsidRDefault="000167B2" w:rsidP="000167B2">
      <w:pPr>
        <w:pStyle w:val="PlainText"/>
      </w:pPr>
      <w:r w:rsidRPr="0030090B">
        <w:tab/>
        <w:t>void free();</w:t>
      </w:r>
      <w:r w:rsidRPr="0030090B">
        <w:tab/>
      </w:r>
      <w:r w:rsidRPr="0030090B">
        <w:tab/>
      </w:r>
      <w:r w:rsidRPr="0030090B">
        <w:tab/>
      </w:r>
      <w:r w:rsidRPr="0030090B">
        <w:tab/>
      </w:r>
      <w:r w:rsidRPr="0030090B">
        <w:tab/>
      </w:r>
      <w:r w:rsidRPr="0030090B">
        <w:tab/>
      </w:r>
      <w:r w:rsidRPr="0030090B">
        <w:tab/>
      </w:r>
      <w:r w:rsidRPr="0030090B">
        <w:tab/>
      </w:r>
      <w:r w:rsidRPr="0030090B">
        <w:tab/>
      </w:r>
    </w:p>
    <w:p w:rsidR="000167B2" w:rsidRPr="0030090B" w:rsidRDefault="000167B2" w:rsidP="000167B2">
      <w:pPr>
        <w:pStyle w:val="PlainText"/>
      </w:pPr>
    </w:p>
    <w:p w:rsidR="000167B2" w:rsidRPr="0030090B" w:rsidRDefault="000167B2" w:rsidP="000167B2">
      <w:pPr>
        <w:pStyle w:val="PlainText"/>
      </w:pPr>
      <w:r w:rsidRPr="0030090B">
        <w:t>};</w:t>
      </w:r>
    </w:p>
    <w:p w:rsidR="000167B2" w:rsidRDefault="000167B2" w:rsidP="000167B2">
      <w:pPr>
        <w:pStyle w:val="PlainText"/>
      </w:pPr>
    </w:p>
    <w:p w:rsidR="000167B2" w:rsidRDefault="000167B2" w:rsidP="000167B2">
      <w:pPr>
        <w:pStyle w:val="PlainText"/>
        <w:sectPr w:rsidR="000167B2" w:rsidSect="00650C15">
          <w:pgSz w:w="12240" w:h="15840" w:code="1"/>
          <w:pgMar w:top="504" w:right="720" w:bottom="504" w:left="1728" w:header="432" w:footer="432" w:gutter="0"/>
          <w:lnNumType w:countBy="1"/>
          <w:cols w:space="720"/>
        </w:sectPr>
      </w:pPr>
    </w:p>
    <w:p w:rsidR="000167B2" w:rsidRPr="008D245C" w:rsidRDefault="000167B2" w:rsidP="000167B2">
      <w:pPr>
        <w:pStyle w:val="PlainText"/>
      </w:pPr>
      <w:r w:rsidRPr="008D245C">
        <w:t>// List.cpp: implementation of the List class.</w:t>
      </w:r>
    </w:p>
    <w:p w:rsidR="000167B2" w:rsidRPr="008D245C" w:rsidRDefault="000167B2" w:rsidP="000167B2">
      <w:pPr>
        <w:pStyle w:val="PlainText"/>
      </w:pPr>
      <w:r w:rsidRPr="008D245C">
        <w:t>//</w:t>
      </w:r>
    </w:p>
    <w:p w:rsidR="000167B2" w:rsidRPr="008D245C" w:rsidRDefault="000167B2" w:rsidP="000167B2">
      <w:pPr>
        <w:pStyle w:val="PlainText"/>
      </w:pPr>
      <w:r w:rsidRPr="008D245C">
        <w:t>//////////////////////////////////////////////////////////////////////</w:t>
      </w:r>
    </w:p>
    <w:p w:rsidR="000167B2" w:rsidRPr="008D245C" w:rsidRDefault="000167B2" w:rsidP="000167B2">
      <w:pPr>
        <w:pStyle w:val="PlainText"/>
      </w:pPr>
    </w:p>
    <w:p w:rsidR="000167B2" w:rsidRPr="008D245C" w:rsidRDefault="000167B2" w:rsidP="000167B2">
      <w:pPr>
        <w:pStyle w:val="PlainText"/>
      </w:pPr>
      <w:r w:rsidRPr="008D245C">
        <w:t>#include "</w:t>
      </w:r>
      <w:proofErr w:type="spellStart"/>
      <w:r w:rsidRPr="008D245C">
        <w:t>List.h</w:t>
      </w:r>
      <w:proofErr w:type="spellEnd"/>
      <w:r w:rsidRPr="008D245C">
        <w:t>"</w:t>
      </w:r>
    </w:p>
    <w:p w:rsidR="000167B2" w:rsidRPr="008D245C" w:rsidRDefault="000167B2" w:rsidP="000167B2">
      <w:pPr>
        <w:pStyle w:val="PlainText"/>
      </w:pPr>
      <w:r w:rsidRPr="008D245C">
        <w:t>#include &lt;iostream&gt;</w:t>
      </w:r>
    </w:p>
    <w:p w:rsidR="000167B2" w:rsidRPr="008D245C" w:rsidRDefault="000167B2" w:rsidP="000167B2">
      <w:pPr>
        <w:pStyle w:val="PlainText"/>
      </w:pPr>
      <w:r w:rsidRPr="008D245C">
        <w:t>#include &lt;</w:t>
      </w:r>
      <w:proofErr w:type="spellStart"/>
      <w:r w:rsidRPr="008D245C">
        <w:t>fstream</w:t>
      </w:r>
      <w:proofErr w:type="spellEnd"/>
      <w:r w:rsidRPr="008D245C">
        <w:t>&gt;</w:t>
      </w:r>
    </w:p>
    <w:p w:rsidR="000167B2" w:rsidRPr="008D245C" w:rsidRDefault="000167B2" w:rsidP="000167B2">
      <w:pPr>
        <w:pStyle w:val="PlainText"/>
      </w:pPr>
      <w:r w:rsidRPr="008D245C">
        <w:t>using namespace std;</w:t>
      </w:r>
    </w:p>
    <w:p w:rsidR="000167B2" w:rsidRPr="008D245C" w:rsidRDefault="000167B2" w:rsidP="000167B2">
      <w:pPr>
        <w:pStyle w:val="PlainText"/>
      </w:pPr>
      <w:r w:rsidRPr="008D245C">
        <w:t>//////////////////////////////////////////////////////////////////////</w:t>
      </w:r>
    </w:p>
    <w:p w:rsidR="000167B2" w:rsidRPr="008D245C" w:rsidRDefault="000167B2" w:rsidP="000167B2">
      <w:pPr>
        <w:pStyle w:val="PlainText"/>
      </w:pPr>
      <w:r w:rsidRPr="008D245C">
        <w:t>// Construction/Destruction</w:t>
      </w:r>
    </w:p>
    <w:p w:rsidR="000167B2" w:rsidRPr="008D245C" w:rsidRDefault="000167B2" w:rsidP="000167B2">
      <w:pPr>
        <w:pStyle w:val="PlainText"/>
      </w:pPr>
      <w:r w:rsidRPr="008D245C">
        <w:t>//////////////////////////////////////////////////////////////////////</w:t>
      </w:r>
    </w:p>
    <w:p w:rsidR="000167B2" w:rsidRPr="008D245C" w:rsidRDefault="000167B2" w:rsidP="000167B2">
      <w:pPr>
        <w:pStyle w:val="PlainText"/>
      </w:pPr>
    </w:p>
    <w:p w:rsidR="000167B2" w:rsidRPr="008D245C" w:rsidRDefault="000167B2" w:rsidP="000167B2">
      <w:pPr>
        <w:pStyle w:val="PlainText"/>
      </w:pPr>
    </w:p>
    <w:p w:rsidR="000167B2" w:rsidRPr="008D245C" w:rsidRDefault="000167B2" w:rsidP="000167B2">
      <w:pPr>
        <w:pStyle w:val="PlainText"/>
      </w:pPr>
      <w:proofErr w:type="gramStart"/>
      <w:r w:rsidRPr="008D245C">
        <w:t>List::</w:t>
      </w:r>
      <w:proofErr w:type="gramEnd"/>
      <w:r w:rsidRPr="008D245C">
        <w:t>~List()</w:t>
      </w:r>
    </w:p>
    <w:p w:rsidR="000167B2" w:rsidRPr="008D245C" w:rsidRDefault="000167B2" w:rsidP="000167B2">
      <w:pPr>
        <w:pStyle w:val="PlainText"/>
      </w:pPr>
      <w:r w:rsidRPr="008D245C">
        <w:t>{</w:t>
      </w:r>
    </w:p>
    <w:p w:rsidR="000167B2" w:rsidRPr="008D245C" w:rsidRDefault="000167B2" w:rsidP="000167B2">
      <w:pPr>
        <w:pStyle w:val="PlainText"/>
      </w:pPr>
      <w:r w:rsidRPr="008D245C">
        <w:tab/>
        <w:t>free();</w:t>
      </w:r>
    </w:p>
    <w:p w:rsidR="000167B2" w:rsidRPr="008D245C" w:rsidRDefault="000167B2" w:rsidP="000167B2">
      <w:pPr>
        <w:pStyle w:val="PlainText"/>
      </w:pPr>
      <w:r w:rsidRPr="008D245C">
        <w:t>}</w:t>
      </w:r>
    </w:p>
    <w:p w:rsidR="000167B2" w:rsidRPr="008D245C" w:rsidRDefault="000167B2" w:rsidP="000167B2">
      <w:pPr>
        <w:pStyle w:val="PlainText"/>
      </w:pPr>
    </w:p>
    <w:p w:rsidR="000167B2" w:rsidRPr="008D245C" w:rsidRDefault="000167B2" w:rsidP="000167B2">
      <w:pPr>
        <w:pStyle w:val="PlainText"/>
      </w:pPr>
      <w:r w:rsidRPr="008D245C">
        <w:t>//private member</w:t>
      </w:r>
    </w:p>
    <w:p w:rsidR="000167B2" w:rsidRPr="008D245C" w:rsidRDefault="000167B2" w:rsidP="000167B2">
      <w:pPr>
        <w:pStyle w:val="PlainText"/>
      </w:pPr>
      <w:r w:rsidRPr="008D245C">
        <w:t xml:space="preserve">void </w:t>
      </w:r>
      <w:proofErr w:type="gramStart"/>
      <w:r w:rsidRPr="008D245C">
        <w:t>List::</w:t>
      </w:r>
      <w:proofErr w:type="gramEnd"/>
      <w:r w:rsidRPr="008D245C">
        <w:t>free()</w:t>
      </w:r>
      <w:r w:rsidRPr="008D245C">
        <w:tab/>
      </w:r>
      <w:r w:rsidRPr="008D245C">
        <w:tab/>
      </w:r>
      <w:r w:rsidRPr="008D245C">
        <w:tab/>
      </w:r>
      <w:r w:rsidRPr="008D245C">
        <w:tab/>
      </w:r>
      <w:r w:rsidRPr="008D245C">
        <w:tab/>
      </w:r>
      <w:r w:rsidRPr="008D245C">
        <w:tab/>
      </w:r>
    </w:p>
    <w:p w:rsidR="000167B2" w:rsidRPr="008D245C" w:rsidRDefault="000167B2" w:rsidP="000167B2">
      <w:pPr>
        <w:pStyle w:val="PlainText"/>
      </w:pPr>
      <w:r w:rsidRPr="008D245C">
        <w:t>{</w:t>
      </w:r>
      <w:r w:rsidRPr="008D245C">
        <w:tab/>
      </w:r>
      <w:proofErr w:type="spellStart"/>
      <w:r w:rsidRPr="008D245C">
        <w:t>LinkCell</w:t>
      </w:r>
      <w:proofErr w:type="spellEnd"/>
      <w:r w:rsidRPr="008D245C">
        <w:t xml:space="preserve"> *n, *p = head;</w:t>
      </w:r>
    </w:p>
    <w:p w:rsidR="000167B2" w:rsidRPr="008D245C" w:rsidRDefault="000167B2" w:rsidP="000167B2">
      <w:pPr>
        <w:pStyle w:val="PlainText"/>
      </w:pPr>
      <w:r w:rsidRPr="008D245C">
        <w:tab/>
        <w:t>while (p)</w:t>
      </w:r>
    </w:p>
    <w:p w:rsidR="000167B2" w:rsidRPr="008D245C" w:rsidRDefault="000167B2" w:rsidP="000167B2">
      <w:pPr>
        <w:pStyle w:val="PlainText"/>
      </w:pPr>
      <w:r w:rsidRPr="008D245C">
        <w:tab/>
        <w:t>{</w:t>
      </w:r>
    </w:p>
    <w:p w:rsidR="000167B2" w:rsidRPr="008D245C" w:rsidRDefault="000167B2" w:rsidP="000167B2">
      <w:pPr>
        <w:pStyle w:val="PlainText"/>
      </w:pPr>
      <w:r w:rsidRPr="008D245C">
        <w:tab/>
      </w:r>
      <w:r w:rsidRPr="008D245C">
        <w:tab/>
        <w:t>n = p-&gt;next;</w:t>
      </w:r>
    </w:p>
    <w:p w:rsidR="000167B2" w:rsidRPr="008D245C" w:rsidRDefault="000167B2" w:rsidP="000167B2">
      <w:pPr>
        <w:pStyle w:val="PlainText"/>
      </w:pPr>
      <w:r w:rsidRPr="008D245C">
        <w:tab/>
      </w:r>
      <w:r w:rsidRPr="008D245C">
        <w:tab/>
        <w:t>delete p;</w:t>
      </w:r>
    </w:p>
    <w:p w:rsidR="000167B2" w:rsidRPr="008D245C" w:rsidRDefault="000167B2" w:rsidP="000167B2">
      <w:pPr>
        <w:pStyle w:val="PlainText"/>
      </w:pPr>
      <w:r w:rsidRPr="008D245C">
        <w:tab/>
      </w:r>
      <w:r w:rsidRPr="008D245C">
        <w:tab/>
        <w:t>p=n;</w:t>
      </w:r>
    </w:p>
    <w:p w:rsidR="000167B2" w:rsidRPr="008D245C" w:rsidRDefault="000167B2" w:rsidP="000167B2">
      <w:pPr>
        <w:pStyle w:val="PlainText"/>
      </w:pPr>
      <w:r w:rsidRPr="008D245C">
        <w:tab/>
        <w:t>}</w:t>
      </w:r>
    </w:p>
    <w:p w:rsidR="000167B2" w:rsidRPr="008D245C" w:rsidRDefault="000167B2" w:rsidP="000167B2">
      <w:pPr>
        <w:pStyle w:val="PlainText"/>
      </w:pPr>
      <w:r w:rsidRPr="008D245C">
        <w:t>}</w:t>
      </w:r>
    </w:p>
    <w:p w:rsidR="000167B2" w:rsidRPr="008D245C" w:rsidRDefault="000167B2" w:rsidP="000167B2">
      <w:pPr>
        <w:pStyle w:val="PlainText"/>
      </w:pPr>
    </w:p>
    <w:p w:rsidR="000167B2" w:rsidRPr="008D245C" w:rsidRDefault="000167B2" w:rsidP="000167B2">
      <w:pPr>
        <w:pStyle w:val="PlainText"/>
      </w:pPr>
      <w:r w:rsidRPr="008D245C">
        <w:t xml:space="preserve">int </w:t>
      </w:r>
      <w:proofErr w:type="gramStart"/>
      <w:r w:rsidRPr="008D245C">
        <w:t>List::</w:t>
      </w:r>
      <w:proofErr w:type="gramEnd"/>
      <w:r w:rsidRPr="008D245C">
        <w:t>shorten(int n)</w:t>
      </w:r>
    </w:p>
    <w:p w:rsidR="000167B2" w:rsidRPr="008D245C" w:rsidRDefault="000167B2" w:rsidP="000167B2">
      <w:pPr>
        <w:pStyle w:val="PlainText"/>
      </w:pPr>
      <w:r w:rsidRPr="008D245C">
        <w:t>{</w:t>
      </w:r>
    </w:p>
    <w:p w:rsidR="000167B2" w:rsidRPr="008D245C" w:rsidRDefault="000167B2" w:rsidP="000167B2">
      <w:pPr>
        <w:pStyle w:val="PlainText"/>
      </w:pPr>
      <w:r w:rsidRPr="008D245C">
        <w:tab/>
        <w:t>while (n-- &amp;&amp; head)</w:t>
      </w:r>
    </w:p>
    <w:p w:rsidR="000167B2" w:rsidRPr="008D245C" w:rsidRDefault="000167B2" w:rsidP="000167B2">
      <w:pPr>
        <w:pStyle w:val="PlainText"/>
      </w:pPr>
      <w:r w:rsidRPr="008D245C">
        <w:tab/>
        <w:t>{</w:t>
      </w:r>
    </w:p>
    <w:p w:rsidR="000167B2" w:rsidRPr="008D245C" w:rsidRDefault="000167B2" w:rsidP="000167B2">
      <w:pPr>
        <w:pStyle w:val="PlainText"/>
      </w:pPr>
      <w:r w:rsidRPr="008D245C">
        <w:tab/>
      </w:r>
      <w:r w:rsidRPr="008D245C">
        <w:tab/>
      </w:r>
      <w:proofErr w:type="spellStart"/>
      <w:r w:rsidRPr="008D245C">
        <w:t>LinkCell</w:t>
      </w:r>
      <w:proofErr w:type="spellEnd"/>
      <w:r w:rsidRPr="008D245C">
        <w:t xml:space="preserve">* </w:t>
      </w:r>
      <w:proofErr w:type="spellStart"/>
      <w:r w:rsidRPr="008D245C">
        <w:t>tmp</w:t>
      </w:r>
      <w:proofErr w:type="spellEnd"/>
      <w:r w:rsidRPr="008D245C">
        <w:t>=head;</w:t>
      </w:r>
    </w:p>
    <w:p w:rsidR="000167B2" w:rsidRPr="008D245C" w:rsidRDefault="000167B2" w:rsidP="000167B2">
      <w:pPr>
        <w:pStyle w:val="PlainText"/>
      </w:pPr>
      <w:r w:rsidRPr="008D245C">
        <w:tab/>
      </w:r>
      <w:r w:rsidRPr="008D245C">
        <w:tab/>
        <w:t>head = head-&gt;next;</w:t>
      </w:r>
    </w:p>
    <w:p w:rsidR="000167B2" w:rsidRPr="008D245C" w:rsidRDefault="000167B2" w:rsidP="000167B2">
      <w:pPr>
        <w:pStyle w:val="PlainText"/>
      </w:pPr>
      <w:r w:rsidRPr="008D245C">
        <w:tab/>
      </w:r>
      <w:r w:rsidRPr="008D245C">
        <w:tab/>
        <w:t>//free up space</w:t>
      </w:r>
    </w:p>
    <w:p w:rsidR="000167B2" w:rsidRPr="008D245C" w:rsidRDefault="000167B2" w:rsidP="000167B2">
      <w:pPr>
        <w:pStyle w:val="PlainText"/>
      </w:pPr>
      <w:r w:rsidRPr="008D245C">
        <w:tab/>
      </w:r>
      <w:r w:rsidRPr="008D245C">
        <w:tab/>
        <w:t>delete(</w:t>
      </w:r>
      <w:proofErr w:type="spellStart"/>
      <w:r w:rsidRPr="008D245C">
        <w:t>tmp</w:t>
      </w:r>
      <w:proofErr w:type="spellEnd"/>
      <w:r w:rsidRPr="008D245C">
        <w:t>);</w:t>
      </w:r>
      <w:r w:rsidRPr="008D245C">
        <w:tab/>
      </w:r>
      <w:r w:rsidRPr="008D245C">
        <w:tab/>
      </w:r>
      <w:r w:rsidRPr="008D245C">
        <w:tab/>
      </w:r>
      <w:r w:rsidRPr="008D245C">
        <w:tab/>
      </w:r>
      <w:r w:rsidRPr="008D245C">
        <w:tab/>
      </w:r>
    </w:p>
    <w:p w:rsidR="000167B2" w:rsidRPr="008D245C" w:rsidRDefault="000167B2" w:rsidP="000167B2">
      <w:pPr>
        <w:pStyle w:val="PlainText"/>
      </w:pPr>
      <w:r w:rsidRPr="008D245C">
        <w:tab/>
        <w:t>}</w:t>
      </w:r>
    </w:p>
    <w:p w:rsidR="000167B2" w:rsidRPr="008D245C" w:rsidRDefault="000167B2" w:rsidP="000167B2">
      <w:pPr>
        <w:pStyle w:val="PlainText"/>
      </w:pPr>
      <w:r w:rsidRPr="008D245C">
        <w:tab/>
        <w:t>return(- ++n);</w:t>
      </w:r>
    </w:p>
    <w:p w:rsidR="000167B2" w:rsidRPr="008D245C" w:rsidRDefault="000167B2" w:rsidP="000167B2">
      <w:pPr>
        <w:pStyle w:val="PlainText"/>
      </w:pPr>
      <w:r w:rsidRPr="008D245C">
        <w:t>}</w:t>
      </w:r>
    </w:p>
    <w:p w:rsidR="000167B2" w:rsidRPr="008D245C" w:rsidRDefault="000167B2" w:rsidP="000167B2">
      <w:pPr>
        <w:pStyle w:val="PlainText"/>
      </w:pPr>
    </w:p>
    <w:p w:rsidR="000167B2" w:rsidRPr="008D245C" w:rsidRDefault="000167B2" w:rsidP="000167B2">
      <w:pPr>
        <w:pStyle w:val="PlainText"/>
      </w:pPr>
      <w:r w:rsidRPr="008D245C">
        <w:t xml:space="preserve">int </w:t>
      </w:r>
      <w:proofErr w:type="gramStart"/>
      <w:r w:rsidRPr="008D245C">
        <w:t>List::</w:t>
      </w:r>
      <w:proofErr w:type="gramEnd"/>
      <w:r w:rsidRPr="008D245C">
        <w:t>remove(double a)</w:t>
      </w:r>
    </w:p>
    <w:p w:rsidR="000167B2" w:rsidRPr="008D245C" w:rsidRDefault="000167B2" w:rsidP="000167B2">
      <w:pPr>
        <w:pStyle w:val="PlainText"/>
      </w:pPr>
      <w:r w:rsidRPr="008D245C">
        <w:t>{</w:t>
      </w:r>
    </w:p>
    <w:p w:rsidR="000167B2" w:rsidRPr="008D245C" w:rsidRDefault="000167B2" w:rsidP="000167B2">
      <w:pPr>
        <w:pStyle w:val="PlainText"/>
      </w:pPr>
      <w:r w:rsidRPr="008D245C">
        <w:tab/>
      </w:r>
      <w:proofErr w:type="spellStart"/>
      <w:r w:rsidRPr="008D245C">
        <w:t>LinkCell</w:t>
      </w:r>
      <w:proofErr w:type="spellEnd"/>
      <w:r w:rsidRPr="008D245C">
        <w:t xml:space="preserve"> *</w:t>
      </w:r>
      <w:proofErr w:type="spellStart"/>
      <w:r w:rsidRPr="008D245C">
        <w:t>tmp</w:t>
      </w:r>
      <w:proofErr w:type="spellEnd"/>
      <w:r w:rsidRPr="008D245C">
        <w:t>, *p = head;</w:t>
      </w:r>
    </w:p>
    <w:p w:rsidR="000167B2" w:rsidRPr="008D245C" w:rsidRDefault="000167B2" w:rsidP="000167B2">
      <w:pPr>
        <w:pStyle w:val="PlainText"/>
      </w:pPr>
      <w:r>
        <w:tab/>
      </w:r>
    </w:p>
    <w:p w:rsidR="000167B2" w:rsidRPr="008D245C" w:rsidRDefault="000167B2" w:rsidP="000167B2">
      <w:pPr>
        <w:pStyle w:val="PlainText"/>
      </w:pPr>
      <w:r w:rsidRPr="008D245C">
        <w:tab/>
        <w:t>if (p==NULL) return(count);</w:t>
      </w:r>
    </w:p>
    <w:p w:rsidR="000167B2" w:rsidRPr="008D245C" w:rsidRDefault="000167B2" w:rsidP="000167B2">
      <w:pPr>
        <w:pStyle w:val="PlainText"/>
      </w:pPr>
      <w:r w:rsidRPr="008D245C">
        <w:tab/>
        <w:t>//treat all but head cell</w:t>
      </w:r>
    </w:p>
    <w:p w:rsidR="000167B2" w:rsidRPr="008D245C" w:rsidRDefault="000167B2" w:rsidP="000167B2">
      <w:pPr>
        <w:pStyle w:val="PlainText"/>
      </w:pPr>
      <w:r w:rsidRPr="008D245C">
        <w:tab/>
        <w:t>while (p-&gt;next)</w:t>
      </w:r>
      <w:r w:rsidRPr="008D245C">
        <w:tab/>
      </w:r>
      <w:r w:rsidRPr="008D245C">
        <w:tab/>
      </w:r>
      <w:r w:rsidRPr="008D245C">
        <w:tab/>
      </w:r>
      <w:r w:rsidRPr="008D245C">
        <w:tab/>
      </w:r>
      <w:r w:rsidRPr="008D245C">
        <w:tab/>
      </w:r>
      <w:r w:rsidRPr="008D245C">
        <w:tab/>
      </w:r>
    </w:p>
    <w:p w:rsidR="000167B2" w:rsidRPr="008D245C" w:rsidRDefault="000167B2" w:rsidP="000167B2">
      <w:pPr>
        <w:pStyle w:val="PlainText"/>
      </w:pPr>
      <w:r w:rsidRPr="008D245C">
        <w:tab/>
        <w:t>{</w:t>
      </w:r>
    </w:p>
    <w:p w:rsidR="000167B2" w:rsidRPr="008D245C" w:rsidRDefault="000167B2" w:rsidP="000167B2">
      <w:pPr>
        <w:pStyle w:val="PlainText"/>
      </w:pPr>
      <w:r>
        <w:tab/>
      </w:r>
      <w:r>
        <w:tab/>
        <w:t>if ((p-&gt;next)-&gt;item</w:t>
      </w:r>
      <w:r w:rsidRPr="008D245C">
        <w:t>=a)</w:t>
      </w:r>
    </w:p>
    <w:p w:rsidR="000167B2" w:rsidRPr="008D245C" w:rsidRDefault="000167B2" w:rsidP="000167B2">
      <w:pPr>
        <w:pStyle w:val="PlainText"/>
      </w:pPr>
      <w:r w:rsidRPr="008D245C">
        <w:tab/>
      </w:r>
      <w:r w:rsidRPr="008D245C">
        <w:tab/>
        <w:t>{</w:t>
      </w:r>
    </w:p>
    <w:p w:rsidR="000167B2" w:rsidRPr="008D245C" w:rsidRDefault="000167B2" w:rsidP="000167B2">
      <w:pPr>
        <w:pStyle w:val="PlainText"/>
      </w:pPr>
      <w:r w:rsidRPr="008D245C">
        <w:tab/>
      </w:r>
      <w:r w:rsidRPr="008D245C">
        <w:tab/>
      </w:r>
      <w:r w:rsidRPr="008D245C">
        <w:tab/>
        <w:t>count++;</w:t>
      </w:r>
    </w:p>
    <w:p w:rsidR="000167B2" w:rsidRPr="008D245C" w:rsidRDefault="000167B2" w:rsidP="000167B2">
      <w:pPr>
        <w:pStyle w:val="PlainText"/>
      </w:pPr>
      <w:r w:rsidRPr="008D245C">
        <w:tab/>
      </w:r>
      <w:r w:rsidRPr="008D245C">
        <w:tab/>
      </w:r>
      <w:r w:rsidRPr="008D245C">
        <w:tab/>
      </w:r>
      <w:proofErr w:type="spellStart"/>
      <w:r w:rsidRPr="008D245C">
        <w:t>tmp</w:t>
      </w:r>
      <w:proofErr w:type="spellEnd"/>
      <w:r w:rsidRPr="008D245C">
        <w:t xml:space="preserve"> = p-&gt;next;</w:t>
      </w:r>
    </w:p>
    <w:p w:rsidR="000167B2" w:rsidRPr="008D245C" w:rsidRDefault="000167B2" w:rsidP="000167B2">
      <w:pPr>
        <w:pStyle w:val="PlainText"/>
      </w:pPr>
      <w:r w:rsidRPr="008D245C">
        <w:tab/>
      </w:r>
      <w:r w:rsidRPr="008D245C">
        <w:tab/>
      </w:r>
      <w:r w:rsidRPr="008D245C">
        <w:tab/>
        <w:t xml:space="preserve">p-&gt;next = </w:t>
      </w:r>
      <w:proofErr w:type="spellStart"/>
      <w:r w:rsidRPr="008D245C">
        <w:t>tmp</w:t>
      </w:r>
      <w:proofErr w:type="spellEnd"/>
      <w:r w:rsidRPr="008D245C">
        <w:t>-&gt;next;</w:t>
      </w:r>
    </w:p>
    <w:p w:rsidR="000167B2" w:rsidRPr="008D245C" w:rsidRDefault="000167B2" w:rsidP="000167B2">
      <w:pPr>
        <w:pStyle w:val="PlainText"/>
      </w:pPr>
      <w:r w:rsidRPr="008D245C">
        <w:tab/>
      </w:r>
      <w:r w:rsidRPr="008D245C">
        <w:tab/>
      </w:r>
      <w:r w:rsidRPr="008D245C">
        <w:tab/>
        <w:t>//free up storage</w:t>
      </w:r>
    </w:p>
    <w:p w:rsidR="000167B2" w:rsidRPr="008D245C" w:rsidRDefault="000167B2" w:rsidP="000167B2">
      <w:pPr>
        <w:pStyle w:val="PlainText"/>
      </w:pPr>
      <w:r w:rsidRPr="008D245C">
        <w:tab/>
      </w:r>
      <w:r w:rsidRPr="008D245C">
        <w:tab/>
      </w:r>
      <w:r w:rsidRPr="008D245C">
        <w:tab/>
        <w:t>delete(</w:t>
      </w:r>
      <w:proofErr w:type="spellStart"/>
      <w:r w:rsidRPr="008D245C">
        <w:t>tmp</w:t>
      </w:r>
      <w:proofErr w:type="spellEnd"/>
      <w:r w:rsidRPr="008D245C">
        <w:t>);</w:t>
      </w:r>
      <w:r w:rsidRPr="008D245C">
        <w:tab/>
      </w:r>
      <w:r w:rsidRPr="008D245C">
        <w:tab/>
      </w:r>
      <w:r w:rsidRPr="008D245C">
        <w:tab/>
      </w:r>
      <w:r w:rsidRPr="008D245C">
        <w:tab/>
      </w:r>
    </w:p>
    <w:p w:rsidR="000167B2" w:rsidRPr="008D245C" w:rsidRDefault="000167B2" w:rsidP="000167B2">
      <w:pPr>
        <w:pStyle w:val="PlainText"/>
      </w:pPr>
      <w:r w:rsidRPr="008D245C">
        <w:tab/>
      </w:r>
      <w:r w:rsidRPr="008D245C">
        <w:tab/>
        <w:t>}</w:t>
      </w:r>
    </w:p>
    <w:p w:rsidR="000167B2" w:rsidRPr="008D245C" w:rsidRDefault="000167B2" w:rsidP="000167B2">
      <w:pPr>
        <w:pStyle w:val="PlainText"/>
      </w:pPr>
      <w:r w:rsidRPr="008D245C">
        <w:tab/>
      </w:r>
      <w:r w:rsidRPr="008D245C">
        <w:tab/>
        <w:t>else</w:t>
      </w:r>
    </w:p>
    <w:p w:rsidR="000167B2" w:rsidRPr="008D245C" w:rsidRDefault="000167B2" w:rsidP="000167B2">
      <w:pPr>
        <w:pStyle w:val="PlainText"/>
      </w:pPr>
      <w:r w:rsidRPr="008D245C">
        <w:tab/>
      </w:r>
      <w:r w:rsidRPr="008D245C">
        <w:tab/>
        <w:t>{</w:t>
      </w:r>
    </w:p>
    <w:p w:rsidR="000167B2" w:rsidRPr="008D245C" w:rsidRDefault="000167B2" w:rsidP="000167B2">
      <w:pPr>
        <w:pStyle w:val="PlainText"/>
      </w:pPr>
      <w:r w:rsidRPr="008D245C">
        <w:tab/>
      </w:r>
      <w:r w:rsidRPr="008D245C">
        <w:tab/>
      </w:r>
      <w:r w:rsidRPr="008D245C">
        <w:tab/>
        <w:t>p = p-&gt;next;</w:t>
      </w:r>
    </w:p>
    <w:p w:rsidR="000167B2" w:rsidRPr="008D245C" w:rsidRDefault="000167B2" w:rsidP="000167B2">
      <w:pPr>
        <w:pStyle w:val="PlainText"/>
      </w:pPr>
      <w:r w:rsidRPr="008D245C">
        <w:tab/>
      </w:r>
      <w:r w:rsidRPr="008D245C">
        <w:tab/>
        <w:t>}</w:t>
      </w:r>
    </w:p>
    <w:p w:rsidR="000167B2" w:rsidRPr="008D245C" w:rsidRDefault="000167B2" w:rsidP="000167B2">
      <w:pPr>
        <w:pStyle w:val="PlainText"/>
      </w:pPr>
      <w:r w:rsidRPr="008D245C">
        <w:tab/>
        <w:t>}</w:t>
      </w:r>
    </w:p>
    <w:p w:rsidR="000167B2" w:rsidRPr="008D245C" w:rsidRDefault="000167B2" w:rsidP="000167B2">
      <w:pPr>
        <w:pStyle w:val="PlainText"/>
      </w:pPr>
      <w:r w:rsidRPr="008D245C">
        <w:tab/>
      </w:r>
      <w:r w:rsidRPr="008D245C">
        <w:tab/>
        <w:t>//treat head cell</w:t>
      </w:r>
    </w:p>
    <w:p w:rsidR="000167B2" w:rsidRPr="008D245C" w:rsidRDefault="000167B2" w:rsidP="000167B2">
      <w:pPr>
        <w:pStyle w:val="PlainText"/>
      </w:pPr>
      <w:r w:rsidRPr="008D245C">
        <w:tab/>
      </w:r>
      <w:r w:rsidRPr="008D245C">
        <w:tab/>
        <w:t>if(head-&gt;item == a)</w:t>
      </w:r>
      <w:r w:rsidRPr="008D245C">
        <w:tab/>
      </w:r>
      <w:r w:rsidRPr="008D245C">
        <w:tab/>
      </w:r>
      <w:r w:rsidRPr="008D245C">
        <w:tab/>
      </w:r>
      <w:r w:rsidRPr="008D245C">
        <w:tab/>
      </w:r>
    </w:p>
    <w:p w:rsidR="000167B2" w:rsidRPr="008D245C" w:rsidRDefault="000167B2" w:rsidP="000167B2">
      <w:pPr>
        <w:pStyle w:val="PlainText"/>
      </w:pPr>
      <w:r w:rsidRPr="008D245C">
        <w:tab/>
      </w:r>
      <w:r w:rsidRPr="008D245C">
        <w:tab/>
        <w:t>{</w:t>
      </w:r>
      <w:r w:rsidRPr="008D245C">
        <w:tab/>
      </w:r>
      <w:proofErr w:type="spellStart"/>
      <w:r w:rsidRPr="008D245C">
        <w:t>tmp</w:t>
      </w:r>
      <w:proofErr w:type="spellEnd"/>
      <w:r w:rsidRPr="008D245C">
        <w:t xml:space="preserve"> = head;</w:t>
      </w:r>
    </w:p>
    <w:p w:rsidR="000167B2" w:rsidRPr="008D245C" w:rsidRDefault="000167B2" w:rsidP="000167B2">
      <w:pPr>
        <w:pStyle w:val="PlainText"/>
      </w:pPr>
      <w:r w:rsidRPr="008D245C">
        <w:tab/>
      </w:r>
      <w:r w:rsidRPr="008D245C">
        <w:tab/>
      </w:r>
      <w:r w:rsidRPr="008D245C">
        <w:tab/>
        <w:t>head = head-&gt;next;</w:t>
      </w:r>
    </w:p>
    <w:p w:rsidR="000167B2" w:rsidRPr="008D245C" w:rsidRDefault="000167B2" w:rsidP="000167B2">
      <w:pPr>
        <w:pStyle w:val="PlainText"/>
      </w:pPr>
      <w:r w:rsidRPr="008D245C">
        <w:tab/>
      </w:r>
      <w:r w:rsidRPr="008D245C">
        <w:tab/>
      </w:r>
      <w:r w:rsidRPr="008D245C">
        <w:tab/>
        <w:t>delete(</w:t>
      </w:r>
      <w:proofErr w:type="spellStart"/>
      <w:r w:rsidRPr="008D245C">
        <w:t>tmp</w:t>
      </w:r>
      <w:proofErr w:type="spellEnd"/>
      <w:r w:rsidRPr="008D245C">
        <w:t>);</w:t>
      </w:r>
    </w:p>
    <w:p w:rsidR="000167B2" w:rsidRPr="008D245C" w:rsidRDefault="000167B2" w:rsidP="000167B2">
      <w:pPr>
        <w:pStyle w:val="PlainText"/>
      </w:pPr>
      <w:r>
        <w:tab/>
      </w:r>
      <w:r>
        <w:tab/>
      </w:r>
      <w:r>
        <w:tab/>
        <w:t>count--</w:t>
      </w:r>
      <w:r w:rsidRPr="008D245C">
        <w:t>;</w:t>
      </w:r>
    </w:p>
    <w:p w:rsidR="000167B2" w:rsidRPr="008D245C" w:rsidRDefault="000167B2" w:rsidP="000167B2">
      <w:pPr>
        <w:pStyle w:val="PlainText"/>
      </w:pPr>
      <w:r w:rsidRPr="008D245C">
        <w:tab/>
      </w:r>
      <w:r w:rsidRPr="008D245C">
        <w:tab/>
        <w:t>}</w:t>
      </w:r>
    </w:p>
    <w:p w:rsidR="000167B2" w:rsidRPr="008D245C" w:rsidRDefault="000167B2" w:rsidP="000167B2">
      <w:pPr>
        <w:pStyle w:val="PlainText"/>
      </w:pPr>
      <w:r w:rsidRPr="008D245C">
        <w:tab/>
      </w:r>
      <w:r w:rsidRPr="008D245C">
        <w:tab/>
        <w:t>//number of cells removed</w:t>
      </w:r>
    </w:p>
    <w:p w:rsidR="000167B2" w:rsidRPr="008D245C" w:rsidRDefault="000167B2" w:rsidP="000167B2">
      <w:pPr>
        <w:pStyle w:val="PlainText"/>
      </w:pPr>
      <w:r w:rsidRPr="008D245C">
        <w:tab/>
      </w:r>
      <w:r w:rsidRPr="008D245C">
        <w:tab/>
        <w:t>return(count);</w:t>
      </w:r>
      <w:r w:rsidRPr="008D245C">
        <w:tab/>
      </w:r>
      <w:r w:rsidRPr="008D245C">
        <w:tab/>
      </w:r>
      <w:r w:rsidRPr="008D245C">
        <w:tab/>
      </w:r>
      <w:r w:rsidRPr="008D245C">
        <w:tab/>
      </w:r>
      <w:r w:rsidRPr="008D245C">
        <w:tab/>
      </w:r>
    </w:p>
    <w:p w:rsidR="000167B2" w:rsidRPr="008D245C" w:rsidRDefault="000167B2" w:rsidP="000167B2">
      <w:pPr>
        <w:pStyle w:val="PlainText"/>
      </w:pPr>
      <w:r w:rsidRPr="008D245C">
        <w:t>}</w:t>
      </w:r>
    </w:p>
    <w:p w:rsidR="000167B2" w:rsidRPr="008D245C" w:rsidRDefault="000167B2" w:rsidP="000167B2">
      <w:pPr>
        <w:pStyle w:val="PlainText"/>
      </w:pPr>
    </w:p>
    <w:p w:rsidR="000167B2" w:rsidRPr="008D245C" w:rsidRDefault="000167B2" w:rsidP="000167B2">
      <w:pPr>
        <w:pStyle w:val="PlainText"/>
      </w:pPr>
      <w:r w:rsidRPr="008D245C">
        <w:t xml:space="preserve">int </w:t>
      </w:r>
      <w:proofErr w:type="gramStart"/>
      <w:r w:rsidRPr="008D245C">
        <w:t>List::</w:t>
      </w:r>
      <w:proofErr w:type="spellStart"/>
      <w:proofErr w:type="gramEnd"/>
      <w:r w:rsidRPr="008D245C">
        <w:t>put_on</w:t>
      </w:r>
      <w:proofErr w:type="spellEnd"/>
      <w:r w:rsidRPr="008D245C">
        <w:t>(double a)</w:t>
      </w:r>
    </w:p>
    <w:p w:rsidR="000167B2" w:rsidRPr="008D245C" w:rsidRDefault="000167B2" w:rsidP="000167B2">
      <w:pPr>
        <w:pStyle w:val="PlainText"/>
      </w:pPr>
      <w:r w:rsidRPr="008D245C">
        <w:t>{</w:t>
      </w:r>
    </w:p>
    <w:p w:rsidR="000167B2" w:rsidRPr="008D245C" w:rsidRDefault="000167B2" w:rsidP="000167B2">
      <w:pPr>
        <w:pStyle w:val="PlainText"/>
      </w:pPr>
      <w:r w:rsidRPr="008D245C">
        <w:tab/>
      </w:r>
      <w:proofErr w:type="spellStart"/>
      <w:r w:rsidRPr="008D245C">
        <w:t>LinkCell</w:t>
      </w:r>
      <w:proofErr w:type="spellEnd"/>
      <w:r w:rsidRPr="008D245C">
        <w:t xml:space="preserve">* </w:t>
      </w:r>
      <w:proofErr w:type="spellStart"/>
      <w:r w:rsidRPr="008D245C">
        <w:t>tmp</w:t>
      </w:r>
      <w:proofErr w:type="spellEnd"/>
      <w:r w:rsidRPr="008D245C">
        <w:t xml:space="preserve"> = new </w:t>
      </w:r>
      <w:proofErr w:type="spellStart"/>
      <w:r w:rsidRPr="008D245C">
        <w:t>LinkCell</w:t>
      </w:r>
      <w:proofErr w:type="spellEnd"/>
      <w:r w:rsidRPr="008D245C">
        <w:t>(</w:t>
      </w:r>
      <w:proofErr w:type="spellStart"/>
      <w:r w:rsidRPr="008D245C">
        <w:t>a,head</w:t>
      </w:r>
      <w:proofErr w:type="spellEnd"/>
      <w:r w:rsidRPr="008D245C">
        <w:t>);</w:t>
      </w:r>
    </w:p>
    <w:p w:rsidR="000167B2" w:rsidRPr="008D245C" w:rsidRDefault="000167B2" w:rsidP="000167B2">
      <w:pPr>
        <w:pStyle w:val="PlainText"/>
      </w:pPr>
      <w:r w:rsidRPr="008D245C">
        <w:tab/>
        <w:t>if (</w:t>
      </w:r>
      <w:proofErr w:type="spellStart"/>
      <w:r w:rsidRPr="008D245C">
        <w:t>tmp</w:t>
      </w:r>
      <w:proofErr w:type="spellEnd"/>
      <w:r w:rsidRPr="008D245C">
        <w:t>)</w:t>
      </w:r>
    </w:p>
    <w:p w:rsidR="000167B2" w:rsidRPr="008D245C" w:rsidRDefault="000167B2" w:rsidP="000167B2">
      <w:pPr>
        <w:pStyle w:val="PlainText"/>
      </w:pPr>
      <w:r w:rsidRPr="008D245C">
        <w:tab/>
        <w:t>{</w:t>
      </w:r>
    </w:p>
    <w:p w:rsidR="000167B2" w:rsidRPr="008D245C" w:rsidRDefault="000167B2" w:rsidP="000167B2">
      <w:pPr>
        <w:pStyle w:val="PlainText"/>
      </w:pPr>
      <w:r w:rsidRPr="008D245C">
        <w:tab/>
      </w:r>
      <w:r w:rsidRPr="008D245C">
        <w:tab/>
        <w:t xml:space="preserve">head = </w:t>
      </w:r>
      <w:proofErr w:type="spellStart"/>
      <w:r w:rsidRPr="008D245C">
        <w:t>tmp</w:t>
      </w:r>
      <w:proofErr w:type="spellEnd"/>
      <w:r w:rsidRPr="008D245C">
        <w:t>;</w:t>
      </w:r>
    </w:p>
    <w:p w:rsidR="000167B2" w:rsidRPr="008D245C" w:rsidRDefault="000167B2" w:rsidP="000167B2">
      <w:pPr>
        <w:pStyle w:val="PlainText"/>
      </w:pPr>
      <w:r w:rsidRPr="008D245C">
        <w:tab/>
      </w:r>
      <w:r w:rsidRPr="008D245C">
        <w:tab/>
        <w:t>return(0);</w:t>
      </w:r>
    </w:p>
    <w:p w:rsidR="000167B2" w:rsidRPr="008D245C" w:rsidRDefault="000167B2" w:rsidP="000167B2">
      <w:pPr>
        <w:pStyle w:val="PlainText"/>
      </w:pPr>
      <w:r w:rsidRPr="008D245C">
        <w:tab/>
        <w:t>}</w:t>
      </w:r>
    </w:p>
    <w:p w:rsidR="000167B2" w:rsidRPr="008D245C" w:rsidRDefault="000167B2" w:rsidP="000167B2">
      <w:pPr>
        <w:pStyle w:val="PlainText"/>
      </w:pPr>
      <w:r w:rsidRPr="008D245C">
        <w:tab/>
        <w:t>//failed</w:t>
      </w:r>
    </w:p>
    <w:p w:rsidR="000167B2" w:rsidRPr="008D245C" w:rsidRDefault="000167B2" w:rsidP="000167B2">
      <w:pPr>
        <w:pStyle w:val="PlainText"/>
      </w:pPr>
      <w:r w:rsidRPr="008D245C">
        <w:tab/>
        <w:t>else return(-1);</w:t>
      </w:r>
      <w:r w:rsidRPr="008D245C">
        <w:tab/>
      </w:r>
      <w:r w:rsidRPr="008D245C">
        <w:tab/>
      </w:r>
      <w:r w:rsidRPr="008D245C">
        <w:tab/>
      </w:r>
      <w:r w:rsidRPr="008D245C">
        <w:tab/>
      </w:r>
      <w:r w:rsidRPr="008D245C">
        <w:tab/>
      </w:r>
    </w:p>
    <w:p w:rsidR="000167B2" w:rsidRPr="008D245C" w:rsidRDefault="000167B2" w:rsidP="000167B2">
      <w:pPr>
        <w:pStyle w:val="PlainText"/>
      </w:pPr>
      <w:r w:rsidRPr="008D245C">
        <w:t>}</w:t>
      </w:r>
    </w:p>
    <w:p w:rsidR="000167B2" w:rsidRPr="008D245C" w:rsidRDefault="000167B2" w:rsidP="000167B2">
      <w:pPr>
        <w:pStyle w:val="PlainText"/>
      </w:pPr>
    </w:p>
    <w:p w:rsidR="000167B2" w:rsidRPr="008D245C" w:rsidRDefault="000167B2" w:rsidP="000167B2">
      <w:pPr>
        <w:pStyle w:val="PlainText"/>
      </w:pPr>
      <w:r w:rsidRPr="008D245C">
        <w:t xml:space="preserve">int </w:t>
      </w:r>
      <w:proofErr w:type="gramStart"/>
      <w:r w:rsidRPr="008D245C">
        <w:t>List::</w:t>
      </w:r>
      <w:proofErr w:type="gramEnd"/>
      <w:r w:rsidRPr="008D245C">
        <w:t xml:space="preserve">insert(double a, </w:t>
      </w:r>
      <w:proofErr w:type="spellStart"/>
      <w:r w:rsidRPr="008D245C">
        <w:t>LinkCell</w:t>
      </w:r>
      <w:proofErr w:type="spellEnd"/>
      <w:r w:rsidRPr="008D245C">
        <w:t>* e)</w:t>
      </w:r>
    </w:p>
    <w:p w:rsidR="000167B2" w:rsidRPr="008D245C" w:rsidRDefault="000167B2" w:rsidP="000167B2">
      <w:pPr>
        <w:pStyle w:val="PlainText"/>
      </w:pPr>
      <w:r w:rsidRPr="008D245C">
        <w:t>{</w:t>
      </w:r>
    </w:p>
    <w:p w:rsidR="000167B2" w:rsidRPr="008D245C" w:rsidRDefault="000167B2" w:rsidP="000167B2">
      <w:pPr>
        <w:pStyle w:val="PlainText"/>
      </w:pPr>
      <w:r w:rsidRPr="008D245C">
        <w:tab/>
        <w:t>//insert at head</w:t>
      </w:r>
    </w:p>
    <w:p w:rsidR="000167B2" w:rsidRPr="008D245C" w:rsidRDefault="000167B2" w:rsidP="000167B2">
      <w:pPr>
        <w:pStyle w:val="PlainText"/>
      </w:pPr>
      <w:r w:rsidRPr="008D245C">
        <w:tab/>
        <w:t>if (e == NULL)</w:t>
      </w:r>
      <w:r w:rsidRPr="008D245C">
        <w:tab/>
      </w:r>
      <w:r w:rsidRPr="008D245C">
        <w:tab/>
      </w:r>
      <w:r w:rsidRPr="008D245C">
        <w:tab/>
      </w:r>
      <w:r w:rsidRPr="008D245C">
        <w:tab/>
      </w:r>
      <w:r w:rsidRPr="008D245C">
        <w:tab/>
      </w:r>
      <w:r w:rsidRPr="008D245C">
        <w:tab/>
      </w:r>
    </w:p>
    <w:p w:rsidR="000167B2" w:rsidRPr="008D245C" w:rsidRDefault="000167B2" w:rsidP="000167B2">
      <w:pPr>
        <w:pStyle w:val="PlainText"/>
      </w:pPr>
      <w:r w:rsidRPr="008D245C">
        <w:tab/>
        <w:t>{</w:t>
      </w:r>
    </w:p>
    <w:p w:rsidR="000167B2" w:rsidRPr="008D245C" w:rsidRDefault="000167B2" w:rsidP="000167B2">
      <w:pPr>
        <w:pStyle w:val="PlainText"/>
      </w:pPr>
      <w:r w:rsidRPr="008D245C">
        <w:tab/>
      </w:r>
      <w:r w:rsidRPr="008D245C">
        <w:tab/>
        <w:t>return(</w:t>
      </w:r>
      <w:proofErr w:type="spellStart"/>
      <w:r w:rsidRPr="008D245C">
        <w:t>put_on</w:t>
      </w:r>
      <w:proofErr w:type="spellEnd"/>
      <w:r w:rsidRPr="008D245C">
        <w:t>(a));</w:t>
      </w:r>
    </w:p>
    <w:p w:rsidR="000167B2" w:rsidRPr="008D245C" w:rsidRDefault="000167B2" w:rsidP="000167B2">
      <w:pPr>
        <w:pStyle w:val="PlainText"/>
      </w:pPr>
      <w:r w:rsidRPr="008D245C">
        <w:tab/>
        <w:t>}</w:t>
      </w:r>
    </w:p>
    <w:p w:rsidR="000167B2" w:rsidRPr="008D245C" w:rsidRDefault="000167B2" w:rsidP="000167B2">
      <w:pPr>
        <w:pStyle w:val="PlainText"/>
      </w:pPr>
      <w:r w:rsidRPr="008D245C">
        <w:tab/>
      </w:r>
      <w:proofErr w:type="spellStart"/>
      <w:r w:rsidRPr="008D245C">
        <w:t>LinkCell</w:t>
      </w:r>
      <w:proofErr w:type="spellEnd"/>
      <w:r w:rsidRPr="008D245C">
        <w:t xml:space="preserve">* </w:t>
      </w:r>
      <w:proofErr w:type="spellStart"/>
      <w:r w:rsidRPr="008D245C">
        <w:t>tmp</w:t>
      </w:r>
      <w:proofErr w:type="spellEnd"/>
      <w:r w:rsidRPr="008D245C">
        <w:t xml:space="preserve"> = new </w:t>
      </w:r>
      <w:proofErr w:type="spellStart"/>
      <w:r w:rsidRPr="008D245C">
        <w:t>LinkCell</w:t>
      </w:r>
      <w:proofErr w:type="spellEnd"/>
      <w:r w:rsidRPr="008D245C">
        <w:t>(a, e-&gt;next);</w:t>
      </w:r>
    </w:p>
    <w:p w:rsidR="000167B2" w:rsidRPr="008D245C" w:rsidRDefault="000167B2" w:rsidP="000167B2">
      <w:pPr>
        <w:pStyle w:val="PlainText"/>
      </w:pPr>
      <w:r w:rsidRPr="008D245C">
        <w:tab/>
        <w:t>if (</w:t>
      </w:r>
      <w:proofErr w:type="spellStart"/>
      <w:r w:rsidRPr="008D245C">
        <w:t>tmp</w:t>
      </w:r>
      <w:proofErr w:type="spellEnd"/>
      <w:r w:rsidRPr="008D245C">
        <w:t>)</w:t>
      </w:r>
    </w:p>
    <w:p w:rsidR="000167B2" w:rsidRPr="008D245C" w:rsidRDefault="000167B2" w:rsidP="000167B2">
      <w:pPr>
        <w:pStyle w:val="PlainText"/>
      </w:pPr>
      <w:r w:rsidRPr="008D245C">
        <w:tab/>
        <w:t>{</w:t>
      </w:r>
    </w:p>
    <w:p w:rsidR="000167B2" w:rsidRPr="008D245C" w:rsidRDefault="000167B2" w:rsidP="000167B2">
      <w:pPr>
        <w:pStyle w:val="PlainText"/>
      </w:pPr>
      <w:r w:rsidRPr="008D245C">
        <w:tab/>
      </w:r>
      <w:r w:rsidRPr="008D245C">
        <w:tab/>
        <w:t xml:space="preserve">e-&gt;next = </w:t>
      </w:r>
      <w:proofErr w:type="spellStart"/>
      <w:r w:rsidRPr="008D245C">
        <w:t>tmp</w:t>
      </w:r>
      <w:proofErr w:type="spellEnd"/>
      <w:r w:rsidRPr="008D245C">
        <w:t>;</w:t>
      </w:r>
    </w:p>
    <w:p w:rsidR="000167B2" w:rsidRPr="008D245C" w:rsidRDefault="000167B2" w:rsidP="000167B2">
      <w:pPr>
        <w:pStyle w:val="PlainText"/>
      </w:pPr>
      <w:r w:rsidRPr="008D245C">
        <w:tab/>
      </w:r>
      <w:r w:rsidRPr="008D245C">
        <w:tab/>
        <w:t>return (0);</w:t>
      </w:r>
    </w:p>
    <w:p w:rsidR="000167B2" w:rsidRPr="008D245C" w:rsidRDefault="000167B2" w:rsidP="000167B2">
      <w:pPr>
        <w:pStyle w:val="PlainText"/>
      </w:pPr>
      <w:r w:rsidRPr="008D245C">
        <w:tab/>
        <w:t>}</w:t>
      </w:r>
    </w:p>
    <w:p w:rsidR="000167B2" w:rsidRPr="008D245C" w:rsidRDefault="000167B2" w:rsidP="000167B2">
      <w:pPr>
        <w:pStyle w:val="PlainText"/>
      </w:pPr>
      <w:r w:rsidRPr="008D245C">
        <w:tab/>
        <w:t>//failed</w:t>
      </w:r>
    </w:p>
    <w:p w:rsidR="000167B2" w:rsidRPr="008D245C" w:rsidRDefault="000167B2" w:rsidP="000167B2">
      <w:pPr>
        <w:pStyle w:val="PlainText"/>
      </w:pPr>
      <w:r w:rsidRPr="008D245C">
        <w:tab/>
        <w:t>else return (-1);</w:t>
      </w:r>
      <w:r w:rsidRPr="008D245C">
        <w:tab/>
      </w:r>
      <w:r w:rsidRPr="008D245C">
        <w:tab/>
      </w:r>
      <w:r w:rsidRPr="008D245C">
        <w:tab/>
      </w:r>
      <w:r w:rsidRPr="008D245C">
        <w:tab/>
      </w:r>
      <w:r w:rsidRPr="008D245C">
        <w:tab/>
      </w:r>
    </w:p>
    <w:p w:rsidR="000167B2" w:rsidRPr="008D245C" w:rsidRDefault="000167B2" w:rsidP="000167B2">
      <w:pPr>
        <w:pStyle w:val="PlainText"/>
      </w:pPr>
      <w:r w:rsidRPr="008D245C">
        <w:t>}</w:t>
      </w:r>
    </w:p>
    <w:p w:rsidR="000167B2" w:rsidRPr="008D245C" w:rsidRDefault="000167B2" w:rsidP="000167B2">
      <w:pPr>
        <w:pStyle w:val="PlainText"/>
      </w:pPr>
    </w:p>
    <w:p w:rsidR="000167B2" w:rsidRPr="008D245C" w:rsidRDefault="000167B2" w:rsidP="000167B2">
      <w:pPr>
        <w:pStyle w:val="PlainText"/>
      </w:pPr>
      <w:proofErr w:type="spellStart"/>
      <w:r w:rsidRPr="008D245C">
        <w:t>LinkCell</w:t>
      </w:r>
      <w:proofErr w:type="spellEnd"/>
      <w:r w:rsidRPr="008D245C">
        <w:t xml:space="preserve">* </w:t>
      </w:r>
      <w:proofErr w:type="gramStart"/>
      <w:r w:rsidRPr="008D245C">
        <w:t>List::</w:t>
      </w:r>
      <w:proofErr w:type="gramEnd"/>
      <w:r w:rsidRPr="008D245C">
        <w:t>last()</w:t>
      </w:r>
    </w:p>
    <w:p w:rsidR="000167B2" w:rsidRPr="008D245C" w:rsidRDefault="000167B2" w:rsidP="000167B2">
      <w:pPr>
        <w:pStyle w:val="PlainText"/>
      </w:pPr>
      <w:r w:rsidRPr="008D245C">
        <w:t>{</w:t>
      </w:r>
    </w:p>
    <w:p w:rsidR="000167B2" w:rsidRPr="008D245C" w:rsidRDefault="000167B2" w:rsidP="000167B2">
      <w:pPr>
        <w:pStyle w:val="PlainText"/>
      </w:pPr>
      <w:r w:rsidRPr="008D245C">
        <w:tab/>
      </w:r>
      <w:proofErr w:type="spellStart"/>
      <w:r w:rsidRPr="008D245C">
        <w:t>LinkCell</w:t>
      </w:r>
      <w:proofErr w:type="spellEnd"/>
      <w:r w:rsidRPr="008D245C">
        <w:t>* p = head;</w:t>
      </w:r>
    </w:p>
    <w:p w:rsidR="000167B2" w:rsidRPr="008D245C" w:rsidRDefault="000167B2" w:rsidP="000167B2">
      <w:pPr>
        <w:pStyle w:val="PlainText"/>
      </w:pPr>
      <w:r w:rsidRPr="008D245C">
        <w:tab/>
        <w:t>while(p &amp;&amp; p-&gt;next) p = p-&gt;next;</w:t>
      </w:r>
    </w:p>
    <w:p w:rsidR="000167B2" w:rsidRPr="008D245C" w:rsidRDefault="000167B2" w:rsidP="000167B2">
      <w:pPr>
        <w:pStyle w:val="PlainText"/>
      </w:pPr>
      <w:r w:rsidRPr="008D245C">
        <w:tab/>
        <w:t>return(p);</w:t>
      </w:r>
    </w:p>
    <w:p w:rsidR="000167B2" w:rsidRPr="008D245C" w:rsidRDefault="000167B2" w:rsidP="000167B2">
      <w:pPr>
        <w:pStyle w:val="PlainText"/>
      </w:pPr>
      <w:r w:rsidRPr="008D245C">
        <w:t>}</w:t>
      </w:r>
    </w:p>
    <w:p w:rsidR="000167B2" w:rsidRPr="008D245C" w:rsidRDefault="000167B2" w:rsidP="000167B2">
      <w:pPr>
        <w:pStyle w:val="PlainText"/>
      </w:pPr>
    </w:p>
    <w:p w:rsidR="000167B2" w:rsidRPr="008D245C" w:rsidRDefault="000167B2" w:rsidP="000167B2">
      <w:pPr>
        <w:pStyle w:val="PlainText"/>
      </w:pPr>
      <w:proofErr w:type="spellStart"/>
      <w:r w:rsidRPr="008D245C">
        <w:t>LinkCell</w:t>
      </w:r>
      <w:proofErr w:type="spellEnd"/>
      <w:r w:rsidRPr="008D245C">
        <w:t xml:space="preserve">* </w:t>
      </w:r>
      <w:proofErr w:type="gramStart"/>
      <w:r w:rsidRPr="008D245C">
        <w:t>List::</w:t>
      </w:r>
      <w:proofErr w:type="gramEnd"/>
      <w:r w:rsidRPr="008D245C">
        <w:t>find(double a)</w:t>
      </w:r>
    </w:p>
    <w:p w:rsidR="000167B2" w:rsidRPr="008D245C" w:rsidRDefault="000167B2" w:rsidP="000167B2">
      <w:pPr>
        <w:pStyle w:val="PlainText"/>
      </w:pPr>
      <w:r w:rsidRPr="008D245C">
        <w:t>{</w:t>
      </w:r>
    </w:p>
    <w:p w:rsidR="000167B2" w:rsidRPr="008D245C" w:rsidRDefault="000167B2" w:rsidP="000167B2">
      <w:pPr>
        <w:pStyle w:val="PlainText"/>
      </w:pPr>
      <w:r w:rsidRPr="008D245C">
        <w:tab/>
        <w:t>for(</w:t>
      </w:r>
      <w:proofErr w:type="spellStart"/>
      <w:r w:rsidRPr="008D245C">
        <w:t>LinkCell</w:t>
      </w:r>
      <w:proofErr w:type="spellEnd"/>
      <w:r w:rsidRPr="008D245C">
        <w:t>* p = head; p; p=p-&gt;next)</w:t>
      </w:r>
    </w:p>
    <w:p w:rsidR="000167B2" w:rsidRPr="008D245C" w:rsidRDefault="000167B2" w:rsidP="000167B2">
      <w:pPr>
        <w:pStyle w:val="PlainText"/>
      </w:pPr>
      <w:r w:rsidRPr="008D245C">
        <w:tab/>
        <w:t>{</w:t>
      </w:r>
    </w:p>
    <w:p w:rsidR="000167B2" w:rsidRPr="008D245C" w:rsidRDefault="000167B2" w:rsidP="000167B2">
      <w:pPr>
        <w:pStyle w:val="PlainText"/>
      </w:pPr>
      <w:r w:rsidRPr="008D245C">
        <w:tab/>
      </w:r>
      <w:r w:rsidRPr="008D245C">
        <w:tab/>
        <w:t>if(p-&gt;item == a)</w:t>
      </w:r>
    </w:p>
    <w:p w:rsidR="000167B2" w:rsidRPr="008D245C" w:rsidRDefault="000167B2" w:rsidP="000167B2">
      <w:pPr>
        <w:pStyle w:val="PlainText"/>
      </w:pPr>
      <w:r w:rsidRPr="008D245C">
        <w:tab/>
      </w:r>
      <w:r w:rsidRPr="008D245C">
        <w:tab/>
      </w:r>
      <w:r w:rsidRPr="008D245C">
        <w:tab/>
        <w:t>return(p);</w:t>
      </w:r>
    </w:p>
    <w:p w:rsidR="000167B2" w:rsidRPr="008D245C" w:rsidRDefault="000167B2" w:rsidP="000167B2">
      <w:pPr>
        <w:pStyle w:val="PlainText"/>
      </w:pPr>
      <w:r w:rsidRPr="008D245C">
        <w:tab/>
        <w:t>}</w:t>
      </w:r>
    </w:p>
    <w:p w:rsidR="000167B2" w:rsidRPr="008D245C" w:rsidRDefault="000167B2" w:rsidP="000167B2">
      <w:pPr>
        <w:pStyle w:val="PlainText"/>
      </w:pPr>
      <w:r>
        <w:tab/>
      </w:r>
    </w:p>
    <w:p w:rsidR="000167B2" w:rsidRPr="008D245C" w:rsidRDefault="000167B2" w:rsidP="000167B2">
      <w:pPr>
        <w:pStyle w:val="PlainText"/>
      </w:pPr>
      <w:r>
        <w:tab/>
      </w:r>
      <w:r w:rsidRPr="008D245C">
        <w:tab/>
      </w:r>
      <w:r w:rsidRPr="008D245C">
        <w:tab/>
      </w:r>
      <w:r w:rsidRPr="008D245C">
        <w:tab/>
      </w:r>
      <w:r w:rsidRPr="008D245C">
        <w:tab/>
      </w:r>
      <w:r w:rsidRPr="008D245C">
        <w:tab/>
      </w:r>
      <w:r w:rsidRPr="008D245C">
        <w:tab/>
      </w:r>
    </w:p>
    <w:p w:rsidR="000167B2" w:rsidRPr="008D245C" w:rsidRDefault="000167B2" w:rsidP="000167B2">
      <w:pPr>
        <w:pStyle w:val="PlainText"/>
      </w:pPr>
      <w:r w:rsidRPr="008D245C">
        <w:t>}</w:t>
      </w:r>
    </w:p>
    <w:p w:rsidR="000167B2" w:rsidRPr="008D245C" w:rsidRDefault="000167B2" w:rsidP="000167B2">
      <w:pPr>
        <w:pStyle w:val="PlainText"/>
      </w:pPr>
    </w:p>
    <w:p w:rsidR="000167B2" w:rsidRPr="008D245C" w:rsidRDefault="000167B2" w:rsidP="000167B2">
      <w:pPr>
        <w:pStyle w:val="PlainText"/>
      </w:pPr>
      <w:r w:rsidRPr="008D245C">
        <w:t xml:space="preserve">int </w:t>
      </w:r>
      <w:proofErr w:type="gramStart"/>
      <w:r w:rsidRPr="008D245C">
        <w:t>List::</w:t>
      </w:r>
      <w:proofErr w:type="gramEnd"/>
      <w:r w:rsidRPr="008D245C">
        <w:t>substitute(double a, double b)</w:t>
      </w:r>
    </w:p>
    <w:p w:rsidR="000167B2" w:rsidRPr="008D245C" w:rsidRDefault="000167B2" w:rsidP="000167B2">
      <w:pPr>
        <w:pStyle w:val="PlainText"/>
      </w:pPr>
      <w:r w:rsidRPr="008D245C">
        <w:t>{</w:t>
      </w:r>
    </w:p>
    <w:p w:rsidR="000167B2" w:rsidRPr="008D245C" w:rsidRDefault="000167B2" w:rsidP="000167B2">
      <w:pPr>
        <w:pStyle w:val="PlainText"/>
      </w:pPr>
      <w:r w:rsidRPr="008D245C">
        <w:tab/>
      </w:r>
      <w:proofErr w:type="spellStart"/>
      <w:r w:rsidRPr="008D245C">
        <w:t>LinkCell</w:t>
      </w:r>
      <w:proofErr w:type="spellEnd"/>
      <w:r w:rsidRPr="008D245C">
        <w:t>* p = find(b);</w:t>
      </w:r>
    </w:p>
    <w:p w:rsidR="000167B2" w:rsidRPr="008D245C" w:rsidRDefault="000167B2" w:rsidP="000167B2">
      <w:pPr>
        <w:pStyle w:val="PlainText"/>
      </w:pPr>
      <w:r w:rsidRPr="008D245C">
        <w:tab/>
        <w:t>//b not on list</w:t>
      </w:r>
    </w:p>
    <w:p w:rsidR="000167B2" w:rsidRPr="008D245C" w:rsidRDefault="000167B2" w:rsidP="000167B2">
      <w:pPr>
        <w:pStyle w:val="PlainText"/>
      </w:pPr>
      <w:r w:rsidRPr="008D245C">
        <w:tab/>
        <w:t>if(p == NULL) return(-1);</w:t>
      </w:r>
      <w:r w:rsidRPr="008D245C">
        <w:tab/>
      </w:r>
      <w:r w:rsidRPr="008D245C">
        <w:tab/>
      </w:r>
    </w:p>
    <w:p w:rsidR="000167B2" w:rsidRPr="008D245C" w:rsidRDefault="000167B2" w:rsidP="000167B2">
      <w:pPr>
        <w:pStyle w:val="PlainText"/>
      </w:pPr>
      <w:r w:rsidRPr="008D245C">
        <w:tab/>
        <w:t>p-&gt;item = a;</w:t>
      </w:r>
    </w:p>
    <w:p w:rsidR="000167B2" w:rsidRPr="008D245C" w:rsidRDefault="000167B2" w:rsidP="000167B2">
      <w:pPr>
        <w:pStyle w:val="PlainText"/>
      </w:pPr>
      <w:r w:rsidRPr="008D245C">
        <w:tab/>
        <w:t>return(0);</w:t>
      </w:r>
    </w:p>
    <w:p w:rsidR="000167B2" w:rsidRPr="008D245C" w:rsidRDefault="000167B2" w:rsidP="000167B2">
      <w:pPr>
        <w:pStyle w:val="PlainText"/>
      </w:pPr>
      <w:r w:rsidRPr="008D245C">
        <w:t>}</w:t>
      </w:r>
    </w:p>
    <w:p w:rsidR="000167B2" w:rsidRPr="008D245C" w:rsidRDefault="000167B2" w:rsidP="000167B2">
      <w:pPr>
        <w:pStyle w:val="PlainText"/>
      </w:pPr>
    </w:p>
    <w:p w:rsidR="000167B2" w:rsidRPr="008D245C" w:rsidRDefault="000167B2" w:rsidP="000167B2">
      <w:pPr>
        <w:pStyle w:val="PlainText"/>
      </w:pPr>
      <w:r w:rsidRPr="008D245C">
        <w:t xml:space="preserve">void </w:t>
      </w:r>
      <w:proofErr w:type="gramStart"/>
      <w:r w:rsidRPr="008D245C">
        <w:t>List::</w:t>
      </w:r>
      <w:proofErr w:type="gramEnd"/>
      <w:r w:rsidRPr="008D245C">
        <w:t>display(</w:t>
      </w:r>
      <w:proofErr w:type="spellStart"/>
      <w:r w:rsidRPr="008D245C">
        <w:t>LinkCell</w:t>
      </w:r>
      <w:proofErr w:type="spellEnd"/>
      <w:r w:rsidRPr="008D245C">
        <w:t>* p)</w:t>
      </w:r>
    </w:p>
    <w:p w:rsidR="000167B2" w:rsidRPr="008D245C" w:rsidRDefault="000167B2" w:rsidP="000167B2">
      <w:pPr>
        <w:pStyle w:val="PlainText"/>
      </w:pPr>
      <w:r w:rsidRPr="008D245C">
        <w:t>{</w:t>
      </w:r>
      <w:r w:rsidRPr="008D245C">
        <w:tab/>
      </w:r>
    </w:p>
    <w:p w:rsidR="000167B2" w:rsidRPr="008D245C" w:rsidRDefault="000167B2" w:rsidP="000167B2">
      <w:pPr>
        <w:pStyle w:val="PlainText"/>
      </w:pPr>
      <w:r>
        <w:tab/>
      </w:r>
      <w:proofErr w:type="spellStart"/>
      <w:r>
        <w:t>cout</w:t>
      </w:r>
      <w:proofErr w:type="spellEnd"/>
      <w:r>
        <w:t xml:space="preserve"> &gt;&gt;</w:t>
      </w:r>
      <w:r w:rsidRPr="008D245C">
        <w:t xml:space="preserve"> "(";</w:t>
      </w:r>
    </w:p>
    <w:p w:rsidR="000167B2" w:rsidRPr="008D245C" w:rsidRDefault="000167B2" w:rsidP="000167B2">
      <w:pPr>
        <w:pStyle w:val="PlainText"/>
      </w:pPr>
      <w:r w:rsidRPr="008D245C">
        <w:tab/>
        <w:t>while (p)</w:t>
      </w:r>
    </w:p>
    <w:p w:rsidR="000167B2" w:rsidRPr="008D245C" w:rsidRDefault="000167B2" w:rsidP="000167B2">
      <w:pPr>
        <w:pStyle w:val="PlainText"/>
      </w:pPr>
      <w:r w:rsidRPr="008D245C">
        <w:tab/>
        <w:t>{</w:t>
      </w:r>
    </w:p>
    <w:p w:rsidR="000167B2" w:rsidRPr="008D245C" w:rsidRDefault="000167B2" w:rsidP="000167B2">
      <w:pPr>
        <w:pStyle w:val="PlainText"/>
      </w:pPr>
      <w:r>
        <w:tab/>
      </w:r>
      <w:r>
        <w:tab/>
      </w:r>
      <w:proofErr w:type="spellStart"/>
      <w:r>
        <w:t>cout</w:t>
      </w:r>
      <w:proofErr w:type="spellEnd"/>
      <w:r>
        <w:t xml:space="preserve"> &gt;&gt;</w:t>
      </w:r>
      <w:r w:rsidRPr="008D245C">
        <w:t xml:space="preserve"> p-&gt;item;</w:t>
      </w:r>
    </w:p>
    <w:p w:rsidR="000167B2" w:rsidRPr="008D245C" w:rsidRDefault="000167B2" w:rsidP="000167B2">
      <w:pPr>
        <w:pStyle w:val="PlainText"/>
      </w:pPr>
      <w:r>
        <w:tab/>
      </w:r>
      <w:r>
        <w:tab/>
        <w:t xml:space="preserve">if(p = p-&gt;next) </w:t>
      </w:r>
      <w:proofErr w:type="spellStart"/>
      <w:r>
        <w:t>cout</w:t>
      </w:r>
      <w:proofErr w:type="spellEnd"/>
      <w:r>
        <w:t xml:space="preserve"> &gt;&gt;</w:t>
      </w:r>
      <w:r w:rsidRPr="008D245C">
        <w:t xml:space="preserve"> " ";</w:t>
      </w:r>
    </w:p>
    <w:p w:rsidR="000167B2" w:rsidRPr="008D245C" w:rsidRDefault="000167B2" w:rsidP="000167B2">
      <w:pPr>
        <w:pStyle w:val="PlainText"/>
      </w:pPr>
      <w:r w:rsidRPr="008D245C">
        <w:tab/>
        <w:t>}</w:t>
      </w:r>
    </w:p>
    <w:p w:rsidR="000167B2" w:rsidRPr="008D245C" w:rsidRDefault="000167B2" w:rsidP="000167B2">
      <w:pPr>
        <w:pStyle w:val="PlainText"/>
      </w:pPr>
      <w:r>
        <w:tab/>
      </w:r>
      <w:proofErr w:type="spellStart"/>
      <w:r>
        <w:t>cout</w:t>
      </w:r>
      <w:proofErr w:type="spellEnd"/>
      <w:r>
        <w:t xml:space="preserve"> &lt;&lt;</w:t>
      </w:r>
      <w:r w:rsidRPr="008D245C">
        <w:t xml:space="preserve"> ")\n";</w:t>
      </w:r>
    </w:p>
    <w:p w:rsidR="000167B2" w:rsidRDefault="000167B2" w:rsidP="000167B2">
      <w:pPr>
        <w:pStyle w:val="PlainText"/>
      </w:pPr>
      <w:r w:rsidRPr="008D245C">
        <w:t>}</w:t>
      </w:r>
    </w:p>
    <w:p w:rsidR="000167B2" w:rsidRDefault="000167B2" w:rsidP="000167B2">
      <w:pPr>
        <w:sectPr w:rsidR="000167B2" w:rsidSect="00A22646">
          <w:pgSz w:w="12240" w:h="15840" w:code="1"/>
          <w:pgMar w:top="2160" w:right="1800" w:bottom="1440" w:left="1800" w:header="432" w:footer="432" w:gutter="0"/>
          <w:lnNumType w:countBy="1" w:restart="newSection"/>
          <w:cols w:space="720"/>
        </w:sectPr>
      </w:pPr>
    </w:p>
    <w:p w:rsidR="00A22646" w:rsidRPr="00A22646" w:rsidRDefault="000167B2" w:rsidP="003132BC">
      <w:pPr>
        <w:pStyle w:val="Heading1"/>
        <w:spacing w:before="0"/>
      </w:pPr>
      <w:r>
        <w:t xml:space="preserve">PSP Defect Recording Log </w:t>
      </w:r>
    </w:p>
    <w:tbl>
      <w:tblPr>
        <w:tblpPr w:leftFromText="288" w:rightFromText="288" w:bottomFromText="360" w:horzAnchor="margin" w:tblpXSpec="right" w:tblpYSpec="top"/>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88"/>
        <w:gridCol w:w="1080"/>
      </w:tblGrid>
      <w:tr w:rsidR="000167B2" w:rsidTr="00A22646">
        <w:tc>
          <w:tcPr>
            <w:tcW w:w="1188" w:type="dxa"/>
          </w:tcPr>
          <w:p w:rsidR="000167B2" w:rsidRDefault="000167B2" w:rsidP="00A22646">
            <w:pPr>
              <w:pStyle w:val="FormText"/>
              <w:rPr>
                <w:sz w:val="12"/>
              </w:rPr>
            </w:pPr>
            <w:r>
              <w:rPr>
                <w:sz w:val="12"/>
              </w:rPr>
              <w:t>Defect Types</w:t>
            </w:r>
          </w:p>
        </w:tc>
        <w:tc>
          <w:tcPr>
            <w:tcW w:w="1080" w:type="dxa"/>
          </w:tcPr>
          <w:p w:rsidR="000167B2" w:rsidRDefault="000167B2" w:rsidP="00A22646">
            <w:pPr>
              <w:pStyle w:val="FormText"/>
              <w:rPr>
                <w:sz w:val="12"/>
              </w:rPr>
            </w:pPr>
          </w:p>
        </w:tc>
      </w:tr>
      <w:tr w:rsidR="000167B2" w:rsidTr="00A22646">
        <w:tc>
          <w:tcPr>
            <w:tcW w:w="1188" w:type="dxa"/>
          </w:tcPr>
          <w:p w:rsidR="000167B2" w:rsidRDefault="000167B2" w:rsidP="00A22646">
            <w:pPr>
              <w:pStyle w:val="FormText"/>
              <w:rPr>
                <w:sz w:val="12"/>
              </w:rPr>
            </w:pPr>
            <w:r>
              <w:rPr>
                <w:sz w:val="12"/>
              </w:rPr>
              <w:t>10 Documentation</w:t>
            </w:r>
          </w:p>
        </w:tc>
        <w:tc>
          <w:tcPr>
            <w:tcW w:w="1080" w:type="dxa"/>
          </w:tcPr>
          <w:p w:rsidR="000167B2" w:rsidRDefault="000167B2" w:rsidP="00A22646">
            <w:pPr>
              <w:pStyle w:val="FormText"/>
              <w:rPr>
                <w:sz w:val="12"/>
              </w:rPr>
            </w:pPr>
            <w:r>
              <w:rPr>
                <w:sz w:val="12"/>
              </w:rPr>
              <w:t>60 Checking</w:t>
            </w:r>
          </w:p>
        </w:tc>
      </w:tr>
      <w:tr w:rsidR="000167B2" w:rsidTr="00A22646">
        <w:tc>
          <w:tcPr>
            <w:tcW w:w="1188" w:type="dxa"/>
          </w:tcPr>
          <w:p w:rsidR="000167B2" w:rsidRDefault="000167B2" w:rsidP="00A22646">
            <w:pPr>
              <w:pStyle w:val="FormText"/>
              <w:rPr>
                <w:sz w:val="12"/>
              </w:rPr>
            </w:pPr>
            <w:r>
              <w:rPr>
                <w:sz w:val="12"/>
              </w:rPr>
              <w:t>20 Syntax</w:t>
            </w:r>
          </w:p>
        </w:tc>
        <w:tc>
          <w:tcPr>
            <w:tcW w:w="1080" w:type="dxa"/>
          </w:tcPr>
          <w:p w:rsidR="000167B2" w:rsidRDefault="000167B2" w:rsidP="00A22646">
            <w:pPr>
              <w:pStyle w:val="FormText"/>
              <w:rPr>
                <w:sz w:val="12"/>
              </w:rPr>
            </w:pPr>
            <w:r>
              <w:rPr>
                <w:sz w:val="12"/>
              </w:rPr>
              <w:t>70 Data</w:t>
            </w:r>
          </w:p>
        </w:tc>
      </w:tr>
      <w:tr w:rsidR="000167B2" w:rsidTr="00A22646">
        <w:tc>
          <w:tcPr>
            <w:tcW w:w="1188" w:type="dxa"/>
          </w:tcPr>
          <w:p w:rsidR="000167B2" w:rsidRDefault="000167B2" w:rsidP="00A22646">
            <w:pPr>
              <w:pStyle w:val="FormText"/>
              <w:rPr>
                <w:sz w:val="12"/>
              </w:rPr>
            </w:pPr>
            <w:r>
              <w:rPr>
                <w:sz w:val="12"/>
              </w:rPr>
              <w:t>30 Build, Package</w:t>
            </w:r>
          </w:p>
        </w:tc>
        <w:tc>
          <w:tcPr>
            <w:tcW w:w="1080" w:type="dxa"/>
          </w:tcPr>
          <w:p w:rsidR="000167B2" w:rsidRDefault="000167B2" w:rsidP="00A22646">
            <w:pPr>
              <w:pStyle w:val="FormText"/>
              <w:rPr>
                <w:sz w:val="12"/>
              </w:rPr>
            </w:pPr>
            <w:r>
              <w:rPr>
                <w:sz w:val="12"/>
              </w:rPr>
              <w:t>80 Function</w:t>
            </w:r>
          </w:p>
        </w:tc>
      </w:tr>
      <w:tr w:rsidR="00A22646" w:rsidTr="00A22646">
        <w:tc>
          <w:tcPr>
            <w:tcW w:w="1188" w:type="dxa"/>
          </w:tcPr>
          <w:p w:rsidR="00A22646" w:rsidRDefault="00A22646" w:rsidP="00A22646">
            <w:pPr>
              <w:pStyle w:val="FormText"/>
              <w:rPr>
                <w:sz w:val="12"/>
              </w:rPr>
            </w:pPr>
          </w:p>
        </w:tc>
        <w:tc>
          <w:tcPr>
            <w:tcW w:w="1080" w:type="dxa"/>
          </w:tcPr>
          <w:p w:rsidR="00A22646" w:rsidRDefault="00A22646" w:rsidP="00A22646">
            <w:pPr>
              <w:pStyle w:val="FormText"/>
              <w:rPr>
                <w:sz w:val="12"/>
              </w:rPr>
            </w:pPr>
          </w:p>
        </w:tc>
      </w:tr>
      <w:tr w:rsidR="000167B2" w:rsidTr="00A22646">
        <w:tc>
          <w:tcPr>
            <w:tcW w:w="1188" w:type="dxa"/>
          </w:tcPr>
          <w:p w:rsidR="000167B2" w:rsidRDefault="000167B2" w:rsidP="00A22646">
            <w:pPr>
              <w:pStyle w:val="FormText"/>
              <w:rPr>
                <w:sz w:val="12"/>
              </w:rPr>
            </w:pPr>
            <w:r>
              <w:rPr>
                <w:sz w:val="12"/>
              </w:rPr>
              <w:t>40 Assignment</w:t>
            </w:r>
          </w:p>
        </w:tc>
        <w:tc>
          <w:tcPr>
            <w:tcW w:w="1080" w:type="dxa"/>
          </w:tcPr>
          <w:p w:rsidR="000167B2" w:rsidRDefault="000167B2" w:rsidP="00A22646">
            <w:pPr>
              <w:pStyle w:val="FormText"/>
              <w:rPr>
                <w:sz w:val="12"/>
              </w:rPr>
            </w:pPr>
            <w:r>
              <w:rPr>
                <w:sz w:val="12"/>
              </w:rPr>
              <w:t>90 System</w:t>
            </w:r>
          </w:p>
        </w:tc>
      </w:tr>
      <w:tr w:rsidR="000167B2" w:rsidTr="00A22646">
        <w:tc>
          <w:tcPr>
            <w:tcW w:w="1188" w:type="dxa"/>
          </w:tcPr>
          <w:p w:rsidR="000167B2" w:rsidRDefault="000167B2" w:rsidP="00A22646">
            <w:pPr>
              <w:pStyle w:val="FormText"/>
              <w:rPr>
                <w:sz w:val="12"/>
              </w:rPr>
            </w:pPr>
            <w:r>
              <w:rPr>
                <w:sz w:val="12"/>
              </w:rPr>
              <w:t>50 Interface</w:t>
            </w:r>
          </w:p>
        </w:tc>
        <w:tc>
          <w:tcPr>
            <w:tcW w:w="1080" w:type="dxa"/>
          </w:tcPr>
          <w:p w:rsidR="000167B2" w:rsidRDefault="000167B2" w:rsidP="00A22646">
            <w:pPr>
              <w:pStyle w:val="FormText"/>
              <w:rPr>
                <w:sz w:val="12"/>
              </w:rPr>
            </w:pPr>
            <w:r>
              <w:rPr>
                <w:sz w:val="12"/>
              </w:rPr>
              <w:t>100 Environment</w:t>
            </w:r>
          </w:p>
        </w:tc>
      </w:tr>
    </w:tbl>
    <w:p w:rsidR="000167B2" w:rsidRDefault="000167B2" w:rsidP="000167B2">
      <w:pPr>
        <w:pStyle w:val="FormTitle"/>
      </w:pPr>
    </w:p>
    <w:tbl>
      <w:tblPr>
        <w:tblW w:w="5000" w:type="pct"/>
        <w:tblLayout w:type="fixed"/>
        <w:tblLook w:val="0000" w:firstRow="0" w:lastRow="0" w:firstColumn="0" w:lastColumn="0" w:noHBand="0" w:noVBand="0"/>
      </w:tblPr>
      <w:tblGrid>
        <w:gridCol w:w="1176"/>
        <w:gridCol w:w="4263"/>
        <w:gridCol w:w="1068"/>
        <w:gridCol w:w="2133"/>
      </w:tblGrid>
      <w:tr w:rsidR="000167B2" w:rsidTr="00631F1F">
        <w:trPr>
          <w:cantSplit/>
        </w:trPr>
        <w:tc>
          <w:tcPr>
            <w:tcW w:w="1188" w:type="dxa"/>
          </w:tcPr>
          <w:p w:rsidR="000167B2" w:rsidRDefault="000167B2" w:rsidP="00650C15">
            <w:pPr>
              <w:pStyle w:val="FormText"/>
            </w:pPr>
            <w:r>
              <w:t>Student</w:t>
            </w:r>
          </w:p>
        </w:tc>
        <w:tc>
          <w:tcPr>
            <w:tcW w:w="4320" w:type="dxa"/>
          </w:tcPr>
          <w:p w:rsidR="000167B2" w:rsidRDefault="000167B2" w:rsidP="00650C15">
            <w:pPr>
              <w:pStyle w:val="FormText"/>
            </w:pPr>
          </w:p>
        </w:tc>
        <w:tc>
          <w:tcPr>
            <w:tcW w:w="1080" w:type="dxa"/>
          </w:tcPr>
          <w:p w:rsidR="000167B2" w:rsidRDefault="000167B2" w:rsidP="00650C15">
            <w:pPr>
              <w:pStyle w:val="FormText"/>
            </w:pPr>
            <w:r>
              <w:t>Date</w:t>
            </w:r>
          </w:p>
        </w:tc>
        <w:tc>
          <w:tcPr>
            <w:tcW w:w="2160" w:type="dxa"/>
            <w:tcBorders>
              <w:bottom w:val="single" w:sz="4" w:space="0" w:color="auto"/>
            </w:tcBorders>
          </w:tcPr>
          <w:p w:rsidR="000167B2" w:rsidRDefault="000167B2" w:rsidP="00650C15">
            <w:pPr>
              <w:pStyle w:val="FormText"/>
            </w:pPr>
          </w:p>
        </w:tc>
      </w:tr>
      <w:tr w:rsidR="000167B2" w:rsidTr="00631F1F">
        <w:trPr>
          <w:cantSplit/>
        </w:trPr>
        <w:tc>
          <w:tcPr>
            <w:tcW w:w="1188" w:type="dxa"/>
          </w:tcPr>
          <w:p w:rsidR="000167B2" w:rsidRDefault="000167B2" w:rsidP="00650C15">
            <w:pPr>
              <w:pStyle w:val="FormText"/>
            </w:pPr>
            <w:r>
              <w:t>Program</w:t>
            </w:r>
          </w:p>
        </w:tc>
        <w:tc>
          <w:tcPr>
            <w:tcW w:w="4320" w:type="dxa"/>
            <w:tcBorders>
              <w:top w:val="single" w:sz="6" w:space="0" w:color="auto"/>
              <w:bottom w:val="single" w:sz="6" w:space="0" w:color="auto"/>
            </w:tcBorders>
          </w:tcPr>
          <w:p w:rsidR="000167B2" w:rsidRDefault="000167B2" w:rsidP="00650C15">
            <w:pPr>
              <w:pStyle w:val="FormText"/>
            </w:pPr>
          </w:p>
        </w:tc>
        <w:tc>
          <w:tcPr>
            <w:tcW w:w="1080" w:type="dxa"/>
          </w:tcPr>
          <w:p w:rsidR="000167B2" w:rsidRDefault="000167B2" w:rsidP="00650C15">
            <w:pPr>
              <w:pStyle w:val="FormText"/>
            </w:pPr>
            <w:r>
              <w:t>Program #</w:t>
            </w:r>
          </w:p>
        </w:tc>
        <w:tc>
          <w:tcPr>
            <w:tcW w:w="2160" w:type="dxa"/>
            <w:tcBorders>
              <w:top w:val="single" w:sz="4" w:space="0" w:color="auto"/>
              <w:bottom w:val="single" w:sz="4" w:space="0" w:color="auto"/>
            </w:tcBorders>
          </w:tcPr>
          <w:p w:rsidR="000167B2" w:rsidRDefault="000167B2" w:rsidP="00650C15">
            <w:pPr>
              <w:pStyle w:val="FormText"/>
            </w:pPr>
            <w:r>
              <w:t>1A</w:t>
            </w:r>
          </w:p>
        </w:tc>
      </w:tr>
      <w:tr w:rsidR="000167B2" w:rsidTr="00631F1F">
        <w:trPr>
          <w:cantSplit/>
        </w:trPr>
        <w:tc>
          <w:tcPr>
            <w:tcW w:w="1188" w:type="dxa"/>
          </w:tcPr>
          <w:p w:rsidR="000167B2" w:rsidRDefault="000167B2" w:rsidP="00650C15">
            <w:pPr>
              <w:pStyle w:val="FormText"/>
            </w:pPr>
            <w:r>
              <w:t>Instructor</w:t>
            </w:r>
          </w:p>
        </w:tc>
        <w:tc>
          <w:tcPr>
            <w:tcW w:w="4320" w:type="dxa"/>
            <w:tcBorders>
              <w:top w:val="single" w:sz="6" w:space="0" w:color="auto"/>
              <w:bottom w:val="single" w:sz="6" w:space="0" w:color="auto"/>
            </w:tcBorders>
          </w:tcPr>
          <w:p w:rsidR="000167B2" w:rsidRDefault="000167B2" w:rsidP="00650C15">
            <w:pPr>
              <w:pStyle w:val="FormText"/>
            </w:pPr>
          </w:p>
        </w:tc>
        <w:tc>
          <w:tcPr>
            <w:tcW w:w="1080" w:type="dxa"/>
          </w:tcPr>
          <w:p w:rsidR="000167B2" w:rsidRDefault="000167B2" w:rsidP="00650C15">
            <w:pPr>
              <w:pStyle w:val="FormText"/>
            </w:pPr>
            <w:r>
              <w:t>Language</w:t>
            </w:r>
          </w:p>
        </w:tc>
        <w:tc>
          <w:tcPr>
            <w:tcW w:w="2160" w:type="dxa"/>
            <w:tcBorders>
              <w:top w:val="single" w:sz="4" w:space="0" w:color="auto"/>
              <w:bottom w:val="single" w:sz="4" w:space="0" w:color="auto"/>
            </w:tcBorders>
          </w:tcPr>
          <w:p w:rsidR="000167B2" w:rsidRDefault="000167B2" w:rsidP="00650C15">
            <w:pPr>
              <w:pStyle w:val="FormText"/>
            </w:pPr>
            <w:r>
              <w:t>C++</w:t>
            </w:r>
          </w:p>
        </w:tc>
      </w:tr>
    </w:tbl>
    <w:p w:rsidR="000167B2" w:rsidRDefault="000167B2" w:rsidP="000167B2">
      <w:pPr>
        <w:pStyle w:val="FormText"/>
      </w:pPr>
    </w:p>
    <w:tbl>
      <w:tblPr>
        <w:tblW w:w="5000" w:type="pct"/>
        <w:tblLayout w:type="fixed"/>
        <w:tblLook w:val="0000" w:firstRow="0" w:lastRow="0" w:firstColumn="0" w:lastColumn="0" w:noHBand="0" w:noVBand="0"/>
      </w:tblPr>
      <w:tblGrid>
        <w:gridCol w:w="35"/>
        <w:gridCol w:w="1079"/>
        <w:gridCol w:w="128"/>
        <w:gridCol w:w="107"/>
        <w:gridCol w:w="655"/>
        <w:gridCol w:w="235"/>
        <w:gridCol w:w="832"/>
        <w:gridCol w:w="235"/>
        <w:gridCol w:w="710"/>
        <w:gridCol w:w="235"/>
        <w:gridCol w:w="655"/>
        <w:gridCol w:w="235"/>
        <w:gridCol w:w="920"/>
        <w:gridCol w:w="269"/>
        <w:gridCol w:w="976"/>
        <w:gridCol w:w="269"/>
        <w:gridCol w:w="1065"/>
      </w:tblGrid>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2</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3</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4</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5</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6</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7</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8</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bl>
    <w:p w:rsidR="000167B2" w:rsidRDefault="000167B2" w:rsidP="00C5366D">
      <w:pPr>
        <w:pStyle w:val="Heading1"/>
      </w:pPr>
      <w:r>
        <w:t xml:space="preserve">PSP Defect Recording Log </w:t>
      </w:r>
    </w:p>
    <w:tbl>
      <w:tblPr>
        <w:tblpPr w:leftFromText="288" w:rightFromText="288" w:bottomFromText="360" w:horzAnchor="margin" w:tblpXSpec="right" w:tblpYSpec="top"/>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88"/>
        <w:gridCol w:w="1080"/>
      </w:tblGrid>
      <w:tr w:rsidR="000167B2" w:rsidTr="00650C15">
        <w:tc>
          <w:tcPr>
            <w:tcW w:w="1188" w:type="dxa"/>
          </w:tcPr>
          <w:p w:rsidR="000167B2" w:rsidRDefault="000167B2" w:rsidP="00650C15">
            <w:pPr>
              <w:pStyle w:val="FormText"/>
              <w:rPr>
                <w:sz w:val="12"/>
              </w:rPr>
            </w:pPr>
            <w:r>
              <w:rPr>
                <w:sz w:val="12"/>
              </w:rPr>
              <w:t>Defect Types</w:t>
            </w:r>
          </w:p>
        </w:tc>
        <w:tc>
          <w:tcPr>
            <w:tcW w:w="1080" w:type="dxa"/>
          </w:tcPr>
          <w:p w:rsidR="000167B2" w:rsidRDefault="000167B2" w:rsidP="00650C15">
            <w:pPr>
              <w:pStyle w:val="FormText"/>
              <w:rPr>
                <w:sz w:val="12"/>
              </w:rPr>
            </w:pPr>
          </w:p>
        </w:tc>
      </w:tr>
      <w:tr w:rsidR="000167B2" w:rsidTr="00650C15">
        <w:tc>
          <w:tcPr>
            <w:tcW w:w="1188" w:type="dxa"/>
          </w:tcPr>
          <w:p w:rsidR="000167B2" w:rsidRDefault="000167B2" w:rsidP="00650C15">
            <w:pPr>
              <w:pStyle w:val="FormText"/>
              <w:rPr>
                <w:sz w:val="12"/>
              </w:rPr>
            </w:pPr>
            <w:r>
              <w:rPr>
                <w:sz w:val="12"/>
              </w:rPr>
              <w:t>10 Documentation</w:t>
            </w:r>
          </w:p>
        </w:tc>
        <w:tc>
          <w:tcPr>
            <w:tcW w:w="1080" w:type="dxa"/>
          </w:tcPr>
          <w:p w:rsidR="000167B2" w:rsidRDefault="000167B2" w:rsidP="00650C15">
            <w:pPr>
              <w:pStyle w:val="FormText"/>
              <w:rPr>
                <w:sz w:val="12"/>
              </w:rPr>
            </w:pPr>
            <w:r>
              <w:rPr>
                <w:sz w:val="12"/>
              </w:rPr>
              <w:t>60 Checking</w:t>
            </w:r>
          </w:p>
        </w:tc>
      </w:tr>
      <w:tr w:rsidR="000167B2" w:rsidTr="00650C15">
        <w:tc>
          <w:tcPr>
            <w:tcW w:w="1188" w:type="dxa"/>
          </w:tcPr>
          <w:p w:rsidR="000167B2" w:rsidRDefault="000167B2" w:rsidP="00650C15">
            <w:pPr>
              <w:pStyle w:val="FormText"/>
              <w:rPr>
                <w:sz w:val="12"/>
              </w:rPr>
            </w:pPr>
            <w:r>
              <w:rPr>
                <w:sz w:val="12"/>
              </w:rPr>
              <w:t>20 Syntax</w:t>
            </w:r>
          </w:p>
        </w:tc>
        <w:tc>
          <w:tcPr>
            <w:tcW w:w="1080" w:type="dxa"/>
          </w:tcPr>
          <w:p w:rsidR="000167B2" w:rsidRDefault="000167B2" w:rsidP="00650C15">
            <w:pPr>
              <w:pStyle w:val="FormText"/>
              <w:rPr>
                <w:sz w:val="12"/>
              </w:rPr>
            </w:pPr>
            <w:r>
              <w:rPr>
                <w:sz w:val="12"/>
              </w:rPr>
              <w:t>70 Data</w:t>
            </w:r>
          </w:p>
        </w:tc>
      </w:tr>
      <w:tr w:rsidR="000167B2" w:rsidTr="00650C15">
        <w:tc>
          <w:tcPr>
            <w:tcW w:w="1188" w:type="dxa"/>
          </w:tcPr>
          <w:p w:rsidR="000167B2" w:rsidRDefault="000167B2" w:rsidP="00650C15">
            <w:pPr>
              <w:pStyle w:val="FormText"/>
              <w:rPr>
                <w:sz w:val="12"/>
              </w:rPr>
            </w:pPr>
            <w:r>
              <w:rPr>
                <w:sz w:val="12"/>
              </w:rPr>
              <w:t>30 Build, Package</w:t>
            </w:r>
          </w:p>
        </w:tc>
        <w:tc>
          <w:tcPr>
            <w:tcW w:w="1080" w:type="dxa"/>
          </w:tcPr>
          <w:p w:rsidR="000167B2" w:rsidRDefault="000167B2" w:rsidP="00650C15">
            <w:pPr>
              <w:pStyle w:val="FormText"/>
              <w:rPr>
                <w:sz w:val="12"/>
              </w:rPr>
            </w:pPr>
            <w:r>
              <w:rPr>
                <w:sz w:val="12"/>
              </w:rPr>
              <w:t>80 Function</w:t>
            </w:r>
          </w:p>
        </w:tc>
      </w:tr>
      <w:tr w:rsidR="000167B2" w:rsidTr="00650C15">
        <w:tc>
          <w:tcPr>
            <w:tcW w:w="1188" w:type="dxa"/>
          </w:tcPr>
          <w:p w:rsidR="000167B2" w:rsidRDefault="000167B2" w:rsidP="00650C15">
            <w:pPr>
              <w:pStyle w:val="FormText"/>
              <w:rPr>
                <w:sz w:val="12"/>
              </w:rPr>
            </w:pPr>
            <w:r>
              <w:rPr>
                <w:sz w:val="12"/>
              </w:rPr>
              <w:t>40 Assignment</w:t>
            </w:r>
          </w:p>
        </w:tc>
        <w:tc>
          <w:tcPr>
            <w:tcW w:w="1080" w:type="dxa"/>
          </w:tcPr>
          <w:p w:rsidR="000167B2" w:rsidRDefault="000167B2" w:rsidP="00650C15">
            <w:pPr>
              <w:pStyle w:val="FormText"/>
              <w:rPr>
                <w:sz w:val="12"/>
              </w:rPr>
            </w:pPr>
            <w:r>
              <w:rPr>
                <w:sz w:val="12"/>
              </w:rPr>
              <w:t>90 System</w:t>
            </w:r>
          </w:p>
        </w:tc>
      </w:tr>
      <w:tr w:rsidR="000167B2" w:rsidTr="00650C15">
        <w:tc>
          <w:tcPr>
            <w:tcW w:w="1188" w:type="dxa"/>
          </w:tcPr>
          <w:p w:rsidR="000167B2" w:rsidRDefault="000167B2" w:rsidP="00650C15">
            <w:pPr>
              <w:pStyle w:val="FormText"/>
              <w:rPr>
                <w:sz w:val="12"/>
              </w:rPr>
            </w:pPr>
            <w:r>
              <w:rPr>
                <w:sz w:val="12"/>
              </w:rPr>
              <w:t>50 Interface</w:t>
            </w:r>
          </w:p>
        </w:tc>
        <w:tc>
          <w:tcPr>
            <w:tcW w:w="1080" w:type="dxa"/>
          </w:tcPr>
          <w:p w:rsidR="000167B2" w:rsidRDefault="000167B2" w:rsidP="00650C15">
            <w:pPr>
              <w:pStyle w:val="FormText"/>
              <w:rPr>
                <w:sz w:val="12"/>
              </w:rPr>
            </w:pPr>
            <w:r>
              <w:rPr>
                <w:sz w:val="12"/>
              </w:rPr>
              <w:t>100 Environment</w:t>
            </w:r>
          </w:p>
        </w:tc>
      </w:tr>
    </w:tbl>
    <w:p w:rsidR="000167B2" w:rsidRDefault="000167B2" w:rsidP="000167B2">
      <w:pPr>
        <w:pStyle w:val="FormTitle"/>
      </w:pPr>
    </w:p>
    <w:tbl>
      <w:tblPr>
        <w:tblW w:w="5000" w:type="pct"/>
        <w:tblLayout w:type="fixed"/>
        <w:tblLook w:val="0000" w:firstRow="0" w:lastRow="0" w:firstColumn="0" w:lastColumn="0" w:noHBand="0" w:noVBand="0"/>
      </w:tblPr>
      <w:tblGrid>
        <w:gridCol w:w="1176"/>
        <w:gridCol w:w="4263"/>
        <w:gridCol w:w="1068"/>
        <w:gridCol w:w="2133"/>
      </w:tblGrid>
      <w:tr w:rsidR="000167B2" w:rsidTr="00631F1F">
        <w:trPr>
          <w:cantSplit/>
        </w:trPr>
        <w:tc>
          <w:tcPr>
            <w:tcW w:w="1188" w:type="dxa"/>
          </w:tcPr>
          <w:p w:rsidR="000167B2" w:rsidRDefault="000167B2" w:rsidP="00650C15">
            <w:pPr>
              <w:pStyle w:val="FormText"/>
            </w:pPr>
            <w:r>
              <w:t>Student</w:t>
            </w:r>
          </w:p>
        </w:tc>
        <w:tc>
          <w:tcPr>
            <w:tcW w:w="4320" w:type="dxa"/>
          </w:tcPr>
          <w:p w:rsidR="000167B2" w:rsidRDefault="000167B2" w:rsidP="00650C15">
            <w:pPr>
              <w:pStyle w:val="FormText"/>
            </w:pPr>
          </w:p>
        </w:tc>
        <w:tc>
          <w:tcPr>
            <w:tcW w:w="1080" w:type="dxa"/>
          </w:tcPr>
          <w:p w:rsidR="000167B2" w:rsidRDefault="000167B2" w:rsidP="00650C15">
            <w:pPr>
              <w:pStyle w:val="FormText"/>
            </w:pPr>
            <w:r>
              <w:t>Date</w:t>
            </w:r>
          </w:p>
        </w:tc>
        <w:tc>
          <w:tcPr>
            <w:tcW w:w="2160" w:type="dxa"/>
            <w:tcBorders>
              <w:bottom w:val="single" w:sz="4" w:space="0" w:color="auto"/>
            </w:tcBorders>
          </w:tcPr>
          <w:p w:rsidR="000167B2" w:rsidRDefault="000167B2" w:rsidP="00650C15">
            <w:pPr>
              <w:pStyle w:val="FormText"/>
            </w:pPr>
          </w:p>
        </w:tc>
      </w:tr>
      <w:tr w:rsidR="000167B2" w:rsidTr="00631F1F">
        <w:trPr>
          <w:cantSplit/>
        </w:trPr>
        <w:tc>
          <w:tcPr>
            <w:tcW w:w="1188" w:type="dxa"/>
          </w:tcPr>
          <w:p w:rsidR="000167B2" w:rsidRDefault="000167B2" w:rsidP="00650C15">
            <w:pPr>
              <w:pStyle w:val="FormText"/>
            </w:pPr>
            <w:r>
              <w:t>Program</w:t>
            </w:r>
          </w:p>
        </w:tc>
        <w:tc>
          <w:tcPr>
            <w:tcW w:w="4320" w:type="dxa"/>
            <w:tcBorders>
              <w:top w:val="single" w:sz="6" w:space="0" w:color="auto"/>
              <w:bottom w:val="single" w:sz="6" w:space="0" w:color="auto"/>
            </w:tcBorders>
          </w:tcPr>
          <w:p w:rsidR="000167B2" w:rsidRDefault="000167B2" w:rsidP="00650C15">
            <w:pPr>
              <w:pStyle w:val="FormText"/>
            </w:pPr>
          </w:p>
        </w:tc>
        <w:tc>
          <w:tcPr>
            <w:tcW w:w="1080" w:type="dxa"/>
          </w:tcPr>
          <w:p w:rsidR="000167B2" w:rsidRDefault="000167B2" w:rsidP="00650C15">
            <w:pPr>
              <w:pStyle w:val="FormText"/>
            </w:pPr>
            <w:r>
              <w:t>Program #</w:t>
            </w:r>
          </w:p>
        </w:tc>
        <w:tc>
          <w:tcPr>
            <w:tcW w:w="2160" w:type="dxa"/>
            <w:tcBorders>
              <w:top w:val="single" w:sz="4" w:space="0" w:color="auto"/>
              <w:bottom w:val="single" w:sz="4" w:space="0" w:color="auto"/>
            </w:tcBorders>
          </w:tcPr>
          <w:p w:rsidR="000167B2" w:rsidRDefault="000167B2" w:rsidP="00650C15">
            <w:pPr>
              <w:pStyle w:val="FormText"/>
            </w:pPr>
            <w:r>
              <w:t>1A</w:t>
            </w:r>
          </w:p>
        </w:tc>
      </w:tr>
      <w:tr w:rsidR="000167B2" w:rsidTr="00631F1F">
        <w:trPr>
          <w:cantSplit/>
        </w:trPr>
        <w:tc>
          <w:tcPr>
            <w:tcW w:w="1188" w:type="dxa"/>
          </w:tcPr>
          <w:p w:rsidR="000167B2" w:rsidRDefault="000167B2" w:rsidP="00650C15">
            <w:pPr>
              <w:pStyle w:val="FormText"/>
            </w:pPr>
            <w:r>
              <w:t>Instructor</w:t>
            </w:r>
          </w:p>
        </w:tc>
        <w:tc>
          <w:tcPr>
            <w:tcW w:w="4320" w:type="dxa"/>
            <w:tcBorders>
              <w:top w:val="single" w:sz="6" w:space="0" w:color="auto"/>
              <w:bottom w:val="single" w:sz="6" w:space="0" w:color="auto"/>
            </w:tcBorders>
          </w:tcPr>
          <w:p w:rsidR="000167B2" w:rsidRDefault="000167B2" w:rsidP="00650C15">
            <w:pPr>
              <w:pStyle w:val="FormText"/>
            </w:pPr>
          </w:p>
        </w:tc>
        <w:tc>
          <w:tcPr>
            <w:tcW w:w="1080" w:type="dxa"/>
          </w:tcPr>
          <w:p w:rsidR="000167B2" w:rsidRDefault="000167B2" w:rsidP="00650C15">
            <w:pPr>
              <w:pStyle w:val="FormText"/>
            </w:pPr>
            <w:r>
              <w:t>Language</w:t>
            </w:r>
          </w:p>
        </w:tc>
        <w:tc>
          <w:tcPr>
            <w:tcW w:w="2160" w:type="dxa"/>
            <w:tcBorders>
              <w:top w:val="single" w:sz="4" w:space="0" w:color="auto"/>
              <w:bottom w:val="single" w:sz="4" w:space="0" w:color="auto"/>
            </w:tcBorders>
          </w:tcPr>
          <w:p w:rsidR="000167B2" w:rsidRDefault="000167B2" w:rsidP="00650C15">
            <w:pPr>
              <w:pStyle w:val="FormText"/>
            </w:pPr>
            <w:r>
              <w:t>C++</w:t>
            </w:r>
          </w:p>
        </w:tc>
      </w:tr>
    </w:tbl>
    <w:p w:rsidR="000167B2" w:rsidRDefault="000167B2" w:rsidP="000167B2">
      <w:pPr>
        <w:pStyle w:val="FormText"/>
      </w:pPr>
    </w:p>
    <w:tbl>
      <w:tblPr>
        <w:tblW w:w="5000" w:type="pct"/>
        <w:tblLayout w:type="fixed"/>
        <w:tblLook w:val="0000" w:firstRow="0" w:lastRow="0" w:firstColumn="0" w:lastColumn="0" w:noHBand="0" w:noVBand="0"/>
      </w:tblPr>
      <w:tblGrid>
        <w:gridCol w:w="35"/>
        <w:gridCol w:w="1079"/>
        <w:gridCol w:w="128"/>
        <w:gridCol w:w="107"/>
        <w:gridCol w:w="655"/>
        <w:gridCol w:w="235"/>
        <w:gridCol w:w="832"/>
        <w:gridCol w:w="235"/>
        <w:gridCol w:w="710"/>
        <w:gridCol w:w="235"/>
        <w:gridCol w:w="655"/>
        <w:gridCol w:w="235"/>
        <w:gridCol w:w="920"/>
        <w:gridCol w:w="269"/>
        <w:gridCol w:w="976"/>
        <w:gridCol w:w="269"/>
        <w:gridCol w:w="1065"/>
      </w:tblGrid>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9</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10</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11</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12</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13</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14</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15</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gridBefore w:val="1"/>
          <w:wBefore w:w="36" w:type="dxa"/>
          <w:cantSplit/>
        </w:trPr>
        <w:tc>
          <w:tcPr>
            <w:tcW w:w="1096" w:type="dxa"/>
            <w:tcMar>
              <w:left w:w="72" w:type="dxa"/>
              <w:right w:w="72" w:type="dxa"/>
            </w:tcMar>
          </w:tcPr>
          <w:p w:rsidR="000167B2" w:rsidRDefault="000167B2" w:rsidP="00650C15">
            <w:pPr>
              <w:pStyle w:val="FormText"/>
            </w:pPr>
            <w:r>
              <w:t>Project</w:t>
            </w:r>
          </w:p>
        </w:tc>
        <w:tc>
          <w:tcPr>
            <w:tcW w:w="236" w:type="dxa"/>
            <w:gridSpan w:val="2"/>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Date</w:t>
            </w:r>
          </w:p>
        </w:tc>
        <w:tc>
          <w:tcPr>
            <w:tcW w:w="236" w:type="dxa"/>
            <w:tcMar>
              <w:left w:w="72" w:type="dxa"/>
              <w:right w:w="72" w:type="dxa"/>
            </w:tcMar>
          </w:tcPr>
          <w:p w:rsidR="000167B2" w:rsidRDefault="000167B2" w:rsidP="00650C15">
            <w:pPr>
              <w:pStyle w:val="FormText"/>
            </w:pPr>
          </w:p>
        </w:tc>
        <w:tc>
          <w:tcPr>
            <w:tcW w:w="844" w:type="dxa"/>
            <w:tcMar>
              <w:left w:w="72" w:type="dxa"/>
              <w:right w:w="72" w:type="dxa"/>
            </w:tcMar>
          </w:tcPr>
          <w:p w:rsidR="000167B2" w:rsidRDefault="000167B2" w:rsidP="00650C15">
            <w:pPr>
              <w:pStyle w:val="FormText"/>
            </w:pPr>
            <w:r>
              <w:t>Number</w:t>
            </w:r>
          </w:p>
        </w:tc>
        <w:tc>
          <w:tcPr>
            <w:tcW w:w="236" w:type="dxa"/>
            <w:tcMar>
              <w:left w:w="72" w:type="dxa"/>
              <w:right w:w="72" w:type="dxa"/>
            </w:tcMar>
          </w:tcPr>
          <w:p w:rsidR="000167B2" w:rsidRDefault="000167B2" w:rsidP="00650C15">
            <w:pPr>
              <w:pStyle w:val="FormText"/>
            </w:pPr>
          </w:p>
        </w:tc>
        <w:tc>
          <w:tcPr>
            <w:tcW w:w="720" w:type="dxa"/>
            <w:tcBorders>
              <w:bottom w:val="single" w:sz="4" w:space="0" w:color="auto"/>
            </w:tcBorders>
            <w:tcMar>
              <w:left w:w="72" w:type="dxa"/>
              <w:right w:w="72" w:type="dxa"/>
            </w:tcMar>
          </w:tcPr>
          <w:p w:rsidR="000167B2" w:rsidRDefault="000167B2" w:rsidP="00650C15">
            <w:pPr>
              <w:pStyle w:val="FormText"/>
            </w:pPr>
            <w:r>
              <w:t>Type</w:t>
            </w:r>
          </w:p>
        </w:tc>
        <w:tc>
          <w:tcPr>
            <w:tcW w:w="236" w:type="dxa"/>
            <w:tcMar>
              <w:left w:w="72" w:type="dxa"/>
              <w:right w:w="72" w:type="dxa"/>
            </w:tcMar>
          </w:tcPr>
          <w:p w:rsidR="000167B2" w:rsidRDefault="000167B2" w:rsidP="00650C15">
            <w:pPr>
              <w:pStyle w:val="FormText"/>
            </w:pPr>
          </w:p>
        </w:tc>
        <w:tc>
          <w:tcPr>
            <w:tcW w:w="664" w:type="dxa"/>
            <w:tcMar>
              <w:left w:w="72" w:type="dxa"/>
              <w:right w:w="72" w:type="dxa"/>
            </w:tcMar>
          </w:tcPr>
          <w:p w:rsidR="000167B2" w:rsidRDefault="000167B2" w:rsidP="00650C15">
            <w:pPr>
              <w:pStyle w:val="FormText"/>
            </w:pPr>
            <w:r>
              <w:t>Inject</w:t>
            </w:r>
          </w:p>
        </w:tc>
        <w:tc>
          <w:tcPr>
            <w:tcW w:w="236" w:type="dxa"/>
            <w:tcMar>
              <w:left w:w="72" w:type="dxa"/>
              <w:right w:w="72" w:type="dxa"/>
            </w:tcMar>
          </w:tcPr>
          <w:p w:rsidR="000167B2" w:rsidRDefault="000167B2" w:rsidP="00650C15">
            <w:pPr>
              <w:pStyle w:val="FormText"/>
            </w:pPr>
          </w:p>
        </w:tc>
        <w:tc>
          <w:tcPr>
            <w:tcW w:w="934" w:type="dxa"/>
            <w:tcBorders>
              <w:bottom w:val="single" w:sz="6" w:space="0" w:color="auto"/>
            </w:tcBorders>
            <w:tcMar>
              <w:left w:w="72" w:type="dxa"/>
              <w:right w:w="72" w:type="dxa"/>
            </w:tcMar>
          </w:tcPr>
          <w:p w:rsidR="000167B2" w:rsidRDefault="000167B2" w:rsidP="00650C15">
            <w:pPr>
              <w:pStyle w:val="FormText"/>
            </w:pPr>
            <w:r>
              <w:t>Remove</w:t>
            </w:r>
          </w:p>
        </w:tc>
        <w:tc>
          <w:tcPr>
            <w:tcW w:w="270" w:type="dxa"/>
          </w:tcPr>
          <w:p w:rsidR="000167B2" w:rsidRDefault="000167B2" w:rsidP="00650C15">
            <w:pPr>
              <w:pStyle w:val="FormText"/>
            </w:pPr>
          </w:p>
        </w:tc>
        <w:tc>
          <w:tcPr>
            <w:tcW w:w="990" w:type="dxa"/>
            <w:tcBorders>
              <w:bottom w:val="single" w:sz="4" w:space="0" w:color="auto"/>
            </w:tcBorders>
          </w:tcPr>
          <w:p w:rsidR="000167B2" w:rsidRDefault="000167B2" w:rsidP="00650C15">
            <w:pPr>
              <w:pStyle w:val="FormText"/>
            </w:pPr>
            <w:r>
              <w:t>Fix Time</w:t>
            </w:r>
          </w:p>
        </w:tc>
        <w:tc>
          <w:tcPr>
            <w:tcW w:w="270" w:type="dxa"/>
          </w:tcPr>
          <w:p w:rsidR="000167B2" w:rsidRDefault="000167B2" w:rsidP="00650C15">
            <w:pPr>
              <w:pStyle w:val="FormText"/>
            </w:pPr>
          </w:p>
        </w:tc>
        <w:tc>
          <w:tcPr>
            <w:tcW w:w="1080" w:type="dxa"/>
            <w:tcBorders>
              <w:bottom w:val="single" w:sz="4" w:space="0" w:color="auto"/>
            </w:tcBorders>
          </w:tcPr>
          <w:p w:rsidR="000167B2" w:rsidRDefault="000167B2" w:rsidP="00650C15">
            <w:pPr>
              <w:pStyle w:val="FormText"/>
            </w:pPr>
            <w:r>
              <w:t>Fix Ref.</w:t>
            </w:r>
          </w:p>
        </w:tc>
      </w:tr>
      <w:tr w:rsidR="000167B2" w:rsidTr="00631F1F">
        <w:trPr>
          <w:gridBefore w:val="1"/>
          <w:wBefore w:w="36" w:type="dxa"/>
          <w:cantSplit/>
        </w:trPr>
        <w:tc>
          <w:tcPr>
            <w:tcW w:w="1096"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1A</w:t>
            </w:r>
          </w:p>
        </w:tc>
        <w:tc>
          <w:tcPr>
            <w:tcW w:w="236" w:type="dxa"/>
            <w:gridSpan w:val="2"/>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84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r>
              <w:t>16</w:t>
            </w:r>
          </w:p>
        </w:tc>
        <w:tc>
          <w:tcPr>
            <w:tcW w:w="236" w:type="dxa"/>
            <w:tcBorders>
              <w:right w:val="single" w:sz="4" w:space="0" w:color="auto"/>
            </w:tcBorders>
            <w:tcMar>
              <w:left w:w="72" w:type="dxa"/>
              <w:right w:w="72" w:type="dxa"/>
            </w:tcMar>
          </w:tcPr>
          <w:p w:rsidR="000167B2" w:rsidRDefault="000167B2" w:rsidP="00650C15">
            <w:pPr>
              <w:pStyle w:val="FormText"/>
            </w:pPr>
          </w:p>
        </w:tc>
        <w:tc>
          <w:tcPr>
            <w:tcW w:w="720" w:type="dxa"/>
            <w:tcBorders>
              <w:top w:val="single" w:sz="4" w:space="0" w:color="auto"/>
              <w:left w:val="single" w:sz="4" w:space="0" w:color="auto"/>
              <w:bottom w:val="single" w:sz="4" w:space="0" w:color="auto"/>
              <w:right w:val="single" w:sz="4" w:space="0" w:color="auto"/>
            </w:tcBorders>
            <w:tcMar>
              <w:left w:w="72" w:type="dxa"/>
              <w:right w:w="72" w:type="dxa"/>
            </w:tcMar>
          </w:tcPr>
          <w:p w:rsidR="000167B2" w:rsidRDefault="000167B2" w:rsidP="00650C15">
            <w:pPr>
              <w:pStyle w:val="FormText"/>
            </w:pPr>
          </w:p>
        </w:tc>
        <w:tc>
          <w:tcPr>
            <w:tcW w:w="236" w:type="dxa"/>
            <w:tcBorders>
              <w:left w:val="single" w:sz="4" w:space="0" w:color="auto"/>
            </w:tcBorders>
            <w:tcMar>
              <w:left w:w="72" w:type="dxa"/>
              <w:right w:w="72" w:type="dxa"/>
            </w:tcMar>
          </w:tcPr>
          <w:p w:rsidR="000167B2" w:rsidRDefault="000167B2" w:rsidP="00650C15">
            <w:pPr>
              <w:pStyle w:val="FormText"/>
            </w:pPr>
          </w:p>
        </w:tc>
        <w:tc>
          <w:tcPr>
            <w:tcW w:w="66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36" w:type="dxa"/>
            <w:tcMar>
              <w:left w:w="72" w:type="dxa"/>
              <w:right w:w="72" w:type="dxa"/>
            </w:tcMar>
          </w:tcPr>
          <w:p w:rsidR="000167B2" w:rsidRDefault="000167B2" w:rsidP="00650C15">
            <w:pPr>
              <w:pStyle w:val="FormText"/>
            </w:pPr>
          </w:p>
        </w:tc>
        <w:tc>
          <w:tcPr>
            <w:tcW w:w="934" w:type="dxa"/>
            <w:tcBorders>
              <w:top w:val="single" w:sz="6" w:space="0" w:color="auto"/>
              <w:left w:val="single" w:sz="6" w:space="0" w:color="auto"/>
              <w:bottom w:val="single" w:sz="6" w:space="0" w:color="auto"/>
              <w:right w:val="single" w:sz="6" w:space="0" w:color="auto"/>
            </w:tcBorders>
            <w:tcMar>
              <w:left w:w="72" w:type="dxa"/>
              <w:right w:w="72" w:type="dxa"/>
            </w:tcMar>
          </w:tcPr>
          <w:p w:rsidR="000167B2" w:rsidRDefault="000167B2" w:rsidP="00650C15">
            <w:pPr>
              <w:pStyle w:val="FormText"/>
            </w:pPr>
          </w:p>
        </w:tc>
        <w:tc>
          <w:tcPr>
            <w:tcW w:w="270" w:type="dxa"/>
            <w:tcBorders>
              <w:left w:val="single" w:sz="6" w:space="0" w:color="auto"/>
              <w:right w:val="single" w:sz="4" w:space="0" w:color="auto"/>
            </w:tcBorders>
          </w:tcPr>
          <w:p w:rsidR="000167B2" w:rsidRDefault="000167B2" w:rsidP="00650C15">
            <w:pPr>
              <w:pStyle w:val="FormText"/>
            </w:pPr>
          </w:p>
        </w:tc>
        <w:tc>
          <w:tcPr>
            <w:tcW w:w="99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c>
          <w:tcPr>
            <w:tcW w:w="270" w:type="dxa"/>
            <w:tcBorders>
              <w:left w:val="single" w:sz="4" w:space="0" w:color="auto"/>
              <w:right w:val="single" w:sz="4" w:space="0" w:color="auto"/>
            </w:tcBorders>
          </w:tcPr>
          <w:p w:rsidR="000167B2" w:rsidRDefault="000167B2" w:rsidP="00650C15">
            <w:pPr>
              <w:pStyle w:val="FormText"/>
            </w:pPr>
          </w:p>
        </w:tc>
        <w:tc>
          <w:tcPr>
            <w:tcW w:w="1080" w:type="dxa"/>
            <w:tcBorders>
              <w:top w:val="single" w:sz="4" w:space="0" w:color="auto"/>
              <w:left w:val="single" w:sz="4" w:space="0" w:color="auto"/>
              <w:bottom w:val="single" w:sz="4" w:space="0" w:color="auto"/>
              <w:right w:val="single" w:sz="4" w:space="0" w:color="auto"/>
            </w:tcBorders>
          </w:tcPr>
          <w:p w:rsidR="000167B2" w:rsidRDefault="000167B2" w:rsidP="00650C15">
            <w:pPr>
              <w:pStyle w:val="FormText"/>
            </w:pPr>
          </w:p>
        </w:tc>
      </w:tr>
      <w:tr w:rsidR="000167B2" w:rsidTr="00631F1F">
        <w:trPr>
          <w:cantSplit/>
        </w:trPr>
        <w:tc>
          <w:tcPr>
            <w:tcW w:w="1260" w:type="dxa"/>
            <w:gridSpan w:val="3"/>
          </w:tcPr>
          <w:p w:rsidR="000167B2" w:rsidRDefault="000167B2" w:rsidP="00650C15">
            <w:pPr>
              <w:pStyle w:val="FormText"/>
            </w:pPr>
            <w:r>
              <w:t>Description:</w:t>
            </w:r>
          </w:p>
        </w:tc>
        <w:tc>
          <w:tcPr>
            <w:tcW w:w="7488" w:type="dxa"/>
            <w:gridSpan w:val="14"/>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r w:rsidR="000167B2" w:rsidTr="00631F1F">
        <w:trPr>
          <w:cantSplit/>
        </w:trPr>
        <w:tc>
          <w:tcPr>
            <w:tcW w:w="8748" w:type="dxa"/>
            <w:gridSpan w:val="17"/>
            <w:tcBorders>
              <w:bottom w:val="single" w:sz="6" w:space="0" w:color="auto"/>
            </w:tcBorders>
          </w:tcPr>
          <w:p w:rsidR="000167B2" w:rsidRDefault="000167B2" w:rsidP="00650C15">
            <w:pPr>
              <w:pStyle w:val="FormText"/>
            </w:pPr>
          </w:p>
        </w:tc>
      </w:tr>
    </w:tbl>
    <w:p w:rsidR="000167B2" w:rsidRDefault="000167B2" w:rsidP="00631F1F">
      <w:pPr>
        <w:pStyle w:val="Heading1"/>
        <w:spacing w:after="240"/>
      </w:pPr>
      <w:r>
        <w:t xml:space="preserve">PSP Time Recording Log </w:t>
      </w:r>
    </w:p>
    <w:tbl>
      <w:tblPr>
        <w:tblW w:w="5000" w:type="pct"/>
        <w:tblLayout w:type="fixed"/>
        <w:tblLook w:val="0000" w:firstRow="0" w:lastRow="0" w:firstColumn="0" w:lastColumn="0" w:noHBand="0" w:noVBand="0"/>
      </w:tblPr>
      <w:tblGrid>
        <w:gridCol w:w="998"/>
        <w:gridCol w:w="4618"/>
        <w:gridCol w:w="1068"/>
        <w:gridCol w:w="1956"/>
      </w:tblGrid>
      <w:tr w:rsidR="000167B2" w:rsidTr="00631F1F">
        <w:trPr>
          <w:cantSplit/>
        </w:trPr>
        <w:tc>
          <w:tcPr>
            <w:tcW w:w="1008" w:type="dxa"/>
          </w:tcPr>
          <w:p w:rsidR="000167B2" w:rsidRDefault="000167B2" w:rsidP="00650C15">
            <w:pPr>
              <w:pStyle w:val="FormText"/>
            </w:pPr>
            <w:r>
              <w:t>Student</w:t>
            </w:r>
          </w:p>
        </w:tc>
        <w:tc>
          <w:tcPr>
            <w:tcW w:w="4680" w:type="dxa"/>
          </w:tcPr>
          <w:p w:rsidR="000167B2" w:rsidRDefault="000167B2" w:rsidP="00650C15">
            <w:pPr>
              <w:pStyle w:val="FormText"/>
            </w:pPr>
          </w:p>
        </w:tc>
        <w:tc>
          <w:tcPr>
            <w:tcW w:w="1080" w:type="dxa"/>
          </w:tcPr>
          <w:p w:rsidR="000167B2" w:rsidRDefault="000167B2" w:rsidP="00650C15">
            <w:pPr>
              <w:pStyle w:val="FormText"/>
            </w:pPr>
            <w:r>
              <w:t>Date</w:t>
            </w:r>
          </w:p>
        </w:tc>
        <w:tc>
          <w:tcPr>
            <w:tcW w:w="1980" w:type="dxa"/>
            <w:tcBorders>
              <w:bottom w:val="single" w:sz="4" w:space="0" w:color="auto"/>
            </w:tcBorders>
          </w:tcPr>
          <w:p w:rsidR="000167B2" w:rsidRDefault="000167B2" w:rsidP="00650C15">
            <w:pPr>
              <w:pStyle w:val="FormText"/>
            </w:pPr>
          </w:p>
        </w:tc>
      </w:tr>
      <w:tr w:rsidR="000167B2" w:rsidTr="00631F1F">
        <w:trPr>
          <w:cantSplit/>
        </w:trPr>
        <w:tc>
          <w:tcPr>
            <w:tcW w:w="1008" w:type="dxa"/>
          </w:tcPr>
          <w:p w:rsidR="000167B2" w:rsidRDefault="000167B2" w:rsidP="00650C15">
            <w:pPr>
              <w:pStyle w:val="FormText"/>
            </w:pPr>
            <w:r>
              <w:t>Program</w:t>
            </w:r>
          </w:p>
        </w:tc>
        <w:tc>
          <w:tcPr>
            <w:tcW w:w="4680" w:type="dxa"/>
            <w:tcBorders>
              <w:top w:val="single" w:sz="6" w:space="0" w:color="auto"/>
              <w:bottom w:val="single" w:sz="6" w:space="0" w:color="auto"/>
            </w:tcBorders>
          </w:tcPr>
          <w:p w:rsidR="000167B2" w:rsidRDefault="000167B2" w:rsidP="00650C15">
            <w:pPr>
              <w:pStyle w:val="FormText"/>
            </w:pPr>
          </w:p>
        </w:tc>
        <w:tc>
          <w:tcPr>
            <w:tcW w:w="1080" w:type="dxa"/>
          </w:tcPr>
          <w:p w:rsidR="000167B2" w:rsidRDefault="000167B2" w:rsidP="00650C15">
            <w:pPr>
              <w:pStyle w:val="FormText"/>
            </w:pPr>
            <w:r>
              <w:t>Program #</w:t>
            </w:r>
          </w:p>
        </w:tc>
        <w:tc>
          <w:tcPr>
            <w:tcW w:w="1980" w:type="dxa"/>
            <w:tcBorders>
              <w:top w:val="single" w:sz="4" w:space="0" w:color="auto"/>
              <w:bottom w:val="single" w:sz="4" w:space="0" w:color="auto"/>
            </w:tcBorders>
          </w:tcPr>
          <w:p w:rsidR="000167B2" w:rsidRDefault="000167B2" w:rsidP="00650C15">
            <w:pPr>
              <w:pStyle w:val="FormText"/>
            </w:pPr>
            <w:r>
              <w:t>1A</w:t>
            </w:r>
          </w:p>
        </w:tc>
      </w:tr>
      <w:tr w:rsidR="000167B2" w:rsidTr="00631F1F">
        <w:trPr>
          <w:cantSplit/>
        </w:trPr>
        <w:tc>
          <w:tcPr>
            <w:tcW w:w="1008" w:type="dxa"/>
          </w:tcPr>
          <w:p w:rsidR="000167B2" w:rsidRDefault="000167B2" w:rsidP="00650C15">
            <w:pPr>
              <w:pStyle w:val="FormText"/>
            </w:pPr>
            <w:r>
              <w:t>Instructor</w:t>
            </w:r>
          </w:p>
        </w:tc>
        <w:tc>
          <w:tcPr>
            <w:tcW w:w="4680" w:type="dxa"/>
            <w:tcBorders>
              <w:top w:val="single" w:sz="6" w:space="0" w:color="auto"/>
              <w:bottom w:val="single" w:sz="6" w:space="0" w:color="auto"/>
            </w:tcBorders>
          </w:tcPr>
          <w:p w:rsidR="000167B2" w:rsidRDefault="000167B2" w:rsidP="00650C15">
            <w:pPr>
              <w:pStyle w:val="FormText"/>
            </w:pPr>
          </w:p>
        </w:tc>
        <w:tc>
          <w:tcPr>
            <w:tcW w:w="1080" w:type="dxa"/>
          </w:tcPr>
          <w:p w:rsidR="000167B2" w:rsidRDefault="000167B2" w:rsidP="00650C15">
            <w:pPr>
              <w:pStyle w:val="FormText"/>
            </w:pPr>
            <w:r>
              <w:t>Language</w:t>
            </w:r>
          </w:p>
        </w:tc>
        <w:tc>
          <w:tcPr>
            <w:tcW w:w="1980" w:type="dxa"/>
            <w:tcBorders>
              <w:top w:val="single" w:sz="4" w:space="0" w:color="auto"/>
              <w:bottom w:val="single" w:sz="4" w:space="0" w:color="auto"/>
            </w:tcBorders>
          </w:tcPr>
          <w:p w:rsidR="000167B2" w:rsidRDefault="000167B2" w:rsidP="00650C15">
            <w:pPr>
              <w:pStyle w:val="FormText"/>
            </w:pPr>
            <w:r>
              <w:t>C++</w:t>
            </w:r>
          </w:p>
        </w:tc>
      </w:tr>
    </w:tbl>
    <w:p w:rsidR="000167B2" w:rsidRDefault="000167B2" w:rsidP="000167B2">
      <w:pPr>
        <w:pStyle w:val="Form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5"/>
        <w:gridCol w:w="712"/>
        <w:gridCol w:w="1243"/>
        <w:gridCol w:w="712"/>
        <w:gridCol w:w="1066"/>
        <w:gridCol w:w="712"/>
        <w:gridCol w:w="3190"/>
      </w:tblGrid>
      <w:tr w:rsidR="000167B2" w:rsidRPr="00603949" w:rsidTr="00CB7B00">
        <w:trPr>
          <w:cantSplit/>
        </w:trPr>
        <w:tc>
          <w:tcPr>
            <w:tcW w:w="1008" w:type="dxa"/>
            <w:vAlign w:val="bottom"/>
          </w:tcPr>
          <w:p w:rsidR="000167B2" w:rsidRPr="00603949" w:rsidRDefault="000167B2" w:rsidP="00631F1F">
            <w:pPr>
              <w:pStyle w:val="TableHeading"/>
            </w:pPr>
            <w:r w:rsidRPr="00603949">
              <w:t>Project</w:t>
            </w:r>
          </w:p>
        </w:tc>
        <w:tc>
          <w:tcPr>
            <w:tcW w:w="720" w:type="dxa"/>
            <w:vAlign w:val="bottom"/>
          </w:tcPr>
          <w:p w:rsidR="000167B2" w:rsidRPr="00603949" w:rsidRDefault="000167B2" w:rsidP="00631F1F">
            <w:pPr>
              <w:pStyle w:val="TableHeading"/>
            </w:pPr>
            <w:r w:rsidRPr="00603949">
              <w:t>Phase</w:t>
            </w:r>
          </w:p>
        </w:tc>
        <w:tc>
          <w:tcPr>
            <w:tcW w:w="1260" w:type="dxa"/>
            <w:vAlign w:val="bottom"/>
          </w:tcPr>
          <w:p w:rsidR="000167B2" w:rsidRPr="00603949" w:rsidRDefault="000167B2" w:rsidP="00631F1F">
            <w:pPr>
              <w:pStyle w:val="TableHeading"/>
            </w:pPr>
            <w:r w:rsidRPr="00603949">
              <w:t>Start Date and Time</w:t>
            </w:r>
          </w:p>
        </w:tc>
        <w:tc>
          <w:tcPr>
            <w:tcW w:w="720" w:type="dxa"/>
            <w:vAlign w:val="bottom"/>
          </w:tcPr>
          <w:p w:rsidR="000167B2" w:rsidRPr="00603949" w:rsidRDefault="000167B2" w:rsidP="00631F1F">
            <w:pPr>
              <w:pStyle w:val="TableHeading"/>
            </w:pPr>
            <w:r w:rsidRPr="00603949">
              <w:t>Int. Time</w:t>
            </w:r>
          </w:p>
        </w:tc>
        <w:tc>
          <w:tcPr>
            <w:tcW w:w="1080" w:type="dxa"/>
          </w:tcPr>
          <w:p w:rsidR="000167B2" w:rsidRPr="00603949" w:rsidRDefault="000167B2" w:rsidP="00631F1F">
            <w:pPr>
              <w:pStyle w:val="TableHeading"/>
            </w:pPr>
            <w:r w:rsidRPr="00603949">
              <w:t>Stop Date and Time</w:t>
            </w:r>
          </w:p>
        </w:tc>
        <w:tc>
          <w:tcPr>
            <w:tcW w:w="720" w:type="dxa"/>
            <w:vAlign w:val="bottom"/>
          </w:tcPr>
          <w:p w:rsidR="000167B2" w:rsidRPr="00603949" w:rsidRDefault="000167B2" w:rsidP="009D6F64">
            <w:pPr>
              <w:pStyle w:val="TableHeading"/>
            </w:pPr>
            <w:r w:rsidRPr="00603949">
              <w:t>Delta</w:t>
            </w:r>
            <w:r w:rsidR="009D6F64">
              <w:t xml:space="preserve"> </w:t>
            </w:r>
            <w:r w:rsidRPr="00603949">
              <w:t>Time</w:t>
            </w:r>
          </w:p>
        </w:tc>
        <w:tc>
          <w:tcPr>
            <w:tcW w:w="3240" w:type="dxa"/>
            <w:vAlign w:val="bottom"/>
          </w:tcPr>
          <w:p w:rsidR="000167B2" w:rsidRPr="00603949" w:rsidRDefault="000167B2" w:rsidP="00631F1F">
            <w:pPr>
              <w:pStyle w:val="TableHeading"/>
            </w:pPr>
            <w:r w:rsidRPr="00603949">
              <w:t>Comments</w:t>
            </w: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r w:rsidR="000167B2" w:rsidTr="00CB7B00">
        <w:trPr>
          <w:cantSplit/>
        </w:trPr>
        <w:tc>
          <w:tcPr>
            <w:tcW w:w="1008" w:type="dxa"/>
          </w:tcPr>
          <w:p w:rsidR="000167B2" w:rsidRDefault="000167B2" w:rsidP="00631F1F">
            <w:pPr>
              <w:pStyle w:val="TableBody"/>
            </w:pPr>
          </w:p>
        </w:tc>
        <w:tc>
          <w:tcPr>
            <w:tcW w:w="720" w:type="dxa"/>
          </w:tcPr>
          <w:p w:rsidR="000167B2" w:rsidRDefault="000167B2" w:rsidP="00631F1F">
            <w:pPr>
              <w:pStyle w:val="TableBody"/>
            </w:pPr>
          </w:p>
        </w:tc>
        <w:tc>
          <w:tcPr>
            <w:tcW w:w="1260" w:type="dxa"/>
          </w:tcPr>
          <w:p w:rsidR="000167B2" w:rsidRDefault="000167B2" w:rsidP="00631F1F">
            <w:pPr>
              <w:pStyle w:val="TableBody"/>
            </w:pPr>
          </w:p>
        </w:tc>
        <w:tc>
          <w:tcPr>
            <w:tcW w:w="720" w:type="dxa"/>
          </w:tcPr>
          <w:p w:rsidR="000167B2" w:rsidRDefault="000167B2" w:rsidP="00631F1F">
            <w:pPr>
              <w:pStyle w:val="TableBody"/>
            </w:pPr>
          </w:p>
        </w:tc>
        <w:tc>
          <w:tcPr>
            <w:tcW w:w="1080" w:type="dxa"/>
          </w:tcPr>
          <w:p w:rsidR="000167B2" w:rsidRDefault="000167B2" w:rsidP="00631F1F">
            <w:pPr>
              <w:pStyle w:val="TableBody"/>
            </w:pPr>
          </w:p>
        </w:tc>
        <w:tc>
          <w:tcPr>
            <w:tcW w:w="720" w:type="dxa"/>
          </w:tcPr>
          <w:p w:rsidR="000167B2" w:rsidRDefault="000167B2" w:rsidP="00631F1F">
            <w:pPr>
              <w:pStyle w:val="TableBody"/>
            </w:pPr>
          </w:p>
        </w:tc>
        <w:tc>
          <w:tcPr>
            <w:tcW w:w="3240" w:type="dxa"/>
          </w:tcPr>
          <w:p w:rsidR="000167B2" w:rsidRDefault="000167B2" w:rsidP="00631F1F">
            <w:pPr>
              <w:pStyle w:val="TableBody"/>
            </w:pPr>
          </w:p>
        </w:tc>
      </w:tr>
    </w:tbl>
    <w:p w:rsidR="00FD5441" w:rsidRDefault="00FD5441" w:rsidP="00FD5441">
      <w:pPr>
        <w:pStyle w:val="Maptitle"/>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650C15">
      <w:pPr>
        <w:pStyle w:val="ContactUs-Heading"/>
        <w:keepLines/>
      </w:pPr>
      <w:r>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D67EAB">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14"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631F1F">
      <w:headerReference w:type="default" r:id="rId15"/>
      <w:footerReference w:type="even" r:id="rId16"/>
      <w:footerReference w:type="default" r:id="rId17"/>
      <w:headerReference w:type="first" r:id="rId18"/>
      <w:pgSz w:w="12240" w:h="15840" w:code="1"/>
      <w:pgMar w:top="2160" w:right="1800" w:bottom="1440" w:left="1800" w:header="720" w:footer="720"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0C15" w:rsidRDefault="00650C15">
      <w:r>
        <w:separator/>
      </w:r>
    </w:p>
    <w:p w:rsidR="00650C15" w:rsidRDefault="00650C15"/>
  </w:endnote>
  <w:endnote w:type="continuationSeparator" w:id="0">
    <w:p w:rsidR="00650C15" w:rsidRDefault="00650C15">
      <w:r>
        <w:continuationSeparator/>
      </w:r>
    </w:p>
    <w:p w:rsidR="00650C15" w:rsidRDefault="00650C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C15" w:rsidRPr="00F42104" w:rsidRDefault="00650C15" w:rsidP="00650C15">
    <w:pPr>
      <w:tabs>
        <w:tab w:val="right" w:pos="7200"/>
      </w:tabs>
      <w:spacing w:line="240" w:lineRule="atLeast"/>
      <w:rPr>
        <w:rFonts w:ascii="Arial" w:hAnsi="Arial"/>
        <w:color w:val="000000"/>
        <w:sz w:val="16"/>
        <w:szCs w:val="16"/>
      </w:rPr>
    </w:pPr>
    <w:r w:rsidRPr="002273A4">
      <w:rPr>
        <w:rStyle w:val="PageNumber"/>
        <w:rFonts w:ascii="Arial Black" w:hAnsi="Arial Black"/>
      </w:rPr>
      <w:fldChar w:fldCharType="begin"/>
    </w:r>
    <w:r w:rsidRPr="002273A4">
      <w:rPr>
        <w:rStyle w:val="PageNumber"/>
        <w:rFonts w:ascii="Arial Black" w:hAnsi="Arial Black"/>
      </w:rPr>
      <w:instrText xml:space="preserve"> PAGE </w:instrText>
    </w:r>
    <w:r w:rsidRPr="002273A4">
      <w:rPr>
        <w:rStyle w:val="PageNumber"/>
        <w:rFonts w:ascii="Arial Black" w:hAnsi="Arial Black"/>
      </w:rPr>
      <w:fldChar w:fldCharType="separate"/>
    </w:r>
    <w:r>
      <w:rPr>
        <w:rStyle w:val="PageNumber"/>
        <w:rFonts w:ascii="Arial Black" w:hAnsi="Arial Black"/>
        <w:noProof/>
      </w:rPr>
      <w:t>6</w:t>
    </w:r>
    <w:r w:rsidRPr="002273A4">
      <w:rPr>
        <w:rStyle w:val="PageNumber"/>
        <w:rFonts w:ascii="Arial Black" w:hAnsi="Arial Black"/>
      </w:rPr>
      <w:fldChar w:fldCharType="end"/>
    </w:r>
    <w:r>
      <w:rPr>
        <w:rStyle w:val="PageNumber"/>
      </w:rPr>
      <w:t xml:space="preserve"> </w:t>
    </w:r>
    <w:r w:rsidRPr="00EC6A42">
      <w:rPr>
        <w:rStyle w:val="PageNumber"/>
      </w:rPr>
      <w:t>|</w:t>
    </w:r>
    <w:r w:rsidRPr="00E078F9">
      <w:rPr>
        <w:rStyle w:val="PageNumber"/>
      </w:rPr>
      <w:t xml:space="preserve"> </w:t>
    </w:r>
    <w:r>
      <w:rPr>
        <w:rStyle w:val="PageNumber"/>
      </w:rPr>
      <w:fldChar w:fldCharType="begin"/>
    </w:r>
    <w:r>
      <w:rPr>
        <w:rStyle w:val="PageNumber"/>
      </w:rPr>
      <w:instrText xml:space="preserve"> STYLEREF  z-title-1  \* MERGEFORMAT </w:instrText>
    </w:r>
    <w:r>
      <w:rPr>
        <w:rStyle w:val="PageNumber"/>
      </w:rPr>
      <w:fldChar w:fldCharType="separate"/>
    </w:r>
    <w:r w:rsidR="00631F1F">
      <w:rPr>
        <w:rStyle w:val="PageNumber"/>
        <w:b/>
        <w:bCs/>
        <w:noProof/>
      </w:rPr>
      <w:t>Error! Use the Home tab to apply z-title-1 to the text that you want to appear here.</w:t>
    </w:r>
    <w:r>
      <w:rPr>
        <w:rStyle w:val="PageNumber"/>
      </w:rPr>
      <w:fldChar w:fldCharType="end"/>
    </w:r>
    <w:r>
      <w:rPr>
        <w:rStyle w:val="PageNumber"/>
      </w:rPr>
      <w:t xml:space="preserve"> </w:t>
    </w:r>
    <w:r w:rsidRPr="00AF5A8E">
      <w:rPr>
        <w:rStyle w:val="PageNumber"/>
        <w:b/>
      </w:rPr>
      <w:fldChar w:fldCharType="begin"/>
    </w:r>
    <w:r w:rsidRPr="00AF5A8E">
      <w:rPr>
        <w:rStyle w:val="PageNumber"/>
        <w:b/>
      </w:rPr>
      <w:instrText xml:space="preserve"> STYLEREF  z-title  \* MERGEFORMAT </w:instrText>
    </w:r>
    <w:r w:rsidRPr="00AF5A8E">
      <w:rPr>
        <w:rStyle w:val="PageNumber"/>
        <w:b/>
      </w:rPr>
      <w:fldChar w:fldCharType="separate"/>
    </w:r>
    <w:r w:rsidR="00631F1F">
      <w:rPr>
        <w:rStyle w:val="PageNumber"/>
        <w:bCs/>
        <w:noProof/>
      </w:rPr>
      <w:t>Error! Use the Home tab to apply z-title to the text that you want to appear here.</w:t>
    </w:r>
    <w:r w:rsidRPr="00AF5A8E">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66D" w:rsidRPr="00687FE0" w:rsidRDefault="00C5366D" w:rsidP="00C5366D">
    <w:pPr>
      <w:pStyle w:val="Body"/>
      <w:tabs>
        <w:tab w:val="clear" w:pos="216"/>
        <w:tab w:val="right" w:pos="8640"/>
      </w:tabs>
      <w:spacing w:before="0" w:after="0" w:line="240" w:lineRule="atLeast"/>
      <w:rPr>
        <w:rStyle w:val="PageNumber"/>
      </w:rPr>
    </w:pPr>
    <w:r>
      <w:rPr>
        <w:rStyle w:val="PageNumber"/>
        <w:noProof/>
      </w:rPr>
      <w:t>s</w:t>
    </w:r>
    <w:r w:rsidRPr="00687FE0">
      <w:rPr>
        <w:rStyle w:val="PageNumber"/>
        <w:noProof/>
      </w:rPr>
      <w:t>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9D6F64">
      <w:rPr>
        <w:rStyle w:val="PageNumber"/>
        <w:rFonts w:cs="Arial"/>
        <w:noProof/>
      </w:rPr>
      <w:t>11</w:t>
    </w:r>
    <w:r w:rsidRPr="00687FE0">
      <w:rPr>
        <w:rStyle w:val="PageNumber"/>
        <w:rFonts w:cs="Arial"/>
      </w:rPr>
      <w:fldChar w:fldCharType="end"/>
    </w:r>
    <w:r w:rsidRPr="00687FE0">
      <w:rPr>
        <w:rStyle w:val="PageNumber"/>
      </w:rPr>
      <w:t xml:space="preserve"> </w:t>
    </w:r>
  </w:p>
  <w:p w:rsidR="00650C15" w:rsidRPr="00C5366D" w:rsidRDefault="00C5366D" w:rsidP="00C5366D">
    <w:pPr>
      <w:pStyle w:val="TitlePage-DistributionStatement"/>
      <w:spacing w:before="0"/>
      <w:rPr>
        <w:b w:val="0"/>
        <w:sz w:val="15"/>
        <w:szCs w:val="15"/>
        <w:lang w:val="en-US"/>
      </w:rPr>
    </w:pPr>
    <w:r w:rsidRPr="008F0BE1">
      <w:rPr>
        <w:b w:val="0"/>
        <w:sz w:val="15"/>
        <w:szCs w:val="15"/>
        <w:lang w:val="en-US"/>
      </w:rPr>
      <w:t>Distribution Statement A: Approved for Public Release; Distribution Is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F1F" w:rsidRPr="00687FE0" w:rsidRDefault="00631F1F" w:rsidP="00631F1F">
    <w:pPr>
      <w:pStyle w:val="Body"/>
      <w:tabs>
        <w:tab w:val="clear" w:pos="216"/>
        <w:tab w:val="right" w:pos="8640"/>
      </w:tabs>
      <w:spacing w:before="0" w:after="0" w:line="240" w:lineRule="atLeast"/>
      <w:rPr>
        <w:rStyle w:val="PageNumber"/>
      </w:rPr>
    </w:pPr>
    <w:r>
      <w:rPr>
        <w:rStyle w:val="PageNumber"/>
        <w:noProof/>
      </w:rPr>
      <w:t>s</w:t>
    </w:r>
    <w:r w:rsidRPr="00687FE0">
      <w:rPr>
        <w:rStyle w:val="PageNumber"/>
        <w:noProof/>
      </w:rPr>
      <w:t>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9D6F64">
      <w:rPr>
        <w:rStyle w:val="PageNumber"/>
        <w:rFonts w:cs="Arial"/>
        <w:noProof/>
      </w:rPr>
      <w:t>12</w:t>
    </w:r>
    <w:r w:rsidRPr="00687FE0">
      <w:rPr>
        <w:rStyle w:val="PageNumber"/>
        <w:rFonts w:cs="Arial"/>
      </w:rPr>
      <w:fldChar w:fldCharType="end"/>
    </w:r>
    <w:r w:rsidRPr="00687FE0">
      <w:rPr>
        <w:rStyle w:val="PageNumber"/>
      </w:rPr>
      <w:t xml:space="preserve"> </w:t>
    </w:r>
  </w:p>
  <w:p w:rsidR="00C5366D" w:rsidRPr="00631F1F" w:rsidRDefault="00631F1F" w:rsidP="00631F1F">
    <w:pPr>
      <w:pStyle w:val="TitlePage-DistributionStatement"/>
      <w:spacing w:before="0"/>
      <w:rPr>
        <w:b w:val="0"/>
        <w:sz w:val="15"/>
        <w:szCs w:val="15"/>
        <w:lang w:val="en-US"/>
      </w:rPr>
    </w:pPr>
    <w:r w:rsidRPr="008F0BE1">
      <w:rPr>
        <w:b w:val="0"/>
        <w:sz w:val="15"/>
        <w:szCs w:val="15"/>
        <w:lang w:val="en-US"/>
      </w:rPr>
      <w:t>Distribution Statement A: Approved for Public Release; Distribution Is Unlimited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C15" w:rsidRPr="00F42104" w:rsidRDefault="00650C15" w:rsidP="00650C15">
    <w:pPr>
      <w:tabs>
        <w:tab w:val="right" w:pos="7200"/>
      </w:tabs>
      <w:spacing w:line="240" w:lineRule="atLeast"/>
      <w:rPr>
        <w:rFonts w:ascii="Arial" w:hAnsi="Arial"/>
        <w:color w:val="000000"/>
        <w:sz w:val="16"/>
        <w:szCs w:val="16"/>
      </w:rPr>
    </w:pPr>
    <w:r w:rsidRPr="002273A4">
      <w:rPr>
        <w:rStyle w:val="PageNumber"/>
        <w:rFonts w:ascii="Arial Black" w:hAnsi="Arial Black"/>
      </w:rPr>
      <w:fldChar w:fldCharType="begin"/>
    </w:r>
    <w:r w:rsidRPr="002273A4">
      <w:rPr>
        <w:rStyle w:val="PageNumber"/>
        <w:rFonts w:ascii="Arial Black" w:hAnsi="Arial Black"/>
      </w:rPr>
      <w:instrText xml:space="preserve"> PAGE </w:instrText>
    </w:r>
    <w:r w:rsidRPr="002273A4">
      <w:rPr>
        <w:rStyle w:val="PageNumber"/>
        <w:rFonts w:ascii="Arial Black" w:hAnsi="Arial Black"/>
      </w:rPr>
      <w:fldChar w:fldCharType="separate"/>
    </w:r>
    <w:r>
      <w:rPr>
        <w:rStyle w:val="PageNumber"/>
        <w:rFonts w:ascii="Arial Black" w:hAnsi="Arial Black"/>
        <w:noProof/>
      </w:rPr>
      <w:t>14</w:t>
    </w:r>
    <w:r w:rsidRPr="002273A4">
      <w:rPr>
        <w:rStyle w:val="PageNumber"/>
        <w:rFonts w:ascii="Arial Black" w:hAnsi="Arial Black"/>
      </w:rPr>
      <w:fldChar w:fldCharType="end"/>
    </w:r>
    <w:r>
      <w:rPr>
        <w:rStyle w:val="PageNumber"/>
      </w:rPr>
      <w:t xml:space="preserve"> </w:t>
    </w:r>
    <w:r w:rsidRPr="00EC6A42">
      <w:rPr>
        <w:rStyle w:val="PageNumber"/>
      </w:rPr>
      <w:t>|</w:t>
    </w:r>
    <w:r w:rsidRPr="00E078F9">
      <w:rPr>
        <w:rStyle w:val="PageNumber"/>
      </w:rPr>
      <w:t xml:space="preserve"> </w:t>
    </w:r>
    <w:r>
      <w:rPr>
        <w:rStyle w:val="PageNumber"/>
      </w:rPr>
      <w:fldChar w:fldCharType="begin"/>
    </w:r>
    <w:r>
      <w:rPr>
        <w:rStyle w:val="PageNumber"/>
      </w:rPr>
      <w:instrText xml:space="preserve"> STYLEREF  z-title-1  \* MERGEFORMAT </w:instrText>
    </w:r>
    <w:r>
      <w:rPr>
        <w:rStyle w:val="PageNumber"/>
      </w:rPr>
      <w:fldChar w:fldCharType="separate"/>
    </w:r>
    <w:r w:rsidR="00631F1F">
      <w:rPr>
        <w:rStyle w:val="PageNumber"/>
        <w:b/>
        <w:bCs/>
        <w:noProof/>
      </w:rPr>
      <w:t>Error! Use the Home tab to apply z-title-1 to the text that you want to appear here.</w:t>
    </w:r>
    <w:r>
      <w:rPr>
        <w:rStyle w:val="PageNumber"/>
      </w:rPr>
      <w:fldChar w:fldCharType="end"/>
    </w:r>
    <w:r>
      <w:rPr>
        <w:rStyle w:val="PageNumber"/>
      </w:rPr>
      <w:t xml:space="preserve"> </w:t>
    </w:r>
    <w:r w:rsidRPr="00AF5A8E">
      <w:rPr>
        <w:rStyle w:val="PageNumber"/>
        <w:b/>
      </w:rPr>
      <w:fldChar w:fldCharType="begin"/>
    </w:r>
    <w:r w:rsidRPr="00AF5A8E">
      <w:rPr>
        <w:rStyle w:val="PageNumber"/>
        <w:b/>
      </w:rPr>
      <w:instrText xml:space="preserve"> STYLEREF  z-title  \* MERGEFORMAT </w:instrText>
    </w:r>
    <w:r w:rsidRPr="00AF5A8E">
      <w:rPr>
        <w:rStyle w:val="PageNumber"/>
        <w:b/>
      </w:rPr>
      <w:fldChar w:fldCharType="separate"/>
    </w:r>
    <w:r w:rsidR="00631F1F">
      <w:rPr>
        <w:rStyle w:val="PageNumber"/>
        <w:bCs/>
        <w:noProof/>
      </w:rPr>
      <w:t>Error! Use the Home tab to apply z-title to the text that you want to appear here.</w:t>
    </w:r>
    <w:r w:rsidRPr="00AF5A8E">
      <w:rPr>
        <w:rStyle w:val="PageNumber"/>
        <w: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C15" w:rsidRPr="007E786A" w:rsidRDefault="00650C15"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Pr>
        <w:rStyle w:val="PageNumber"/>
        <w:rFonts w:cs="Arial"/>
        <w:noProof/>
      </w:rPr>
      <w:t>2</w:t>
    </w:r>
    <w:r w:rsidRPr="007E786A">
      <w:rPr>
        <w:rStyle w:val="PageNumber"/>
        <w:rFonts w:cs="Arial"/>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C15" w:rsidRPr="00687FE0" w:rsidRDefault="00650C15"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9D6F64">
      <w:rPr>
        <w:rStyle w:val="PageNumber"/>
        <w:rFonts w:cs="Arial"/>
        <w:noProof/>
      </w:rPr>
      <w:t>15</w:t>
    </w:r>
    <w:r w:rsidRPr="00687FE0">
      <w:rPr>
        <w:rStyle w:val="PageNumber"/>
        <w:rFonts w:cs="Arial"/>
      </w:rPr>
      <w:fldChar w:fldCharType="end"/>
    </w:r>
    <w:r w:rsidRPr="00687FE0">
      <w:rPr>
        <w:rStyle w:val="PageNumber"/>
      </w:rPr>
      <w:t xml:space="preserve"> </w:t>
    </w:r>
  </w:p>
  <w:p w:rsidR="00650C15" w:rsidRPr="008F0BE1" w:rsidRDefault="00650C15" w:rsidP="00687FE0">
    <w:pPr>
      <w:pStyle w:val="TitlePage-DistributionStatement"/>
      <w:spacing w:before="0"/>
      <w:rPr>
        <w:rStyle w:val="PageNumber"/>
        <w:b w:val="0"/>
        <w:caps w:val="0"/>
        <w:color w:val="auto"/>
      </w:rPr>
    </w:pPr>
    <w:r w:rsidRPr="008F0BE1">
      <w:rPr>
        <w:b w:val="0"/>
        <w:sz w:val="15"/>
        <w:szCs w:val="15"/>
        <w:lang w:val="en-US"/>
      </w:rPr>
      <w:t>Distribution Statement A: Approved for Public Release; Distribution Is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0C15" w:rsidRPr="00C97B3D" w:rsidRDefault="00650C15" w:rsidP="00C97B3D">
      <w:pPr>
        <w:pStyle w:val="Footer"/>
        <w:rPr>
          <w:szCs w:val="22"/>
        </w:rPr>
      </w:pPr>
      <w:r>
        <w:rPr>
          <w:szCs w:val="22"/>
        </w:rPr>
        <w:t>____________________________________________________________________________</w:t>
      </w:r>
    </w:p>
  </w:footnote>
  <w:footnote w:type="continuationSeparator" w:id="0">
    <w:p w:rsidR="00650C15" w:rsidRDefault="00650C15">
      <w:r>
        <w:continuationSeparator/>
      </w:r>
    </w:p>
    <w:p w:rsidR="00650C15" w:rsidRDefault="00650C15"/>
  </w:footnote>
  <w:footnote w:type="continuationNotice" w:id="1">
    <w:p w:rsidR="00650C15" w:rsidRDefault="00650C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66D" w:rsidRDefault="00C5366D" w:rsidP="00C5366D">
    <w:pPr>
      <w:pStyle w:val="Header"/>
      <w:spacing w:before="300" w:after="80"/>
      <w:ind w:left="-4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66D" w:rsidRDefault="00C5366D" w:rsidP="00C5366D">
    <w:pPr>
      <w:pStyle w:val="Header"/>
      <w:spacing w:before="300" w:after="80"/>
      <w:ind w:left="-43"/>
    </w:pPr>
    <w:r>
      <w:rPr>
        <w:noProof/>
        <w:sz w:val="16"/>
        <w:szCs w:val="16"/>
      </w:rPr>
      <w:drawing>
        <wp:inline distT="0" distB="0" distL="0" distR="0" wp14:anchorId="6AD1DE5E" wp14:editId="104CB396">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C15" w:rsidRDefault="00650C15" w:rsidP="009357CA">
    <w:pPr>
      <w:pStyle w:val="Body"/>
      <w:ind w:left="-3240"/>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C15" w:rsidRPr="00C5366D" w:rsidRDefault="00650C15" w:rsidP="00C536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AAC754C"/>
    <w:lvl w:ilvl="0">
      <w:start w:val="1"/>
      <w:numFmt w:val="decimal"/>
      <w:lvlText w:val="%1."/>
      <w:lvlJc w:val="left"/>
      <w:pPr>
        <w:tabs>
          <w:tab w:val="num" w:pos="360"/>
        </w:tabs>
        <w:ind w:left="360" w:hanging="360"/>
      </w:pPr>
    </w:lvl>
  </w:abstractNum>
  <w:abstractNum w:abstractNumId="1" w15:restartNumberingAfterBreak="0">
    <w:nsid w:val="05E26790"/>
    <w:multiLevelType w:val="hybridMultilevel"/>
    <w:tmpl w:val="881E5DAE"/>
    <w:lvl w:ilvl="0" w:tplc="739470DC">
      <w:start w:val="1"/>
      <w:numFmt w:val="bullet"/>
      <w:pStyle w:val="TableBody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5E9537F"/>
    <w:multiLevelType w:val="singleLevel"/>
    <w:tmpl w:val="25326EA6"/>
    <w:lvl w:ilvl="0">
      <w:start w:val="1"/>
      <w:numFmt w:val="bullet"/>
      <w:lvlText w:val=""/>
      <w:lvlJc w:val="left"/>
      <w:pPr>
        <w:tabs>
          <w:tab w:val="num" w:pos="360"/>
        </w:tabs>
        <w:ind w:left="144" w:hanging="144"/>
      </w:pPr>
      <w:rPr>
        <w:rFonts w:ascii="Symbol" w:hAnsi="Symbol" w:hint="default"/>
      </w:rPr>
    </w:lvl>
  </w:abstractNum>
  <w:abstractNum w:abstractNumId="4"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E6012"/>
    <w:multiLevelType w:val="singleLevel"/>
    <w:tmpl w:val="25326EA6"/>
    <w:lvl w:ilvl="0">
      <w:start w:val="1"/>
      <w:numFmt w:val="bullet"/>
      <w:lvlText w:val=""/>
      <w:lvlJc w:val="left"/>
      <w:pPr>
        <w:tabs>
          <w:tab w:val="num" w:pos="360"/>
        </w:tabs>
        <w:ind w:left="144" w:hanging="144"/>
      </w:pPr>
      <w:rPr>
        <w:rFonts w:ascii="Symbol" w:hAnsi="Symbol" w:hint="default"/>
      </w:rPr>
    </w:lvl>
  </w:abstractNum>
  <w:abstractNum w:abstractNumId="6"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3B0C58"/>
    <w:multiLevelType w:val="hybridMultilevel"/>
    <w:tmpl w:val="7166D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5E7B53"/>
    <w:multiLevelType w:val="hybridMultilevel"/>
    <w:tmpl w:val="9A1458CA"/>
    <w:lvl w:ilvl="0" w:tplc="D77EACFA">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9" w15:restartNumberingAfterBreak="0">
    <w:nsid w:val="51A20569"/>
    <w:multiLevelType w:val="singleLevel"/>
    <w:tmpl w:val="25326EA6"/>
    <w:lvl w:ilvl="0">
      <w:start w:val="1"/>
      <w:numFmt w:val="bullet"/>
      <w:lvlText w:val=""/>
      <w:lvlJc w:val="left"/>
      <w:pPr>
        <w:tabs>
          <w:tab w:val="num" w:pos="360"/>
        </w:tabs>
        <w:ind w:left="144" w:hanging="144"/>
      </w:pPr>
      <w:rPr>
        <w:rFonts w:ascii="Symbol" w:hAnsi="Symbol" w:hint="default"/>
      </w:rPr>
    </w:lvl>
  </w:abstractNum>
  <w:abstractNum w:abstractNumId="10"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065B35"/>
    <w:multiLevelType w:val="hybridMultilevel"/>
    <w:tmpl w:val="B526E8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B631069"/>
    <w:multiLevelType w:val="singleLevel"/>
    <w:tmpl w:val="25326EA6"/>
    <w:lvl w:ilvl="0">
      <w:start w:val="1"/>
      <w:numFmt w:val="bullet"/>
      <w:lvlText w:val=""/>
      <w:lvlJc w:val="left"/>
      <w:pPr>
        <w:tabs>
          <w:tab w:val="num" w:pos="360"/>
        </w:tabs>
        <w:ind w:left="144" w:hanging="144"/>
      </w:pPr>
      <w:rPr>
        <w:rFonts w:ascii="Symbol" w:hAnsi="Symbol" w:hint="default"/>
      </w:rPr>
    </w:lvl>
  </w:abstractNum>
  <w:abstractNum w:abstractNumId="13" w15:restartNumberingAfterBreak="0">
    <w:nsid w:val="6D5E7F22"/>
    <w:multiLevelType w:val="singleLevel"/>
    <w:tmpl w:val="25326EA6"/>
    <w:lvl w:ilvl="0">
      <w:start w:val="1"/>
      <w:numFmt w:val="bullet"/>
      <w:lvlText w:val=""/>
      <w:lvlJc w:val="left"/>
      <w:pPr>
        <w:tabs>
          <w:tab w:val="num" w:pos="360"/>
        </w:tabs>
        <w:ind w:left="144" w:hanging="144"/>
      </w:pPr>
      <w:rPr>
        <w:rFonts w:ascii="Symbol" w:hAnsi="Symbol" w:hint="default"/>
      </w:rPr>
    </w:lvl>
  </w:abstractNum>
  <w:abstractNum w:abstractNumId="14" w15:restartNumberingAfterBreak="0">
    <w:nsid w:val="6D9115A3"/>
    <w:multiLevelType w:val="hybridMultilevel"/>
    <w:tmpl w:val="66E27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926FB7"/>
    <w:multiLevelType w:val="hybridMultilevel"/>
    <w:tmpl w:val="0346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2"/>
  </w:num>
  <w:num w:numId="4">
    <w:abstractNumId w:val="4"/>
  </w:num>
  <w:num w:numId="5">
    <w:abstractNumId w:val="8"/>
  </w:num>
  <w:num w:numId="6">
    <w:abstractNumId w:val="5"/>
  </w:num>
  <w:num w:numId="7">
    <w:abstractNumId w:val="13"/>
  </w:num>
  <w:num w:numId="8">
    <w:abstractNumId w:val="3"/>
  </w:num>
  <w:num w:numId="9">
    <w:abstractNumId w:val="12"/>
  </w:num>
  <w:num w:numId="10">
    <w:abstractNumId w:val="9"/>
  </w:num>
  <w:num w:numId="11">
    <w:abstractNumId w:val="11"/>
  </w:num>
  <w:num w:numId="12">
    <w:abstractNumId w:val="15"/>
  </w:num>
  <w:num w:numId="13">
    <w:abstractNumId w:val="14"/>
  </w:num>
  <w:num w:numId="14">
    <w:abstractNumId w:val="7"/>
  </w:num>
  <w:num w:numId="15">
    <w:abstractNumId w:val="1"/>
  </w:num>
  <w:num w:numId="1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DateAndTime/>
  <w:activeWritingStyle w:appName="MSWord" w:lang="en-US" w:vendorID="64" w:dllVersion="6" w:nlCheck="1" w:checkStyle="1"/>
  <w:activeWritingStyle w:appName="MSWord" w:lang="fr-FR" w:vendorID="64" w:dllVersion="6" w:nlCheck="1" w:checkStyle="1"/>
  <w:activeWritingStyle w:appName="MSWord" w:lang="en-US" w:vendorID="64" w:dllVersion="4096" w:nlCheck="1" w:checkStyle="0"/>
  <w:proofState w:spelling="clean" w:grammar="clean"/>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7B2"/>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2BC"/>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1F1F"/>
    <w:rsid w:val="006325F1"/>
    <w:rsid w:val="00635E02"/>
    <w:rsid w:val="00641195"/>
    <w:rsid w:val="0064585F"/>
    <w:rsid w:val="006460FA"/>
    <w:rsid w:val="006462A4"/>
    <w:rsid w:val="00650C15"/>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B6B22"/>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D6F64"/>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2646"/>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82957"/>
    <w:rsid w:val="00B936D3"/>
    <w:rsid w:val="00B951E3"/>
    <w:rsid w:val="00B96435"/>
    <w:rsid w:val="00BA530F"/>
    <w:rsid w:val="00BA64A1"/>
    <w:rsid w:val="00BA797E"/>
    <w:rsid w:val="00BB1ED9"/>
    <w:rsid w:val="00BB238D"/>
    <w:rsid w:val="00BC0820"/>
    <w:rsid w:val="00BC3EDB"/>
    <w:rsid w:val="00BC4F62"/>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5366D"/>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B7B00"/>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67EAB"/>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846D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2AE45D5"/>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BC4F62"/>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qFormat/>
    <w:rsid w:val="002473C8"/>
    <w:pPr>
      <w:outlineLvl w:val="4"/>
    </w:pPr>
    <w:rPr>
      <w:i/>
    </w:rPr>
  </w:style>
  <w:style w:type="paragraph" w:styleId="Heading6">
    <w:name w:val="heading 6"/>
    <w:basedOn w:val="Heading5"/>
    <w:qFormat/>
    <w:rsid w:val="002473C8"/>
    <w:pPr>
      <w:outlineLvl w:val="5"/>
    </w:pPr>
    <w:rPr>
      <w:rFonts w:ascii="Times New Roman" w:hAnsi="Times New Roman"/>
      <w:sz w:val="17"/>
      <w:szCs w:val="17"/>
    </w:rPr>
  </w:style>
  <w:style w:type="paragraph" w:styleId="Heading7">
    <w:name w:val="heading 7"/>
    <w:basedOn w:val="Heading6"/>
    <w:qFormat/>
    <w:rsid w:val="002473C8"/>
    <w:pPr>
      <w:spacing w:after="60"/>
      <w:outlineLvl w:val="6"/>
    </w:pPr>
    <w:rPr>
      <w:rFonts w:ascii="Arial" w:hAnsi="Arial"/>
      <w:noProof/>
      <w:sz w:val="20"/>
    </w:rPr>
  </w:style>
  <w:style w:type="paragraph" w:styleId="Heading8">
    <w:name w:val="heading 8"/>
    <w:basedOn w:val="Heading7"/>
    <w:qFormat/>
    <w:rsid w:val="002473C8"/>
    <w:pPr>
      <w:outlineLvl w:val="7"/>
    </w:pPr>
  </w:style>
  <w:style w:type="paragraph" w:styleId="Heading9">
    <w:name w:val="heading 9"/>
    <w:basedOn w:val="Heading8"/>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B82957"/>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CB7B00"/>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2"/>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1"/>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3"/>
      </w:numPr>
      <w:tabs>
        <w:tab w:val="clear" w:pos="216"/>
        <w:tab w:val="left" w:pos="432"/>
      </w:tabs>
      <w:spacing w:before="60" w:after="20"/>
      <w:ind w:left="792"/>
    </w:pPr>
    <w:rPr>
      <w:snapToGrid/>
    </w:rPr>
  </w:style>
  <w:style w:type="paragraph" w:customStyle="1" w:styleId="ListBulleted2">
    <w:name w:val="List Bulleted 2"/>
    <w:qFormat/>
    <w:rsid w:val="007079BF"/>
    <w:pPr>
      <w:numPr>
        <w:numId w:val="4"/>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styleId="TOC4">
    <w:name w:val="toc 4"/>
    <w:basedOn w:val="Normal"/>
    <w:next w:val="Normal"/>
    <w:semiHidden/>
    <w:rsid w:val="000167B2"/>
    <w:pPr>
      <w:tabs>
        <w:tab w:val="left" w:leader="dot" w:pos="8280"/>
        <w:tab w:val="right" w:pos="8640"/>
      </w:tabs>
      <w:spacing w:before="0" w:after="0" w:line="240" w:lineRule="auto"/>
      <w:ind w:left="2160" w:right="720"/>
    </w:pPr>
    <w:rPr>
      <w:rFonts w:ascii="Times" w:hAnsi="Times"/>
      <w:i/>
      <w:sz w:val="20"/>
    </w:rPr>
  </w:style>
  <w:style w:type="paragraph" w:styleId="TOC3">
    <w:name w:val="toc 3"/>
    <w:basedOn w:val="Normal"/>
    <w:next w:val="Normal"/>
    <w:semiHidden/>
    <w:rsid w:val="000167B2"/>
    <w:pPr>
      <w:tabs>
        <w:tab w:val="left" w:leader="dot" w:pos="8280"/>
        <w:tab w:val="right" w:pos="8640"/>
      </w:tabs>
      <w:spacing w:before="0" w:after="0" w:line="240" w:lineRule="auto"/>
      <w:ind w:left="900" w:right="720"/>
    </w:pPr>
    <w:rPr>
      <w:rFonts w:ascii="Times" w:hAnsi="Times"/>
      <w:sz w:val="20"/>
    </w:rPr>
  </w:style>
  <w:style w:type="paragraph" w:styleId="TOC2">
    <w:name w:val="toc 2"/>
    <w:basedOn w:val="Normal"/>
    <w:next w:val="Normal"/>
    <w:semiHidden/>
    <w:rsid w:val="000167B2"/>
    <w:pPr>
      <w:tabs>
        <w:tab w:val="left" w:pos="1440"/>
        <w:tab w:val="left" w:leader="dot" w:pos="8280"/>
        <w:tab w:val="right" w:pos="8640"/>
      </w:tabs>
      <w:spacing w:before="0" w:after="0" w:line="240" w:lineRule="auto"/>
      <w:ind w:left="360" w:right="720"/>
    </w:pPr>
    <w:rPr>
      <w:rFonts w:ascii="Times" w:hAnsi="Times"/>
      <w:sz w:val="20"/>
    </w:rPr>
  </w:style>
  <w:style w:type="paragraph" w:styleId="TOC1">
    <w:name w:val="toc 1"/>
    <w:basedOn w:val="Normal"/>
    <w:next w:val="Normal"/>
    <w:semiHidden/>
    <w:rsid w:val="000167B2"/>
    <w:pPr>
      <w:tabs>
        <w:tab w:val="left" w:pos="1620"/>
        <w:tab w:val="left" w:leader="dot" w:pos="8280"/>
        <w:tab w:val="right" w:pos="8640"/>
      </w:tabs>
      <w:spacing w:before="80" w:after="0" w:line="240" w:lineRule="auto"/>
      <w:ind w:left="180" w:right="720"/>
    </w:pPr>
    <w:rPr>
      <w:rFonts w:ascii="Times" w:hAnsi="Times"/>
      <w:b/>
      <w:sz w:val="20"/>
    </w:rPr>
  </w:style>
  <w:style w:type="paragraph" w:customStyle="1" w:styleId="Blocklabel">
    <w:name w:val="Block label"/>
    <w:basedOn w:val="Normal"/>
    <w:next w:val="BlockText1"/>
    <w:rsid w:val="000167B2"/>
    <w:pPr>
      <w:spacing w:before="0" w:after="0" w:line="240" w:lineRule="auto"/>
      <w:ind w:right="8280"/>
    </w:pPr>
    <w:rPr>
      <w:rFonts w:ascii="Times" w:hAnsi="Times"/>
      <w:b/>
      <w:sz w:val="24"/>
    </w:rPr>
  </w:style>
  <w:style w:type="paragraph" w:customStyle="1" w:styleId="Continuedonnextpage">
    <w:name w:val="Continued on next page"/>
    <w:basedOn w:val="Blockline"/>
    <w:next w:val="Maptitle"/>
    <w:rsid w:val="000167B2"/>
    <w:pPr>
      <w:pBdr>
        <w:top w:val="single" w:sz="6" w:space="4" w:color="auto"/>
      </w:pBdr>
      <w:spacing w:line="260" w:lineRule="atLeast"/>
      <w:ind w:left="1980" w:right="0"/>
      <w:jc w:val="right"/>
    </w:pPr>
    <w:rPr>
      <w:i/>
    </w:rPr>
  </w:style>
  <w:style w:type="paragraph" w:customStyle="1" w:styleId="Tabletext">
    <w:name w:val="Table text"/>
    <w:basedOn w:val="Normal"/>
    <w:rsid w:val="000167B2"/>
    <w:pPr>
      <w:spacing w:after="40" w:line="240" w:lineRule="auto"/>
    </w:pPr>
    <w:rPr>
      <w:rFonts w:ascii="Times" w:hAnsi="Times"/>
      <w:sz w:val="24"/>
    </w:rPr>
  </w:style>
  <w:style w:type="paragraph" w:customStyle="1" w:styleId="Continuedtablelabel">
    <w:name w:val="Continued table label"/>
    <w:basedOn w:val="Blocklabel"/>
    <w:next w:val="BlockText1"/>
    <w:rsid w:val="000167B2"/>
    <w:pPr>
      <w:ind w:right="0"/>
    </w:pPr>
  </w:style>
  <w:style w:type="paragraph" w:customStyle="1" w:styleId="Chaptertitle">
    <w:name w:val="Chapter title"/>
    <w:basedOn w:val="Maptitle"/>
    <w:next w:val="Maptitle"/>
    <w:rsid w:val="000167B2"/>
    <w:pPr>
      <w:jc w:val="center"/>
    </w:pPr>
  </w:style>
  <w:style w:type="paragraph" w:customStyle="1" w:styleId="Bullettext1">
    <w:name w:val="Bullet text 1"/>
    <w:basedOn w:val="BlockText1"/>
    <w:rsid w:val="000167B2"/>
    <w:pPr>
      <w:keepNext/>
      <w:ind w:left="270" w:hanging="180"/>
    </w:pPr>
  </w:style>
  <w:style w:type="paragraph" w:customStyle="1" w:styleId="Memoline">
    <w:name w:val="Memo line"/>
    <w:basedOn w:val="Blockline"/>
    <w:next w:val="Blocklabel"/>
    <w:rsid w:val="000167B2"/>
    <w:pPr>
      <w:ind w:left="0" w:right="0"/>
    </w:pPr>
    <w:rPr>
      <w:rFonts w:ascii="Helvetica" w:hAnsi="Helvetica"/>
      <w:sz w:val="18"/>
    </w:rPr>
  </w:style>
  <w:style w:type="paragraph" w:customStyle="1" w:styleId="Embeddedtable">
    <w:name w:val="Embedded table"/>
    <w:basedOn w:val="Normal"/>
    <w:rsid w:val="000167B2"/>
    <w:pPr>
      <w:pBdr>
        <w:top w:val="single" w:sz="6" w:space="0" w:color="auto"/>
        <w:left w:val="single" w:sz="6" w:space="0" w:color="auto"/>
        <w:bottom w:val="single" w:sz="6" w:space="0" w:color="auto"/>
        <w:right w:val="single" w:sz="6" w:space="0" w:color="auto"/>
        <w:between w:val="single" w:sz="6" w:space="0" w:color="auto"/>
      </w:pBdr>
      <w:tabs>
        <w:tab w:val="left" w:pos="260"/>
        <w:tab w:val="bar" w:pos="3240"/>
        <w:tab w:val="left" w:pos="3420"/>
      </w:tabs>
      <w:spacing w:before="0" w:after="0" w:line="260" w:lineRule="atLeast"/>
      <w:ind w:left="80" w:right="120"/>
    </w:pPr>
    <w:rPr>
      <w:rFonts w:ascii="Times" w:hAnsi="Times"/>
      <w:sz w:val="24"/>
    </w:rPr>
  </w:style>
  <w:style w:type="paragraph" w:customStyle="1" w:styleId="Largeseriftext">
    <w:name w:val="Large serif text"/>
    <w:basedOn w:val="Normal"/>
    <w:rsid w:val="000167B2"/>
    <w:pPr>
      <w:spacing w:before="0" w:after="0" w:line="240" w:lineRule="auto"/>
      <w:jc w:val="center"/>
    </w:pPr>
    <w:rPr>
      <w:rFonts w:ascii="Times" w:hAnsi="Times"/>
      <w:sz w:val="48"/>
    </w:rPr>
  </w:style>
  <w:style w:type="paragraph" w:customStyle="1" w:styleId="Bullettext2">
    <w:name w:val="Bullet text 2"/>
    <w:basedOn w:val="Bullettext1"/>
    <w:rsid w:val="000167B2"/>
    <w:pPr>
      <w:ind w:left="2600"/>
    </w:pPr>
  </w:style>
  <w:style w:type="paragraph" w:customStyle="1" w:styleId="Figure">
    <w:name w:val="Figure"/>
    <w:basedOn w:val="Normal"/>
    <w:rsid w:val="000167B2"/>
    <w:pPr>
      <w:spacing w:before="0" w:after="60" w:line="240" w:lineRule="auto"/>
      <w:jc w:val="center"/>
    </w:pPr>
    <w:rPr>
      <w:rFonts w:ascii="Helvetica" w:hAnsi="Helvetica"/>
      <w:b/>
      <w:sz w:val="24"/>
    </w:rPr>
  </w:style>
  <w:style w:type="paragraph" w:customStyle="1" w:styleId="Tablebullets1">
    <w:name w:val="Table bullets 1"/>
    <w:basedOn w:val="Tabletext"/>
    <w:rsid w:val="000167B2"/>
    <w:pPr>
      <w:ind w:left="180" w:hanging="180"/>
    </w:pPr>
  </w:style>
  <w:style w:type="paragraph" w:customStyle="1" w:styleId="Tablebullets2">
    <w:name w:val="Table bullets 2"/>
    <w:basedOn w:val="Tablebullets1"/>
    <w:rsid w:val="000167B2"/>
    <w:pPr>
      <w:ind w:left="360"/>
    </w:pPr>
  </w:style>
  <w:style w:type="paragraph" w:customStyle="1" w:styleId="TableEntry">
    <w:name w:val="Table Entry"/>
    <w:basedOn w:val="Normal"/>
    <w:rsid w:val="000167B2"/>
    <w:pPr>
      <w:pBdr>
        <w:top w:val="single" w:sz="6" w:space="0" w:color="auto"/>
        <w:left w:val="single" w:sz="6" w:space="0" w:color="auto"/>
        <w:bottom w:val="single" w:sz="6" w:space="0" w:color="auto"/>
        <w:right w:val="single" w:sz="6" w:space="0" w:color="auto"/>
      </w:pBdr>
      <w:spacing w:before="0" w:after="0" w:line="240" w:lineRule="auto"/>
    </w:pPr>
    <w:rPr>
      <w:rFonts w:ascii="Helvetica" w:hAnsi="Helvetica"/>
      <w:sz w:val="24"/>
    </w:rPr>
  </w:style>
  <w:style w:type="paragraph" w:customStyle="1" w:styleId="Text">
    <w:name w:val="Text"/>
    <w:basedOn w:val="Normal"/>
    <w:rsid w:val="000167B2"/>
    <w:pPr>
      <w:spacing w:before="0" w:after="60" w:line="240" w:lineRule="auto"/>
    </w:pPr>
    <w:rPr>
      <w:rFonts w:ascii="Helvetica" w:hAnsi="Helvetica"/>
      <w:sz w:val="24"/>
    </w:rPr>
  </w:style>
  <w:style w:type="paragraph" w:customStyle="1" w:styleId="NormalIndent1">
    <w:name w:val="Normal Indent1"/>
    <w:basedOn w:val="Normal"/>
    <w:rsid w:val="000167B2"/>
    <w:pPr>
      <w:spacing w:before="0" w:after="0" w:line="240" w:lineRule="auto"/>
      <w:ind w:left="720"/>
    </w:pPr>
    <w:rPr>
      <w:rFonts w:ascii="Times" w:hAnsi="Times"/>
      <w:sz w:val="20"/>
    </w:rPr>
  </w:style>
  <w:style w:type="paragraph" w:customStyle="1" w:styleId="logo">
    <w:name w:val="logo"/>
    <w:basedOn w:val="Normal"/>
    <w:rsid w:val="000167B2"/>
    <w:pPr>
      <w:spacing w:before="80" w:after="0" w:line="240" w:lineRule="auto"/>
    </w:pPr>
    <w:rPr>
      <w:rFonts w:ascii="Helvetica" w:hAnsi="Helvetica"/>
      <w:sz w:val="20"/>
    </w:rPr>
  </w:style>
  <w:style w:type="paragraph" w:customStyle="1" w:styleId="bars">
    <w:name w:val="bars"/>
    <w:basedOn w:val="Normal"/>
    <w:rsid w:val="000167B2"/>
    <w:pPr>
      <w:tabs>
        <w:tab w:val="left" w:leader="underscore" w:pos="8640"/>
      </w:tabs>
      <w:spacing w:before="180" w:after="280" w:line="60" w:lineRule="exact"/>
      <w:ind w:left="1080"/>
      <w:jc w:val="right"/>
    </w:pPr>
    <w:rPr>
      <w:rFonts w:ascii="Helvetica" w:hAnsi="Helvetica"/>
      <w:sz w:val="20"/>
    </w:rPr>
  </w:style>
  <w:style w:type="paragraph" w:customStyle="1" w:styleId="approval">
    <w:name w:val="approval"/>
    <w:basedOn w:val="Normal"/>
    <w:rsid w:val="000167B2"/>
    <w:pPr>
      <w:spacing w:before="3600" w:after="0" w:line="220" w:lineRule="atLeast"/>
      <w:jc w:val="right"/>
    </w:pPr>
    <w:rPr>
      <w:rFonts w:ascii="Helvetica" w:hAnsi="Helvetica"/>
      <w:sz w:val="18"/>
    </w:rPr>
  </w:style>
  <w:style w:type="paragraph" w:customStyle="1" w:styleId="Title1">
    <w:name w:val="Title1"/>
    <w:basedOn w:val="Normal"/>
    <w:rsid w:val="000167B2"/>
    <w:pPr>
      <w:spacing w:before="2000" w:after="0" w:line="520" w:lineRule="atLeast"/>
      <w:jc w:val="right"/>
    </w:pPr>
    <w:rPr>
      <w:rFonts w:ascii="Helvetica" w:hAnsi="Helvetica"/>
      <w:b/>
      <w:sz w:val="40"/>
    </w:rPr>
  </w:style>
  <w:style w:type="paragraph" w:customStyle="1" w:styleId="author0">
    <w:name w:val="author"/>
    <w:basedOn w:val="Normal"/>
    <w:rsid w:val="000167B2"/>
    <w:pPr>
      <w:spacing w:before="200" w:after="0" w:line="340" w:lineRule="atLeast"/>
      <w:jc w:val="right"/>
    </w:pPr>
    <w:rPr>
      <w:rFonts w:ascii="Helvetica" w:hAnsi="Helvetica"/>
      <w:b/>
      <w:sz w:val="32"/>
    </w:rPr>
  </w:style>
  <w:style w:type="paragraph" w:customStyle="1" w:styleId="project">
    <w:name w:val="project"/>
    <w:basedOn w:val="Normal"/>
    <w:rsid w:val="000167B2"/>
    <w:pPr>
      <w:spacing w:before="80" w:after="0" w:line="240" w:lineRule="atLeast"/>
      <w:jc w:val="right"/>
    </w:pPr>
    <w:rPr>
      <w:rFonts w:ascii="Helvetica" w:hAnsi="Helvetica"/>
      <w:sz w:val="20"/>
    </w:rPr>
  </w:style>
  <w:style w:type="paragraph" w:styleId="DocumentMap">
    <w:name w:val="Document Map"/>
    <w:basedOn w:val="Normal"/>
    <w:link w:val="DocumentMapChar"/>
    <w:semiHidden/>
    <w:rsid w:val="000167B2"/>
    <w:pPr>
      <w:shd w:val="clear" w:color="auto" w:fill="000080"/>
      <w:spacing w:before="0" w:after="0" w:line="240" w:lineRule="auto"/>
    </w:pPr>
    <w:rPr>
      <w:rFonts w:ascii="Tahoma" w:hAnsi="Tahoma"/>
      <w:sz w:val="24"/>
    </w:rPr>
  </w:style>
  <w:style w:type="character" w:customStyle="1" w:styleId="DocumentMapChar">
    <w:name w:val="Document Map Char"/>
    <w:basedOn w:val="DefaultParagraphFont"/>
    <w:link w:val="DocumentMap"/>
    <w:semiHidden/>
    <w:rsid w:val="000167B2"/>
    <w:rPr>
      <w:rFonts w:ascii="Tahoma" w:hAnsi="Tahoma"/>
      <w:sz w:val="24"/>
      <w:shd w:val="clear" w:color="auto" w:fill="000080"/>
    </w:rPr>
  </w:style>
  <w:style w:type="paragraph" w:styleId="BodyTextIndent">
    <w:name w:val="Body Text Indent"/>
    <w:basedOn w:val="Normal"/>
    <w:link w:val="BodyTextIndentChar"/>
    <w:rsid w:val="000167B2"/>
    <w:pPr>
      <w:spacing w:before="0" w:after="0" w:line="240" w:lineRule="auto"/>
      <w:ind w:left="192"/>
    </w:pPr>
    <w:rPr>
      <w:rFonts w:ascii="Times" w:hAnsi="Times"/>
      <w:sz w:val="24"/>
    </w:rPr>
  </w:style>
  <w:style w:type="character" w:customStyle="1" w:styleId="BodyTextIndentChar">
    <w:name w:val="Body Text Indent Char"/>
    <w:basedOn w:val="DefaultParagraphFont"/>
    <w:link w:val="BodyTextIndent"/>
    <w:rsid w:val="000167B2"/>
    <w:rPr>
      <w:rFonts w:ascii="Times" w:hAnsi="Times"/>
      <w:sz w:val="24"/>
    </w:rPr>
  </w:style>
  <w:style w:type="paragraph" w:styleId="BodyTextIndent2">
    <w:name w:val="Body Text Indent 2"/>
    <w:basedOn w:val="Normal"/>
    <w:link w:val="BodyTextIndent2Char"/>
    <w:rsid w:val="000167B2"/>
    <w:pPr>
      <w:spacing w:before="0" w:after="0" w:line="240" w:lineRule="auto"/>
      <w:ind w:left="190" w:hanging="190"/>
    </w:pPr>
    <w:rPr>
      <w:rFonts w:ascii="Times" w:hAnsi="Times"/>
      <w:sz w:val="22"/>
    </w:rPr>
  </w:style>
  <w:style w:type="character" w:customStyle="1" w:styleId="BodyTextIndent2Char">
    <w:name w:val="Body Text Indent 2 Char"/>
    <w:basedOn w:val="DefaultParagraphFont"/>
    <w:link w:val="BodyTextIndent2"/>
    <w:rsid w:val="000167B2"/>
    <w:rPr>
      <w:rFonts w:ascii="Times" w:hAnsi="Times"/>
      <w:sz w:val="22"/>
    </w:rPr>
  </w:style>
  <w:style w:type="paragraph" w:styleId="BodyText">
    <w:name w:val="Body Text"/>
    <w:basedOn w:val="Normal"/>
    <w:link w:val="BodyTextChar"/>
    <w:rsid w:val="000167B2"/>
    <w:pPr>
      <w:spacing w:before="0" w:after="0" w:line="240" w:lineRule="auto"/>
    </w:pPr>
    <w:rPr>
      <w:rFonts w:ascii="Times" w:hAnsi="Times"/>
      <w:sz w:val="22"/>
    </w:rPr>
  </w:style>
  <w:style w:type="character" w:customStyle="1" w:styleId="BodyTextChar">
    <w:name w:val="Body Text Char"/>
    <w:basedOn w:val="DefaultParagraphFont"/>
    <w:link w:val="BodyText"/>
    <w:rsid w:val="000167B2"/>
    <w:rPr>
      <w:rFonts w:ascii="Times" w:hAnsi="Times"/>
      <w:sz w:val="22"/>
    </w:rPr>
  </w:style>
  <w:style w:type="paragraph" w:styleId="BodyTextIndent3">
    <w:name w:val="Body Text Indent 3"/>
    <w:basedOn w:val="Normal"/>
    <w:link w:val="BodyTextIndent3Char"/>
    <w:rsid w:val="000167B2"/>
    <w:pPr>
      <w:spacing w:before="0" w:after="0" w:line="240" w:lineRule="auto"/>
      <w:ind w:left="180" w:hanging="180"/>
    </w:pPr>
    <w:rPr>
      <w:rFonts w:ascii="Times" w:hAnsi="Times"/>
      <w:sz w:val="22"/>
    </w:rPr>
  </w:style>
  <w:style w:type="character" w:customStyle="1" w:styleId="BodyTextIndent3Char">
    <w:name w:val="Body Text Indent 3 Char"/>
    <w:basedOn w:val="DefaultParagraphFont"/>
    <w:link w:val="BodyTextIndent3"/>
    <w:rsid w:val="000167B2"/>
    <w:rPr>
      <w:rFonts w:ascii="Times" w:hAnsi="Times"/>
      <w:sz w:val="22"/>
    </w:rPr>
  </w:style>
  <w:style w:type="paragraph" w:customStyle="1" w:styleId="ScriptTableHeader">
    <w:name w:val="ScriptTableHeader"/>
    <w:rsid w:val="000167B2"/>
    <w:rPr>
      <w:rFonts w:ascii="Arial" w:hAnsi="Arial"/>
      <w:b/>
    </w:rPr>
  </w:style>
  <w:style w:type="paragraph" w:customStyle="1" w:styleId="ScriptTableText">
    <w:name w:val="ScriptTableText"/>
    <w:rsid w:val="000167B2"/>
  </w:style>
  <w:style w:type="paragraph" w:customStyle="1" w:styleId="ScriptTableBullets1">
    <w:name w:val="ScriptTableBullets1"/>
    <w:basedOn w:val="ScriptTableText"/>
    <w:rsid w:val="000167B2"/>
    <w:pPr>
      <w:numPr>
        <w:numId w:val="5"/>
      </w:numPr>
      <w:tabs>
        <w:tab w:val="left" w:pos="180"/>
      </w:tabs>
    </w:pPr>
  </w:style>
  <w:style w:type="paragraph" w:customStyle="1" w:styleId="ScriptTitle">
    <w:name w:val="ScriptTitle"/>
    <w:rsid w:val="000167B2"/>
    <w:pPr>
      <w:spacing w:before="60" w:after="60"/>
    </w:pPr>
    <w:rPr>
      <w:rFonts w:ascii="Arial" w:hAnsi="Arial"/>
      <w:b/>
    </w:rPr>
  </w:style>
  <w:style w:type="paragraph" w:customStyle="1" w:styleId="Spacer">
    <w:name w:val="Spacer"/>
    <w:basedOn w:val="Normal"/>
    <w:rsid w:val="000167B2"/>
    <w:pPr>
      <w:spacing w:before="200" w:after="200" w:line="240" w:lineRule="auto"/>
    </w:pPr>
    <w:rPr>
      <w:rFonts w:ascii="Times" w:hAnsi="Times"/>
      <w:sz w:val="22"/>
    </w:rPr>
  </w:style>
  <w:style w:type="paragraph" w:customStyle="1" w:styleId="FormText">
    <w:name w:val="FormText"/>
    <w:rsid w:val="000167B2"/>
  </w:style>
  <w:style w:type="paragraph" w:styleId="PlainText">
    <w:name w:val="Plain Text"/>
    <w:basedOn w:val="Normal"/>
    <w:link w:val="PlainTextChar"/>
    <w:rsid w:val="000167B2"/>
    <w:pPr>
      <w:spacing w:before="0" w:after="0" w:line="240" w:lineRule="auto"/>
    </w:pPr>
    <w:rPr>
      <w:rFonts w:ascii="Courier New" w:hAnsi="Courier New" w:cs="Courier New"/>
      <w:sz w:val="20"/>
    </w:rPr>
  </w:style>
  <w:style w:type="character" w:customStyle="1" w:styleId="PlainTextChar">
    <w:name w:val="Plain Text Char"/>
    <w:basedOn w:val="DefaultParagraphFont"/>
    <w:link w:val="PlainText"/>
    <w:rsid w:val="000167B2"/>
    <w:rPr>
      <w:rFonts w:ascii="Courier New" w:hAnsi="Courier New" w:cs="Courier New"/>
    </w:rPr>
  </w:style>
  <w:style w:type="paragraph" w:customStyle="1" w:styleId="FormTitle">
    <w:name w:val="FormTitle"/>
    <w:rsid w:val="000167B2"/>
    <w:pPr>
      <w:spacing w:after="120"/>
    </w:pPr>
    <w:rPr>
      <w:rFonts w:ascii="Arial" w:hAnsi="Arial" w:cs="Arial"/>
      <w:b/>
      <w:bCs/>
    </w:rPr>
  </w:style>
  <w:style w:type="character" w:styleId="LineNumber">
    <w:name w:val="line number"/>
    <w:basedOn w:val="DefaultParagraphFont"/>
    <w:rsid w:val="000167B2"/>
  </w:style>
  <w:style w:type="paragraph" w:customStyle="1" w:styleId="TableBodyBullet">
    <w:name w:val="Table Body Bullet"/>
    <w:basedOn w:val="ScriptTableBullets1"/>
    <w:qFormat/>
    <w:rsid w:val="00CB7B00"/>
    <w:pPr>
      <w:numPr>
        <w:numId w:val="15"/>
      </w:numPr>
      <w:tabs>
        <w:tab w:val="clear" w:pos="180"/>
        <w:tab w:val="left" w:pos="216"/>
      </w:tabs>
      <w:spacing w:before="20" w:after="20" w:line="200" w:lineRule="atLeast"/>
      <w:ind w:left="216" w:hanging="216"/>
    </w:pPr>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reativecommons.org/licenses/by/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D5FF-AAB1-4EFD-AEFF-F66CCE320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white-paper-3.dotx</Template>
  <TotalTime>81</TotalTime>
  <Pages>15</Pages>
  <Words>2057</Words>
  <Characters>12584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14612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8</cp:revision>
  <cp:lastPrinted>2015-04-23T18:42:00Z</cp:lastPrinted>
  <dcterms:created xsi:type="dcterms:W3CDTF">2018-11-21T17:37:00Z</dcterms:created>
  <dcterms:modified xsi:type="dcterms:W3CDTF">2020-03-12T15:24:00Z</dcterms:modified>
</cp:coreProperties>
</file>